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FF8" w:rsidRDefault="00E16FF8" w:rsidP="00D34FAA">
      <w:pPr>
        <w:tabs>
          <w:tab w:val="left" w:pos="4680"/>
          <w:tab w:val="left" w:pos="5103"/>
          <w:tab w:val="left" w:pos="9653"/>
        </w:tabs>
        <w:ind w:right="-519"/>
        <w:jc w:val="both"/>
        <w:rPr>
          <w:rFonts w:ascii="Times New Roman" w:hAnsi="Times New Roman" w:cs="Times New Roman"/>
          <w:sz w:val="28"/>
          <w:szCs w:val="28"/>
        </w:rPr>
      </w:pPr>
      <w:r w:rsidRPr="00D34FA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Приложение 1</w:t>
      </w:r>
      <w:r w:rsidR="00070B67">
        <w:rPr>
          <w:rFonts w:ascii="Times New Roman" w:hAnsi="Times New Roman" w:cs="Times New Roman"/>
          <w:sz w:val="28"/>
          <w:szCs w:val="28"/>
        </w:rPr>
        <w:t>6</w:t>
      </w:r>
    </w:p>
    <w:p w:rsidR="00D34FAA" w:rsidRPr="00D34FAA" w:rsidRDefault="00D34FAA" w:rsidP="00D34FAA">
      <w:pPr>
        <w:tabs>
          <w:tab w:val="left" w:pos="4680"/>
          <w:tab w:val="left" w:pos="5103"/>
          <w:tab w:val="left" w:pos="9653"/>
        </w:tabs>
        <w:ind w:right="-519"/>
        <w:jc w:val="both"/>
        <w:rPr>
          <w:rFonts w:ascii="Times New Roman" w:hAnsi="Times New Roman" w:cs="Times New Roman"/>
          <w:sz w:val="28"/>
          <w:szCs w:val="28"/>
        </w:rPr>
      </w:pPr>
    </w:p>
    <w:p w:rsidR="00E16FF8" w:rsidRPr="00D34FAA" w:rsidRDefault="00E16FF8" w:rsidP="00D34FAA">
      <w:pPr>
        <w:tabs>
          <w:tab w:val="left" w:pos="5103"/>
          <w:tab w:val="left" w:pos="965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4FA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="00D34FAA">
        <w:rPr>
          <w:rFonts w:ascii="Times New Roman" w:hAnsi="Times New Roman" w:cs="Times New Roman"/>
          <w:sz w:val="28"/>
          <w:szCs w:val="28"/>
        </w:rPr>
        <w:t xml:space="preserve">         к решению Совета муницип</w:t>
      </w:r>
      <w:r w:rsidR="00D9547D">
        <w:rPr>
          <w:rFonts w:ascii="Times New Roman" w:hAnsi="Times New Roman" w:cs="Times New Roman"/>
          <w:sz w:val="28"/>
          <w:szCs w:val="28"/>
        </w:rPr>
        <w:t>аль</w:t>
      </w:r>
      <w:r w:rsidRPr="00D34FAA">
        <w:rPr>
          <w:rFonts w:ascii="Times New Roman" w:hAnsi="Times New Roman" w:cs="Times New Roman"/>
          <w:sz w:val="28"/>
          <w:szCs w:val="28"/>
        </w:rPr>
        <w:t>ного</w:t>
      </w:r>
    </w:p>
    <w:p w:rsidR="00E16FF8" w:rsidRPr="00D34FAA" w:rsidRDefault="00E16FF8" w:rsidP="00D34FAA">
      <w:pPr>
        <w:tabs>
          <w:tab w:val="left" w:pos="5103"/>
          <w:tab w:val="left" w:pos="965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4FA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="00D34FA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D34FAA">
        <w:rPr>
          <w:rFonts w:ascii="Times New Roman" w:hAnsi="Times New Roman" w:cs="Times New Roman"/>
          <w:sz w:val="28"/>
          <w:szCs w:val="28"/>
        </w:rPr>
        <w:t>образования город Горячий Ключ</w:t>
      </w:r>
    </w:p>
    <w:p w:rsidR="001144E3" w:rsidRDefault="00E16FF8" w:rsidP="00D34FAA">
      <w:pPr>
        <w:tabs>
          <w:tab w:val="left" w:pos="5103"/>
          <w:tab w:val="left" w:pos="965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34FA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 w:rsidR="00D34FAA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34FAA">
        <w:rPr>
          <w:rFonts w:ascii="Times New Roman" w:hAnsi="Times New Roman" w:cs="Times New Roman"/>
          <w:sz w:val="28"/>
          <w:szCs w:val="28"/>
        </w:rPr>
        <w:t>"О бюджете муниципального</w:t>
      </w:r>
      <w:r w:rsidR="00D34FAA">
        <w:rPr>
          <w:rFonts w:ascii="Times New Roman" w:hAnsi="Times New Roman" w:cs="Times New Roman"/>
          <w:sz w:val="28"/>
          <w:szCs w:val="28"/>
        </w:rPr>
        <w:t xml:space="preserve"> образования</w:t>
      </w:r>
    </w:p>
    <w:p w:rsidR="00E772D3" w:rsidRDefault="001144E3" w:rsidP="00D34FAA">
      <w:pPr>
        <w:tabs>
          <w:tab w:val="left" w:pos="5103"/>
          <w:tab w:val="left" w:pos="965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  <w:r w:rsidR="00E772D3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16FF8" w:rsidRPr="00D34FAA">
        <w:rPr>
          <w:rFonts w:ascii="Times New Roman" w:hAnsi="Times New Roman" w:cs="Times New Roman"/>
          <w:sz w:val="28"/>
          <w:szCs w:val="28"/>
        </w:rPr>
        <w:t xml:space="preserve"> </w:t>
      </w:r>
      <w:r w:rsidR="00E772D3">
        <w:rPr>
          <w:rFonts w:ascii="Times New Roman" w:hAnsi="Times New Roman" w:cs="Times New Roman"/>
          <w:sz w:val="28"/>
          <w:szCs w:val="28"/>
        </w:rPr>
        <w:t>на 201</w:t>
      </w:r>
      <w:r w:rsidR="00070B67">
        <w:rPr>
          <w:rFonts w:ascii="Times New Roman" w:hAnsi="Times New Roman" w:cs="Times New Roman"/>
          <w:sz w:val="28"/>
          <w:szCs w:val="28"/>
        </w:rPr>
        <w:t>5</w:t>
      </w:r>
      <w:r w:rsidR="00E772D3">
        <w:rPr>
          <w:rFonts w:ascii="Times New Roman" w:hAnsi="Times New Roman" w:cs="Times New Roman"/>
          <w:sz w:val="28"/>
          <w:szCs w:val="28"/>
        </w:rPr>
        <w:t xml:space="preserve"> год и </w:t>
      </w:r>
      <w:proofErr w:type="spellStart"/>
      <w:r w:rsidR="00E772D3">
        <w:rPr>
          <w:rFonts w:ascii="Times New Roman" w:hAnsi="Times New Roman" w:cs="Times New Roman"/>
          <w:sz w:val="28"/>
          <w:szCs w:val="28"/>
        </w:rPr>
        <w:t>плано</w:t>
      </w:r>
      <w:proofErr w:type="spellEnd"/>
      <w:r w:rsidR="00E772D3">
        <w:rPr>
          <w:rFonts w:ascii="Times New Roman" w:hAnsi="Times New Roman" w:cs="Times New Roman"/>
          <w:sz w:val="28"/>
          <w:szCs w:val="28"/>
        </w:rPr>
        <w:t>-</w:t>
      </w:r>
    </w:p>
    <w:p w:rsidR="00E16FF8" w:rsidRPr="00D34FAA" w:rsidRDefault="00E772D3" w:rsidP="00D34FAA">
      <w:pPr>
        <w:tabs>
          <w:tab w:val="left" w:pos="5103"/>
          <w:tab w:val="left" w:pos="965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вый период 201</w:t>
      </w:r>
      <w:r w:rsidR="00070B6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070B67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E16FF8" w:rsidRPr="00D34FAA" w:rsidRDefault="00E16FF8" w:rsidP="00E16F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6FF8" w:rsidRPr="00D34FAA" w:rsidRDefault="00E16FF8" w:rsidP="00E16FF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4FAA" w:rsidRPr="00D34FAA" w:rsidRDefault="00D34FAA" w:rsidP="001222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FAA">
        <w:rPr>
          <w:rFonts w:ascii="Times New Roman" w:hAnsi="Times New Roman" w:cs="Times New Roman"/>
          <w:b/>
          <w:sz w:val="28"/>
          <w:szCs w:val="28"/>
        </w:rPr>
        <w:t xml:space="preserve">Перечень главных </w:t>
      </w:r>
      <w:r w:rsidR="0012227D">
        <w:rPr>
          <w:rFonts w:ascii="Times New Roman" w:hAnsi="Times New Roman" w:cs="Times New Roman"/>
          <w:b/>
          <w:sz w:val="28"/>
          <w:szCs w:val="28"/>
        </w:rPr>
        <w:t>администраторов доходов местных бюджетов</w:t>
      </w:r>
      <w:r w:rsidRPr="00D34FAA">
        <w:rPr>
          <w:rFonts w:ascii="Times New Roman" w:hAnsi="Times New Roman" w:cs="Times New Roman"/>
          <w:b/>
          <w:sz w:val="28"/>
          <w:szCs w:val="28"/>
        </w:rPr>
        <w:t xml:space="preserve">  - </w:t>
      </w:r>
      <w:r w:rsidR="0012227D">
        <w:rPr>
          <w:rFonts w:ascii="Times New Roman" w:hAnsi="Times New Roman" w:cs="Times New Roman"/>
          <w:b/>
          <w:sz w:val="28"/>
          <w:szCs w:val="28"/>
        </w:rPr>
        <w:t>органов исполнительной власти</w:t>
      </w:r>
      <w:r w:rsidRPr="00D34FAA">
        <w:rPr>
          <w:rFonts w:ascii="Times New Roman" w:hAnsi="Times New Roman" w:cs="Times New Roman"/>
          <w:b/>
          <w:sz w:val="28"/>
          <w:szCs w:val="28"/>
        </w:rPr>
        <w:t xml:space="preserve"> Красно</w:t>
      </w:r>
      <w:r w:rsidR="0012227D">
        <w:rPr>
          <w:rFonts w:ascii="Times New Roman" w:hAnsi="Times New Roman" w:cs="Times New Roman"/>
          <w:b/>
          <w:sz w:val="28"/>
          <w:szCs w:val="28"/>
        </w:rPr>
        <w:t>да</w:t>
      </w:r>
      <w:r w:rsidR="0012227D">
        <w:rPr>
          <w:rFonts w:ascii="Times New Roman" w:hAnsi="Times New Roman" w:cs="Times New Roman"/>
          <w:b/>
          <w:sz w:val="28"/>
          <w:szCs w:val="28"/>
        </w:rPr>
        <w:t>р</w:t>
      </w:r>
      <w:r w:rsidR="0012227D">
        <w:rPr>
          <w:rFonts w:ascii="Times New Roman" w:hAnsi="Times New Roman" w:cs="Times New Roman"/>
          <w:b/>
          <w:sz w:val="28"/>
          <w:szCs w:val="28"/>
        </w:rPr>
        <w:t>ского</w:t>
      </w:r>
      <w:r w:rsidRPr="00D34FAA">
        <w:rPr>
          <w:rFonts w:ascii="Times New Roman" w:hAnsi="Times New Roman" w:cs="Times New Roman"/>
          <w:b/>
          <w:sz w:val="28"/>
          <w:szCs w:val="28"/>
        </w:rPr>
        <w:t xml:space="preserve"> края </w:t>
      </w:r>
      <w:r w:rsidR="0012227D">
        <w:rPr>
          <w:rFonts w:ascii="Times New Roman" w:hAnsi="Times New Roman" w:cs="Times New Roman"/>
          <w:b/>
          <w:sz w:val="28"/>
          <w:szCs w:val="28"/>
        </w:rPr>
        <w:t>и (или) их территориальных органов (подразделений) и закрепляемых за ними видов (подвидов) дох</w:t>
      </w:r>
      <w:r w:rsidR="0012227D">
        <w:rPr>
          <w:rFonts w:ascii="Times New Roman" w:hAnsi="Times New Roman" w:cs="Times New Roman"/>
          <w:b/>
          <w:sz w:val="28"/>
          <w:szCs w:val="28"/>
        </w:rPr>
        <w:t>о</w:t>
      </w:r>
      <w:r w:rsidR="0012227D">
        <w:rPr>
          <w:rFonts w:ascii="Times New Roman" w:hAnsi="Times New Roman" w:cs="Times New Roman"/>
          <w:b/>
          <w:sz w:val="28"/>
          <w:szCs w:val="28"/>
        </w:rPr>
        <w:t>дов местных бюджетов на 2015 год и на плановый период 2016 и 2017 годов</w:t>
      </w:r>
    </w:p>
    <w:p w:rsidR="00D34FAA" w:rsidRPr="00D34FAA" w:rsidRDefault="00D34FAA" w:rsidP="00D34FAA">
      <w:pPr>
        <w:tabs>
          <w:tab w:val="left" w:pos="9653"/>
        </w:tabs>
        <w:ind w:left="4860"/>
        <w:rPr>
          <w:rFonts w:ascii="Times New Roman" w:hAnsi="Times New Roman" w:cs="Times New Roman"/>
          <w:sz w:val="28"/>
          <w:szCs w:val="28"/>
        </w:rPr>
      </w:pPr>
    </w:p>
    <w:p w:rsidR="007A70FA" w:rsidRPr="00D34FAA" w:rsidRDefault="007A70FA" w:rsidP="007A70F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AD4644" w:rsidRPr="00D34FAA" w:rsidRDefault="00AD4644" w:rsidP="007C2C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1242"/>
        <w:gridCol w:w="4962"/>
        <w:gridCol w:w="3685"/>
        <w:gridCol w:w="4820"/>
      </w:tblGrid>
      <w:tr w:rsidR="00CD5186" w:rsidRPr="000A6710" w:rsidTr="004B6AD2">
        <w:tc>
          <w:tcPr>
            <w:tcW w:w="6204" w:type="dxa"/>
            <w:gridSpan w:val="2"/>
          </w:tcPr>
          <w:p w:rsidR="00CD5186" w:rsidRPr="000A6710" w:rsidRDefault="00CD5186" w:rsidP="00CD518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  <w:r w:rsidRPr="00447A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наименование главного</w:t>
            </w:r>
            <w:r w:rsidRPr="00447AB0">
              <w:rPr>
                <w:rFonts w:ascii="Times New Roman" w:hAnsi="Times New Roman" w:cs="Times New Roman"/>
                <w:sz w:val="28"/>
                <w:szCs w:val="28"/>
              </w:rPr>
              <w:t xml:space="preserve"> адми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нистратора</w:t>
            </w:r>
            <w:r w:rsidRPr="00447AB0">
              <w:rPr>
                <w:rFonts w:ascii="Times New Roman" w:hAnsi="Times New Roman" w:cs="Times New Roman"/>
                <w:sz w:val="28"/>
                <w:szCs w:val="28"/>
              </w:rPr>
              <w:t xml:space="preserve"> доходов мест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ных </w:t>
            </w:r>
            <w:r w:rsidRPr="00447AB0">
              <w:rPr>
                <w:rFonts w:ascii="Times New Roman" w:hAnsi="Times New Roman" w:cs="Times New Roman"/>
                <w:sz w:val="28"/>
                <w:szCs w:val="28"/>
              </w:rPr>
              <w:t>бюдже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тов - </w:t>
            </w:r>
            <w:r w:rsidRPr="000A6710">
              <w:rPr>
                <w:rFonts w:ascii="Times New Roman" w:hAnsi="Times New Roman" w:cs="Times New Roman"/>
                <w:sz w:val="28"/>
                <w:szCs w:val="28"/>
              </w:rPr>
              <w:t xml:space="preserve"> органа госуда</w:t>
            </w:r>
            <w:r w:rsidRPr="000A671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A6710">
              <w:rPr>
                <w:rFonts w:ascii="Times New Roman" w:hAnsi="Times New Roman" w:cs="Times New Roman"/>
                <w:sz w:val="28"/>
                <w:szCs w:val="28"/>
              </w:rPr>
              <w:t>ственной власти Краснодарского края</w:t>
            </w:r>
          </w:p>
          <w:p w:rsidR="00CD5186" w:rsidRPr="000A6710" w:rsidRDefault="00CD5186" w:rsidP="008322A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CD5186" w:rsidRPr="000A6710" w:rsidRDefault="00CD5186" w:rsidP="00EC732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 вида дохода по бю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жетной классификации 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  <w:tc>
          <w:tcPr>
            <w:tcW w:w="4820" w:type="dxa"/>
          </w:tcPr>
          <w:p w:rsidR="00CD5186" w:rsidRPr="000A6710" w:rsidRDefault="00CD5186" w:rsidP="00E0165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5186" w:rsidRPr="000A6710" w:rsidRDefault="00CD5186" w:rsidP="00BB6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вида дохода</w:t>
            </w:r>
          </w:p>
        </w:tc>
      </w:tr>
      <w:tr w:rsidR="009B32DB" w:rsidRPr="000A6710" w:rsidTr="00EE45DC">
        <w:tc>
          <w:tcPr>
            <w:tcW w:w="1242" w:type="dxa"/>
          </w:tcPr>
          <w:p w:rsidR="009B32DB" w:rsidRPr="00745BE7" w:rsidRDefault="009B32DB" w:rsidP="00BE4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5BE7">
              <w:rPr>
                <w:rFonts w:ascii="Times New Roman" w:hAnsi="Times New Roman" w:cs="Times New Roman"/>
                <w:b/>
                <w:sz w:val="28"/>
                <w:szCs w:val="28"/>
              </w:rPr>
              <w:t>816</w:t>
            </w:r>
          </w:p>
        </w:tc>
        <w:tc>
          <w:tcPr>
            <w:tcW w:w="4962" w:type="dxa"/>
          </w:tcPr>
          <w:p w:rsidR="009B32DB" w:rsidRPr="00745BE7" w:rsidRDefault="009B32DB" w:rsidP="00D77489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5BE7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экономики Красн</w:t>
            </w:r>
            <w:r w:rsidRPr="00745BE7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745BE7">
              <w:rPr>
                <w:rFonts w:ascii="Times New Roman" w:hAnsi="Times New Roman" w:cs="Times New Roman"/>
                <w:b/>
                <w:sz w:val="28"/>
                <w:szCs w:val="28"/>
              </w:rPr>
              <w:t>дарского края</w:t>
            </w:r>
          </w:p>
        </w:tc>
        <w:tc>
          <w:tcPr>
            <w:tcW w:w="3685" w:type="dxa"/>
          </w:tcPr>
          <w:p w:rsidR="009B32DB" w:rsidRPr="00AB64A8" w:rsidRDefault="009B32DB" w:rsidP="00EC73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000 1 16 33040 04 0000 140</w:t>
            </w:r>
          </w:p>
        </w:tc>
        <w:tc>
          <w:tcPr>
            <w:tcW w:w="4820" w:type="dxa"/>
          </w:tcPr>
          <w:p w:rsidR="009B32DB" w:rsidRPr="00AB64A8" w:rsidRDefault="009B32DB" w:rsidP="00F019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4A8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Pr="00AB64A8">
              <w:rPr>
                <w:rFonts w:ascii="Times New Roman" w:hAnsi="Times New Roman" w:cs="Times New Roman"/>
                <w:sz w:val="28"/>
                <w:szCs w:val="28"/>
              </w:rPr>
              <w:t>арушение законодательства Росси</w:t>
            </w:r>
            <w:r w:rsidRPr="00AB64A8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AB64A8">
              <w:rPr>
                <w:rFonts w:ascii="Times New Roman" w:hAnsi="Times New Roman" w:cs="Times New Roman"/>
                <w:sz w:val="28"/>
                <w:szCs w:val="28"/>
              </w:rPr>
              <w:t xml:space="preserve">ской Федерации о </w:t>
            </w:r>
            <w:r w:rsidR="00F0199D">
              <w:rPr>
                <w:rFonts w:ascii="Times New Roman" w:hAnsi="Times New Roman" w:cs="Times New Roman"/>
                <w:sz w:val="28"/>
                <w:szCs w:val="28"/>
              </w:rPr>
              <w:t>контрактной с</w:t>
            </w:r>
            <w:r w:rsidR="00F0199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0199D">
              <w:rPr>
                <w:rFonts w:ascii="Times New Roman" w:hAnsi="Times New Roman" w:cs="Times New Roman"/>
                <w:sz w:val="28"/>
                <w:szCs w:val="28"/>
              </w:rPr>
              <w:t xml:space="preserve">стеме в сфере закупок </w:t>
            </w:r>
            <w:r w:rsidRPr="00AB64A8">
              <w:rPr>
                <w:rFonts w:ascii="Times New Roman" w:hAnsi="Times New Roman" w:cs="Times New Roman"/>
                <w:sz w:val="28"/>
                <w:szCs w:val="28"/>
              </w:rPr>
              <w:t xml:space="preserve">товаров,  работ,  услуг  </w:t>
            </w:r>
            <w:r w:rsidR="00F0199D">
              <w:rPr>
                <w:rFonts w:ascii="Times New Roman" w:hAnsi="Times New Roman" w:cs="Times New Roman"/>
                <w:sz w:val="28"/>
                <w:szCs w:val="28"/>
              </w:rPr>
              <w:t>для обеспечения государстве</w:t>
            </w:r>
            <w:r w:rsidR="00F0199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0199D">
              <w:rPr>
                <w:rFonts w:ascii="Times New Roman" w:hAnsi="Times New Roman" w:cs="Times New Roman"/>
                <w:sz w:val="28"/>
                <w:szCs w:val="28"/>
              </w:rPr>
              <w:t>ных и муниципальных нужд</w:t>
            </w:r>
            <w:r w:rsidR="00C94F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AB64A8">
              <w:rPr>
                <w:rFonts w:ascii="Times New Roman" w:hAnsi="Times New Roman" w:cs="Times New Roman"/>
                <w:sz w:val="28"/>
                <w:szCs w:val="28"/>
              </w:rPr>
              <w:t xml:space="preserve">ля нужд городских округов    </w:t>
            </w:r>
          </w:p>
        </w:tc>
      </w:tr>
      <w:tr w:rsidR="009B32DB" w:rsidRPr="000A6710" w:rsidTr="00EE45DC">
        <w:tc>
          <w:tcPr>
            <w:tcW w:w="1242" w:type="dxa"/>
          </w:tcPr>
          <w:p w:rsidR="009B32DB" w:rsidRPr="00CD5186" w:rsidRDefault="009B32DB" w:rsidP="00BE4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5186">
              <w:rPr>
                <w:rFonts w:ascii="Times New Roman" w:hAnsi="Times New Roman" w:cs="Times New Roman"/>
                <w:b/>
                <w:sz w:val="28"/>
                <w:szCs w:val="28"/>
              </w:rPr>
              <w:t>819</w:t>
            </w:r>
          </w:p>
        </w:tc>
        <w:tc>
          <w:tcPr>
            <w:tcW w:w="4962" w:type="dxa"/>
          </w:tcPr>
          <w:p w:rsidR="009B32DB" w:rsidRPr="00CD5186" w:rsidRDefault="009B32DB" w:rsidP="00DA2F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5186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сельского хозяйства и перерабатывающей промышленн</w:t>
            </w:r>
            <w:r w:rsidRPr="00CD5186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CD5186">
              <w:rPr>
                <w:rFonts w:ascii="Times New Roman" w:hAnsi="Times New Roman" w:cs="Times New Roman"/>
                <w:b/>
                <w:sz w:val="28"/>
                <w:szCs w:val="28"/>
              </w:rPr>
              <w:t>сти Краснодарского края</w:t>
            </w:r>
          </w:p>
        </w:tc>
        <w:tc>
          <w:tcPr>
            <w:tcW w:w="3685" w:type="dxa"/>
          </w:tcPr>
          <w:p w:rsidR="009B32DB" w:rsidRPr="00AB64A8" w:rsidRDefault="009B32DB" w:rsidP="00EC73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000 1 16 90040 04 0000 140</w:t>
            </w:r>
          </w:p>
        </w:tc>
        <w:tc>
          <w:tcPr>
            <w:tcW w:w="4820" w:type="dxa"/>
          </w:tcPr>
          <w:p w:rsidR="009B32DB" w:rsidRPr="00AB64A8" w:rsidRDefault="009B32DB" w:rsidP="00E01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4A8">
              <w:rPr>
                <w:rFonts w:ascii="Times New Roman" w:hAnsi="Times New Roman" w:cs="Times New Roman"/>
                <w:sz w:val="28"/>
                <w:szCs w:val="28"/>
              </w:rPr>
              <w:t xml:space="preserve">Прочие поступления от денежных взысканий (штрафов) и иных сумм в  возмещение ущерба, зачисляемые в </w:t>
            </w:r>
            <w:r w:rsidRPr="00AB64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бюджеты городских округов   </w:t>
            </w:r>
          </w:p>
        </w:tc>
      </w:tr>
      <w:tr w:rsidR="009B32DB" w:rsidRPr="000A6710" w:rsidTr="00EE45DC">
        <w:tc>
          <w:tcPr>
            <w:tcW w:w="1242" w:type="dxa"/>
          </w:tcPr>
          <w:p w:rsidR="009B32DB" w:rsidRPr="009336E1" w:rsidRDefault="009B32DB" w:rsidP="00BE4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36E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820</w:t>
            </w:r>
          </w:p>
        </w:tc>
        <w:tc>
          <w:tcPr>
            <w:tcW w:w="4962" w:type="dxa"/>
          </w:tcPr>
          <w:p w:rsidR="009B32DB" w:rsidRPr="009336E1" w:rsidRDefault="009B32DB" w:rsidP="00DA2F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36E1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гражданской обор</w:t>
            </w:r>
            <w:r w:rsidRPr="009336E1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9336E1">
              <w:rPr>
                <w:rFonts w:ascii="Times New Roman" w:hAnsi="Times New Roman" w:cs="Times New Roman"/>
                <w:b/>
                <w:sz w:val="28"/>
                <w:szCs w:val="28"/>
              </w:rPr>
              <w:t>ны, чрезвычайных ситуаций и рег</w:t>
            </w:r>
            <w:r w:rsidRPr="009336E1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9336E1">
              <w:rPr>
                <w:rFonts w:ascii="Times New Roman" w:hAnsi="Times New Roman" w:cs="Times New Roman"/>
                <w:b/>
                <w:sz w:val="28"/>
                <w:szCs w:val="28"/>
              </w:rPr>
              <w:t>ональной безопасности Краснода</w:t>
            </w:r>
            <w:r w:rsidRPr="009336E1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Pr="009336E1">
              <w:rPr>
                <w:rFonts w:ascii="Times New Roman" w:hAnsi="Times New Roman" w:cs="Times New Roman"/>
                <w:b/>
                <w:sz w:val="28"/>
                <w:szCs w:val="28"/>
              </w:rPr>
              <w:t>ского края</w:t>
            </w:r>
          </w:p>
        </w:tc>
        <w:tc>
          <w:tcPr>
            <w:tcW w:w="3685" w:type="dxa"/>
          </w:tcPr>
          <w:p w:rsidR="009B32DB" w:rsidRPr="004F07CC" w:rsidRDefault="009B32DB" w:rsidP="004F07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07CC">
              <w:rPr>
                <w:rFonts w:ascii="Times New Roman" w:hAnsi="Times New Roman" w:cs="Times New Roman"/>
                <w:sz w:val="28"/>
                <w:szCs w:val="28"/>
              </w:rPr>
              <w:t>000 1 16 90040 04 0000 140</w:t>
            </w:r>
          </w:p>
          <w:p w:rsidR="009B32DB" w:rsidRPr="00AB64A8" w:rsidRDefault="009B32DB" w:rsidP="004F07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9B32DB" w:rsidRPr="00AB64A8" w:rsidRDefault="009B32DB" w:rsidP="00E01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4A8">
              <w:rPr>
                <w:rFonts w:ascii="Times New Roman" w:hAnsi="Times New Roman" w:cs="Times New Roman"/>
                <w:sz w:val="28"/>
                <w:szCs w:val="28"/>
              </w:rPr>
              <w:t xml:space="preserve">Прочие поступления от денежных взысканий (штрафов) и иных сумм в  возмещение ущерба, зачисляемые в бюджеты городских округов   </w:t>
            </w:r>
          </w:p>
        </w:tc>
      </w:tr>
      <w:tr w:rsidR="009B32DB" w:rsidRPr="000A6710" w:rsidTr="00E45433">
        <w:trPr>
          <w:trHeight w:val="4196"/>
        </w:trPr>
        <w:tc>
          <w:tcPr>
            <w:tcW w:w="1242" w:type="dxa"/>
            <w:vMerge w:val="restart"/>
          </w:tcPr>
          <w:p w:rsidR="009B32DB" w:rsidRPr="009336E1" w:rsidRDefault="009B32DB" w:rsidP="00BE4D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36E1">
              <w:rPr>
                <w:rFonts w:ascii="Times New Roman" w:hAnsi="Times New Roman" w:cs="Times New Roman"/>
                <w:b/>
                <w:sz w:val="28"/>
                <w:szCs w:val="28"/>
              </w:rPr>
              <w:t>821</w:t>
            </w:r>
          </w:p>
        </w:tc>
        <w:tc>
          <w:tcPr>
            <w:tcW w:w="4962" w:type="dxa"/>
            <w:vMerge w:val="restart"/>
          </w:tcPr>
          <w:p w:rsidR="009B32DB" w:rsidRPr="009336E1" w:rsidRDefault="009B32DB" w:rsidP="00DA2F5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36E1">
              <w:rPr>
                <w:rFonts w:ascii="Times New Roman" w:hAnsi="Times New Roman" w:cs="Times New Roman"/>
                <w:b/>
                <w:sz w:val="28"/>
                <w:szCs w:val="28"/>
              </w:rPr>
              <w:t>Департамент имущественных отн</w:t>
            </w:r>
            <w:r w:rsidRPr="009336E1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9336E1">
              <w:rPr>
                <w:rFonts w:ascii="Times New Roman" w:hAnsi="Times New Roman" w:cs="Times New Roman"/>
                <w:b/>
                <w:sz w:val="28"/>
                <w:szCs w:val="28"/>
              </w:rPr>
              <w:t>шений Краснодарского края</w:t>
            </w:r>
          </w:p>
          <w:p w:rsidR="009B32DB" w:rsidRPr="009336E1" w:rsidRDefault="009B32DB" w:rsidP="008322A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32DB" w:rsidRPr="009336E1" w:rsidRDefault="009B32DB" w:rsidP="008322A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32DB" w:rsidRPr="009336E1" w:rsidRDefault="009B32DB" w:rsidP="008322A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32DB" w:rsidRPr="009336E1" w:rsidRDefault="009B32DB" w:rsidP="008322A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36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3685" w:type="dxa"/>
          </w:tcPr>
          <w:p w:rsidR="009B32DB" w:rsidRPr="005909C9" w:rsidRDefault="009B32DB" w:rsidP="00EC7324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000 1 11 05026 04 0000 120</w:t>
            </w:r>
          </w:p>
        </w:tc>
        <w:tc>
          <w:tcPr>
            <w:tcW w:w="4820" w:type="dxa"/>
          </w:tcPr>
          <w:p w:rsidR="009B32DB" w:rsidRPr="005909C9" w:rsidRDefault="009B32DB" w:rsidP="00E0165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73238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которые расположены в границах городских   округов, находятся в федеральной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3238">
              <w:rPr>
                <w:rFonts w:ascii="Times New Roman" w:hAnsi="Times New Roman" w:cs="Times New Roman"/>
                <w:sz w:val="28"/>
                <w:szCs w:val="28"/>
              </w:rPr>
              <w:t>собственности и осуществление      полномочий по управлению и расп</w:t>
            </w:r>
            <w:r w:rsidRPr="0017323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73238">
              <w:rPr>
                <w:rFonts w:ascii="Times New Roman" w:hAnsi="Times New Roman" w:cs="Times New Roman"/>
                <w:sz w:val="28"/>
                <w:szCs w:val="28"/>
              </w:rPr>
              <w:t>ряжению которыми передано     орг</w:t>
            </w:r>
            <w:r w:rsidRPr="0017323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73238">
              <w:rPr>
                <w:rFonts w:ascii="Times New Roman" w:hAnsi="Times New Roman" w:cs="Times New Roman"/>
                <w:sz w:val="28"/>
                <w:szCs w:val="28"/>
              </w:rPr>
              <w:t>нам государственной власти     суб</w:t>
            </w:r>
            <w:r w:rsidRPr="00173238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173238">
              <w:rPr>
                <w:rFonts w:ascii="Times New Roman" w:hAnsi="Times New Roman" w:cs="Times New Roman"/>
                <w:sz w:val="28"/>
                <w:szCs w:val="28"/>
              </w:rPr>
              <w:t>ектов Российской Федерации, а  та</w:t>
            </w:r>
            <w:r w:rsidRPr="0017323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73238">
              <w:rPr>
                <w:rFonts w:ascii="Times New Roman" w:hAnsi="Times New Roman" w:cs="Times New Roman"/>
                <w:sz w:val="28"/>
                <w:szCs w:val="28"/>
              </w:rPr>
              <w:t>же средства от продажи права на з</w:t>
            </w:r>
            <w:r w:rsidRPr="0017323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73238">
              <w:rPr>
                <w:rFonts w:ascii="Times New Roman" w:hAnsi="Times New Roman" w:cs="Times New Roman"/>
                <w:sz w:val="28"/>
                <w:szCs w:val="28"/>
              </w:rPr>
              <w:t>ключение договоров аренды указа</w:t>
            </w:r>
            <w:r w:rsidRPr="0017323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73238">
              <w:rPr>
                <w:rFonts w:ascii="Times New Roman" w:hAnsi="Times New Roman" w:cs="Times New Roman"/>
                <w:sz w:val="28"/>
                <w:szCs w:val="28"/>
              </w:rPr>
              <w:t>ных земельных участков</w:t>
            </w:r>
            <w:proofErr w:type="gramEnd"/>
          </w:p>
        </w:tc>
      </w:tr>
      <w:tr w:rsidR="009B32DB" w:rsidRPr="000A6710" w:rsidTr="00EE45DC">
        <w:tc>
          <w:tcPr>
            <w:tcW w:w="1242" w:type="dxa"/>
            <w:vMerge/>
          </w:tcPr>
          <w:p w:rsidR="009B32DB" w:rsidRPr="005E6183" w:rsidRDefault="009B32DB" w:rsidP="00BE4D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9B32DB" w:rsidRDefault="009B32DB" w:rsidP="008322AB"/>
        </w:tc>
        <w:tc>
          <w:tcPr>
            <w:tcW w:w="3685" w:type="dxa"/>
          </w:tcPr>
          <w:p w:rsidR="009B32DB" w:rsidRPr="005909C9" w:rsidRDefault="009B32DB" w:rsidP="00EC7324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000 1 14 06032 04 0000 430</w:t>
            </w:r>
          </w:p>
        </w:tc>
        <w:tc>
          <w:tcPr>
            <w:tcW w:w="4820" w:type="dxa"/>
          </w:tcPr>
          <w:p w:rsidR="009B32DB" w:rsidRPr="005909C9" w:rsidRDefault="009B32DB" w:rsidP="00E0165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6183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       участков, которые расположены в    границах городских округов,  нах</w:t>
            </w:r>
            <w:r w:rsidRPr="005E618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E6183">
              <w:rPr>
                <w:rFonts w:ascii="Times New Roman" w:hAnsi="Times New Roman" w:cs="Times New Roman"/>
                <w:sz w:val="28"/>
                <w:szCs w:val="28"/>
              </w:rPr>
              <w:t>дятся в федеральной собственности и осуществление      полномочий по управлению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E6183">
              <w:rPr>
                <w:rFonts w:ascii="Times New Roman" w:hAnsi="Times New Roman" w:cs="Times New Roman"/>
                <w:sz w:val="28"/>
                <w:szCs w:val="28"/>
              </w:rPr>
              <w:t>распоряжению кот</w:t>
            </w:r>
            <w:r w:rsidRPr="005E618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E6183">
              <w:rPr>
                <w:rFonts w:ascii="Times New Roman" w:hAnsi="Times New Roman" w:cs="Times New Roman"/>
                <w:sz w:val="28"/>
                <w:szCs w:val="28"/>
              </w:rPr>
              <w:t>рыми передано     органам госуда</w:t>
            </w:r>
            <w:r w:rsidRPr="005E618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E6183">
              <w:rPr>
                <w:rFonts w:ascii="Times New Roman" w:hAnsi="Times New Roman" w:cs="Times New Roman"/>
                <w:sz w:val="28"/>
                <w:szCs w:val="28"/>
              </w:rPr>
              <w:t>ственной власти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E6183">
              <w:rPr>
                <w:rFonts w:ascii="Times New Roman" w:hAnsi="Times New Roman" w:cs="Times New Roman"/>
                <w:sz w:val="28"/>
                <w:szCs w:val="28"/>
              </w:rPr>
              <w:t>субъектов Росси</w:t>
            </w:r>
            <w:r w:rsidRPr="005E618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E6183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9B32DB" w:rsidRPr="000A6710" w:rsidTr="00EE45DC">
        <w:tc>
          <w:tcPr>
            <w:tcW w:w="1242" w:type="dxa"/>
            <w:vMerge/>
          </w:tcPr>
          <w:p w:rsidR="009B32DB" w:rsidRPr="00AB64A8" w:rsidRDefault="009B32DB" w:rsidP="00BE4D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9B32DB" w:rsidRPr="00AB64A8" w:rsidRDefault="009B32DB" w:rsidP="00C70412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9B32DB" w:rsidRPr="00693A8B" w:rsidRDefault="009B32DB" w:rsidP="00BE75EB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Pr="00693A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1 16 51020 02 0000 140</w:t>
            </w:r>
          </w:p>
        </w:tc>
        <w:tc>
          <w:tcPr>
            <w:tcW w:w="4820" w:type="dxa"/>
          </w:tcPr>
          <w:p w:rsidR="009B32DB" w:rsidRPr="00AB64A8" w:rsidRDefault="009B32DB" w:rsidP="00E0165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64A8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 (штрафы),   установленные законами субъектов  </w:t>
            </w:r>
            <w:r w:rsidRPr="00AB64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Российской Федерации за  несо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дение муниципальных правовых </w:t>
            </w:r>
            <w:r w:rsidRPr="00AB64A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B64A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B64A8">
              <w:rPr>
                <w:rFonts w:ascii="Times New Roman" w:hAnsi="Times New Roman" w:cs="Times New Roman"/>
                <w:sz w:val="28"/>
                <w:szCs w:val="28"/>
              </w:rPr>
              <w:t>тов, зачисляемые в бюджеты горо</w:t>
            </w:r>
            <w:r w:rsidRPr="00AB64A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AB64A8">
              <w:rPr>
                <w:rFonts w:ascii="Times New Roman" w:hAnsi="Times New Roman" w:cs="Times New Roman"/>
                <w:sz w:val="28"/>
                <w:szCs w:val="28"/>
              </w:rPr>
              <w:t>ских округов</w:t>
            </w:r>
          </w:p>
        </w:tc>
      </w:tr>
      <w:tr w:rsidR="00E22367" w:rsidRPr="000A6710" w:rsidTr="00EE45DC">
        <w:trPr>
          <w:trHeight w:val="753"/>
        </w:trPr>
        <w:tc>
          <w:tcPr>
            <w:tcW w:w="1242" w:type="dxa"/>
          </w:tcPr>
          <w:p w:rsidR="00E22367" w:rsidRPr="00E22367" w:rsidRDefault="00E22367" w:rsidP="00BE4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236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830</w:t>
            </w:r>
          </w:p>
        </w:tc>
        <w:tc>
          <w:tcPr>
            <w:tcW w:w="4962" w:type="dxa"/>
          </w:tcPr>
          <w:p w:rsidR="00E22367" w:rsidRPr="00E22367" w:rsidRDefault="00E22367" w:rsidP="008322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2367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социального разв</w:t>
            </w:r>
            <w:r w:rsidRPr="00E22367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E22367">
              <w:rPr>
                <w:rFonts w:ascii="Times New Roman" w:hAnsi="Times New Roman" w:cs="Times New Roman"/>
                <w:b/>
                <w:sz w:val="28"/>
                <w:szCs w:val="28"/>
              </w:rPr>
              <w:t>тия и семейной политики Красн</w:t>
            </w:r>
            <w:r w:rsidRPr="00E22367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E22367">
              <w:rPr>
                <w:rFonts w:ascii="Times New Roman" w:hAnsi="Times New Roman" w:cs="Times New Roman"/>
                <w:b/>
                <w:sz w:val="28"/>
                <w:szCs w:val="28"/>
              </w:rPr>
              <w:t>дарского края</w:t>
            </w:r>
          </w:p>
        </w:tc>
        <w:tc>
          <w:tcPr>
            <w:tcW w:w="3685" w:type="dxa"/>
          </w:tcPr>
          <w:p w:rsidR="00E22367" w:rsidRPr="00AB64A8" w:rsidRDefault="00E22367" w:rsidP="003C0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000 1 16 90040 04 0000 140</w:t>
            </w:r>
          </w:p>
        </w:tc>
        <w:tc>
          <w:tcPr>
            <w:tcW w:w="4820" w:type="dxa"/>
          </w:tcPr>
          <w:p w:rsidR="00E22367" w:rsidRPr="00AB64A8" w:rsidRDefault="00E22367" w:rsidP="003C0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4A8">
              <w:rPr>
                <w:rFonts w:ascii="Times New Roman" w:hAnsi="Times New Roman" w:cs="Times New Roman"/>
                <w:sz w:val="28"/>
                <w:szCs w:val="28"/>
              </w:rPr>
              <w:t xml:space="preserve">Прочие поступления от денежных взысканий (штрафов) и иных сумм в  возмещение ущерба, зачисляемые в бюджеты городских округов   </w:t>
            </w:r>
          </w:p>
        </w:tc>
      </w:tr>
      <w:tr w:rsidR="009B32DB" w:rsidRPr="000A6710" w:rsidTr="00EE45DC">
        <w:trPr>
          <w:trHeight w:val="753"/>
        </w:trPr>
        <w:tc>
          <w:tcPr>
            <w:tcW w:w="1242" w:type="dxa"/>
          </w:tcPr>
          <w:p w:rsidR="009B32DB" w:rsidRPr="00E22367" w:rsidRDefault="009B32DB" w:rsidP="00BE4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2367">
              <w:rPr>
                <w:rFonts w:ascii="Times New Roman" w:hAnsi="Times New Roman" w:cs="Times New Roman"/>
                <w:b/>
                <w:sz w:val="28"/>
                <w:szCs w:val="28"/>
              </w:rPr>
              <w:t>833</w:t>
            </w:r>
          </w:p>
        </w:tc>
        <w:tc>
          <w:tcPr>
            <w:tcW w:w="4962" w:type="dxa"/>
          </w:tcPr>
          <w:p w:rsidR="009B32DB" w:rsidRPr="00E22367" w:rsidRDefault="009B32DB" w:rsidP="008322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2367">
              <w:rPr>
                <w:rFonts w:ascii="Times New Roman" w:hAnsi="Times New Roman" w:cs="Times New Roman"/>
                <w:b/>
                <w:sz w:val="28"/>
                <w:szCs w:val="28"/>
              </w:rPr>
              <w:t>Государственное управление  вет</w:t>
            </w:r>
            <w:r w:rsidRPr="00E22367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E22367">
              <w:rPr>
                <w:rFonts w:ascii="Times New Roman" w:hAnsi="Times New Roman" w:cs="Times New Roman"/>
                <w:b/>
                <w:sz w:val="28"/>
                <w:szCs w:val="28"/>
              </w:rPr>
              <w:t>ринарии Краснодарского края</w:t>
            </w:r>
          </w:p>
        </w:tc>
        <w:tc>
          <w:tcPr>
            <w:tcW w:w="3685" w:type="dxa"/>
          </w:tcPr>
          <w:p w:rsidR="009B32DB" w:rsidRPr="00AB64A8" w:rsidRDefault="009B32DB" w:rsidP="00E01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000 1 16 90040 04 0000 140</w:t>
            </w:r>
          </w:p>
        </w:tc>
        <w:tc>
          <w:tcPr>
            <w:tcW w:w="4820" w:type="dxa"/>
          </w:tcPr>
          <w:p w:rsidR="009B32DB" w:rsidRPr="00AB64A8" w:rsidRDefault="009B32DB" w:rsidP="00E01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4A8">
              <w:rPr>
                <w:rFonts w:ascii="Times New Roman" w:hAnsi="Times New Roman" w:cs="Times New Roman"/>
                <w:sz w:val="28"/>
                <w:szCs w:val="28"/>
              </w:rPr>
              <w:t xml:space="preserve">Прочие поступления от денежных взысканий (штрафов) и иных сумм в  возмещение ущерба, зачисляемые в бюджеты городских округов   </w:t>
            </w:r>
          </w:p>
        </w:tc>
      </w:tr>
      <w:tr w:rsidR="009B32DB" w:rsidRPr="000A6710" w:rsidTr="00EE45DC">
        <w:trPr>
          <w:trHeight w:val="685"/>
        </w:trPr>
        <w:tc>
          <w:tcPr>
            <w:tcW w:w="1242" w:type="dxa"/>
          </w:tcPr>
          <w:p w:rsidR="009B32DB" w:rsidRPr="00E22367" w:rsidRDefault="009B32DB" w:rsidP="00BE4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2367">
              <w:rPr>
                <w:rFonts w:ascii="Times New Roman" w:hAnsi="Times New Roman" w:cs="Times New Roman"/>
                <w:b/>
                <w:sz w:val="28"/>
                <w:szCs w:val="28"/>
              </w:rPr>
              <w:t>835</w:t>
            </w:r>
          </w:p>
        </w:tc>
        <w:tc>
          <w:tcPr>
            <w:tcW w:w="4962" w:type="dxa"/>
          </w:tcPr>
          <w:p w:rsidR="009B32DB" w:rsidRPr="00E22367" w:rsidRDefault="009B32DB" w:rsidP="008322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2367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государственного                                              строительного надзора  Краснода</w:t>
            </w:r>
            <w:r w:rsidRPr="00E22367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Pr="00E22367">
              <w:rPr>
                <w:rFonts w:ascii="Times New Roman" w:hAnsi="Times New Roman" w:cs="Times New Roman"/>
                <w:b/>
                <w:sz w:val="28"/>
                <w:szCs w:val="28"/>
              </w:rPr>
              <w:t>ского края</w:t>
            </w:r>
          </w:p>
        </w:tc>
        <w:tc>
          <w:tcPr>
            <w:tcW w:w="3685" w:type="dxa"/>
          </w:tcPr>
          <w:p w:rsidR="009B32DB" w:rsidRPr="00AB64A8" w:rsidRDefault="009B32DB" w:rsidP="00E01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000 1 16 90040 04 0000 140</w:t>
            </w:r>
          </w:p>
        </w:tc>
        <w:tc>
          <w:tcPr>
            <w:tcW w:w="4820" w:type="dxa"/>
          </w:tcPr>
          <w:p w:rsidR="009B32DB" w:rsidRPr="00AB64A8" w:rsidRDefault="009B32DB" w:rsidP="00E01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4A8">
              <w:rPr>
                <w:rFonts w:ascii="Times New Roman" w:hAnsi="Times New Roman" w:cs="Times New Roman"/>
                <w:sz w:val="28"/>
                <w:szCs w:val="28"/>
              </w:rPr>
              <w:t xml:space="preserve">Прочие поступления от денежных взысканий (штрафов) и иных сумм в  возмещение ущерба, зачисляемые в бюджеты городских округов   </w:t>
            </w:r>
          </w:p>
        </w:tc>
      </w:tr>
      <w:tr w:rsidR="009B32DB" w:rsidRPr="000A6710" w:rsidTr="00EE45DC">
        <w:trPr>
          <w:trHeight w:val="685"/>
        </w:trPr>
        <w:tc>
          <w:tcPr>
            <w:tcW w:w="1242" w:type="dxa"/>
          </w:tcPr>
          <w:p w:rsidR="009B32DB" w:rsidRPr="00E22367" w:rsidRDefault="009B32DB" w:rsidP="00BE4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2367">
              <w:rPr>
                <w:rFonts w:ascii="Times New Roman" w:hAnsi="Times New Roman" w:cs="Times New Roman"/>
                <w:b/>
                <w:sz w:val="28"/>
                <w:szCs w:val="28"/>
              </w:rPr>
              <w:t>840</w:t>
            </w:r>
          </w:p>
        </w:tc>
        <w:tc>
          <w:tcPr>
            <w:tcW w:w="4962" w:type="dxa"/>
          </w:tcPr>
          <w:p w:rsidR="009B32DB" w:rsidRPr="00E22367" w:rsidRDefault="009B32DB" w:rsidP="008322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2367">
              <w:rPr>
                <w:rFonts w:ascii="Times New Roman" w:hAnsi="Times New Roman" w:cs="Times New Roman"/>
                <w:b/>
                <w:sz w:val="28"/>
                <w:szCs w:val="28"/>
              </w:rPr>
              <w:t>Государственная жилищная инспе</w:t>
            </w:r>
            <w:r w:rsidRPr="00E22367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Pr="00E22367">
              <w:rPr>
                <w:rFonts w:ascii="Times New Roman" w:hAnsi="Times New Roman" w:cs="Times New Roman"/>
                <w:b/>
                <w:sz w:val="28"/>
                <w:szCs w:val="28"/>
              </w:rPr>
              <w:t>ция Краснодарского края</w:t>
            </w:r>
          </w:p>
        </w:tc>
        <w:tc>
          <w:tcPr>
            <w:tcW w:w="3685" w:type="dxa"/>
          </w:tcPr>
          <w:p w:rsidR="009B32DB" w:rsidRPr="00AB64A8" w:rsidRDefault="009B32DB" w:rsidP="00E01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000 1 16 90040 04 0000 140</w:t>
            </w:r>
          </w:p>
        </w:tc>
        <w:tc>
          <w:tcPr>
            <w:tcW w:w="4820" w:type="dxa"/>
          </w:tcPr>
          <w:p w:rsidR="009B32DB" w:rsidRPr="00AB64A8" w:rsidRDefault="009B32DB" w:rsidP="00E01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4A8">
              <w:rPr>
                <w:rFonts w:ascii="Times New Roman" w:hAnsi="Times New Roman" w:cs="Times New Roman"/>
                <w:sz w:val="28"/>
                <w:szCs w:val="28"/>
              </w:rPr>
              <w:t xml:space="preserve">Прочие поступления от денежных взысканий (штрафов) и иных сумм в  возмещение ущерба, зачисляемые в бюджеты городских округов   </w:t>
            </w:r>
          </w:p>
        </w:tc>
      </w:tr>
      <w:tr w:rsidR="00321543" w:rsidRPr="000A6710" w:rsidTr="00EE45DC">
        <w:trPr>
          <w:trHeight w:val="685"/>
        </w:trPr>
        <w:tc>
          <w:tcPr>
            <w:tcW w:w="1242" w:type="dxa"/>
          </w:tcPr>
          <w:p w:rsidR="00321543" w:rsidRPr="00E22367" w:rsidRDefault="00321543" w:rsidP="00BE4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848</w:t>
            </w:r>
          </w:p>
        </w:tc>
        <w:tc>
          <w:tcPr>
            <w:tcW w:w="4962" w:type="dxa"/>
          </w:tcPr>
          <w:p w:rsidR="00321543" w:rsidRPr="00E22367" w:rsidRDefault="00321543" w:rsidP="008322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по виноградарству, 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ноделию и алкогольной промы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ленности Краснодарского края</w:t>
            </w:r>
          </w:p>
        </w:tc>
        <w:tc>
          <w:tcPr>
            <w:tcW w:w="3685" w:type="dxa"/>
          </w:tcPr>
          <w:p w:rsidR="00321543" w:rsidRPr="00AB64A8" w:rsidRDefault="00321543" w:rsidP="003C0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000 1 16 90040 04 0000 140</w:t>
            </w:r>
          </w:p>
        </w:tc>
        <w:tc>
          <w:tcPr>
            <w:tcW w:w="4820" w:type="dxa"/>
          </w:tcPr>
          <w:p w:rsidR="00321543" w:rsidRPr="00AB64A8" w:rsidRDefault="00321543" w:rsidP="003C0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4A8">
              <w:rPr>
                <w:rFonts w:ascii="Times New Roman" w:hAnsi="Times New Roman" w:cs="Times New Roman"/>
                <w:sz w:val="28"/>
                <w:szCs w:val="28"/>
              </w:rPr>
              <w:t xml:space="preserve">Прочие поступления от денежных взысканий (штрафов) и иных сумм в  возмещение ущерба, зачисляемые в бюджеты городских округов   </w:t>
            </w:r>
          </w:p>
        </w:tc>
      </w:tr>
      <w:tr w:rsidR="009B32DB" w:rsidRPr="000A6710" w:rsidTr="00EE45DC">
        <w:trPr>
          <w:trHeight w:val="982"/>
        </w:trPr>
        <w:tc>
          <w:tcPr>
            <w:tcW w:w="1242" w:type="dxa"/>
          </w:tcPr>
          <w:p w:rsidR="009B32DB" w:rsidRPr="005D4F40" w:rsidRDefault="009B32DB" w:rsidP="00BE4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4F40">
              <w:rPr>
                <w:rFonts w:ascii="Times New Roman" w:hAnsi="Times New Roman" w:cs="Times New Roman"/>
                <w:b/>
                <w:sz w:val="28"/>
                <w:szCs w:val="28"/>
              </w:rPr>
              <w:t>851</w:t>
            </w:r>
          </w:p>
        </w:tc>
        <w:tc>
          <w:tcPr>
            <w:tcW w:w="4962" w:type="dxa"/>
          </w:tcPr>
          <w:p w:rsidR="009B32DB" w:rsidRPr="005D4F40" w:rsidRDefault="009B32DB" w:rsidP="008322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4F40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по надзору в области долевого строительства Краснода</w:t>
            </w:r>
            <w:r w:rsidRPr="005D4F40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Pr="005D4F40">
              <w:rPr>
                <w:rFonts w:ascii="Times New Roman" w:hAnsi="Times New Roman" w:cs="Times New Roman"/>
                <w:b/>
                <w:sz w:val="28"/>
                <w:szCs w:val="28"/>
              </w:rPr>
              <w:t>ского края</w:t>
            </w:r>
          </w:p>
        </w:tc>
        <w:tc>
          <w:tcPr>
            <w:tcW w:w="3685" w:type="dxa"/>
          </w:tcPr>
          <w:p w:rsidR="009B32DB" w:rsidRPr="00AB64A8" w:rsidRDefault="009B32DB" w:rsidP="00E01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000 1 16 90040 04 0000 140</w:t>
            </w:r>
          </w:p>
        </w:tc>
        <w:tc>
          <w:tcPr>
            <w:tcW w:w="4820" w:type="dxa"/>
          </w:tcPr>
          <w:p w:rsidR="009B32DB" w:rsidRPr="00AB64A8" w:rsidRDefault="009B32DB" w:rsidP="00E01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4A8">
              <w:rPr>
                <w:rFonts w:ascii="Times New Roman" w:hAnsi="Times New Roman" w:cs="Times New Roman"/>
                <w:sz w:val="28"/>
                <w:szCs w:val="28"/>
              </w:rPr>
              <w:t xml:space="preserve">Прочие поступления от денежных взысканий (штрафов) и иных сумм в  возмещение ущерба, зачисляемые в бюджеты городских округов   </w:t>
            </w:r>
          </w:p>
        </w:tc>
      </w:tr>
      <w:tr w:rsidR="009B32DB" w:rsidRPr="000A6710" w:rsidTr="00EE45DC">
        <w:trPr>
          <w:trHeight w:val="689"/>
        </w:trPr>
        <w:tc>
          <w:tcPr>
            <w:tcW w:w="1242" w:type="dxa"/>
            <w:vMerge w:val="restart"/>
          </w:tcPr>
          <w:p w:rsidR="009B32DB" w:rsidRPr="005D4F40" w:rsidRDefault="009B32DB" w:rsidP="00BE4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4F4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854</w:t>
            </w:r>
          </w:p>
        </w:tc>
        <w:tc>
          <w:tcPr>
            <w:tcW w:w="4962" w:type="dxa"/>
            <w:vMerge w:val="restart"/>
          </w:tcPr>
          <w:p w:rsidR="009B32DB" w:rsidRPr="005D4F40" w:rsidRDefault="009B32DB" w:rsidP="008322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4F40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природных ресурсов Краснодарского края</w:t>
            </w:r>
          </w:p>
        </w:tc>
        <w:tc>
          <w:tcPr>
            <w:tcW w:w="3685" w:type="dxa"/>
          </w:tcPr>
          <w:p w:rsidR="009B32DB" w:rsidRPr="00AB64A8" w:rsidRDefault="009B32DB" w:rsidP="00E01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000 1 16 90040 04 0000 140</w:t>
            </w:r>
          </w:p>
        </w:tc>
        <w:tc>
          <w:tcPr>
            <w:tcW w:w="4820" w:type="dxa"/>
          </w:tcPr>
          <w:p w:rsidR="009B32DB" w:rsidRPr="00AB64A8" w:rsidRDefault="009B32DB" w:rsidP="00E01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4A8">
              <w:rPr>
                <w:rFonts w:ascii="Times New Roman" w:hAnsi="Times New Roman" w:cs="Times New Roman"/>
                <w:sz w:val="28"/>
                <w:szCs w:val="28"/>
              </w:rPr>
              <w:t xml:space="preserve">Прочие поступления от денежных взысканий (штрафов) и иных сумм в  возмещение ущерба, зачисляемые в бюджеты городских округов   </w:t>
            </w:r>
          </w:p>
        </w:tc>
      </w:tr>
      <w:tr w:rsidR="009B32DB" w:rsidRPr="000A6710" w:rsidTr="00EE45DC">
        <w:tc>
          <w:tcPr>
            <w:tcW w:w="1242" w:type="dxa"/>
            <w:vMerge/>
          </w:tcPr>
          <w:p w:rsidR="009B32DB" w:rsidRPr="006465B5" w:rsidRDefault="009B32DB" w:rsidP="00BE4D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9B32DB" w:rsidRPr="007877EF" w:rsidRDefault="009B32DB" w:rsidP="008322A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9B32DB" w:rsidRPr="00AB64A8" w:rsidRDefault="009B32DB" w:rsidP="00EC7324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000 1 16 25010 01 0000 140</w:t>
            </w:r>
          </w:p>
        </w:tc>
        <w:tc>
          <w:tcPr>
            <w:tcW w:w="4820" w:type="dxa"/>
          </w:tcPr>
          <w:p w:rsidR="009B32DB" w:rsidRPr="00AB64A8" w:rsidRDefault="009B32DB" w:rsidP="00E0165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65B5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 (штрафы) за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465B5">
              <w:rPr>
                <w:rFonts w:ascii="Times New Roman" w:hAnsi="Times New Roman" w:cs="Times New Roman"/>
                <w:sz w:val="28"/>
                <w:szCs w:val="28"/>
              </w:rPr>
              <w:t>ару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шение законодательства </w:t>
            </w:r>
            <w:r w:rsidRPr="006465B5">
              <w:rPr>
                <w:rFonts w:ascii="Times New Roman" w:hAnsi="Times New Roman" w:cs="Times New Roman"/>
                <w:sz w:val="28"/>
                <w:szCs w:val="28"/>
              </w:rPr>
              <w:t>Росс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ской Федерации о недрах    </w:t>
            </w:r>
            <w:r w:rsidRPr="006465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B32DB" w:rsidRPr="000A6710" w:rsidTr="00EE45DC">
        <w:tc>
          <w:tcPr>
            <w:tcW w:w="1242" w:type="dxa"/>
            <w:vMerge/>
          </w:tcPr>
          <w:p w:rsidR="009B32DB" w:rsidRPr="006465B5" w:rsidRDefault="009B32DB" w:rsidP="00BE4D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9B32DB" w:rsidRPr="00AB64A8" w:rsidRDefault="009B32DB" w:rsidP="008322A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9B32DB" w:rsidRPr="00AB64A8" w:rsidRDefault="009B32DB" w:rsidP="00EC7324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000 1 16 25020 01 0000 140</w:t>
            </w:r>
          </w:p>
        </w:tc>
        <w:tc>
          <w:tcPr>
            <w:tcW w:w="4820" w:type="dxa"/>
          </w:tcPr>
          <w:p w:rsidR="009B32DB" w:rsidRPr="00AB64A8" w:rsidRDefault="009B32DB" w:rsidP="00E0165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65B5">
              <w:rPr>
                <w:rFonts w:ascii="Times New Roman" w:hAnsi="Times New Roman" w:cs="Times New Roman"/>
                <w:sz w:val="28"/>
                <w:szCs w:val="28"/>
              </w:rPr>
              <w:t>Дене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жные взыскания (штрафы) за </w:t>
            </w:r>
            <w:r w:rsidRPr="006465B5">
              <w:rPr>
                <w:rFonts w:ascii="Times New Roman" w:hAnsi="Times New Roman" w:cs="Times New Roman"/>
                <w:sz w:val="28"/>
                <w:szCs w:val="28"/>
              </w:rPr>
              <w:t>нарушение законодательства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65B5">
              <w:rPr>
                <w:rFonts w:ascii="Times New Roman" w:hAnsi="Times New Roman" w:cs="Times New Roman"/>
                <w:sz w:val="28"/>
                <w:szCs w:val="28"/>
              </w:rPr>
              <w:t>Росси</w:t>
            </w:r>
            <w:r w:rsidRPr="006465B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465B5">
              <w:rPr>
                <w:rFonts w:ascii="Times New Roman" w:hAnsi="Times New Roman" w:cs="Times New Roman"/>
                <w:sz w:val="28"/>
                <w:szCs w:val="28"/>
              </w:rPr>
              <w:t>ской Федерации об особо  охраня</w:t>
            </w:r>
            <w:r w:rsidRPr="006465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65B5">
              <w:rPr>
                <w:rFonts w:ascii="Times New Roman" w:hAnsi="Times New Roman" w:cs="Times New Roman"/>
                <w:sz w:val="28"/>
                <w:szCs w:val="28"/>
              </w:rPr>
              <w:t>мых природных территориях</w:t>
            </w:r>
          </w:p>
        </w:tc>
      </w:tr>
      <w:tr w:rsidR="009B32DB" w:rsidRPr="000A6710" w:rsidTr="00EE45DC">
        <w:tc>
          <w:tcPr>
            <w:tcW w:w="1242" w:type="dxa"/>
            <w:vMerge/>
          </w:tcPr>
          <w:p w:rsidR="009B32DB" w:rsidRPr="006465B5" w:rsidRDefault="009B32DB" w:rsidP="00BE4D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9B32DB" w:rsidRPr="00AB64A8" w:rsidRDefault="009B32DB" w:rsidP="008322A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9B32DB" w:rsidRPr="00AB64A8" w:rsidRDefault="009B32DB" w:rsidP="00EC7324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000 1 16 25030 01 0000 140</w:t>
            </w:r>
          </w:p>
        </w:tc>
        <w:tc>
          <w:tcPr>
            <w:tcW w:w="4820" w:type="dxa"/>
          </w:tcPr>
          <w:p w:rsidR="009B32DB" w:rsidRPr="00AB64A8" w:rsidRDefault="009B32DB" w:rsidP="00E0165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65B5">
              <w:rPr>
                <w:rFonts w:ascii="Times New Roman" w:hAnsi="Times New Roman" w:cs="Times New Roman"/>
                <w:sz w:val="28"/>
                <w:szCs w:val="28"/>
              </w:rPr>
              <w:t>Денежные взыскани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(штрафы) за </w:t>
            </w:r>
            <w:r w:rsidRPr="006465B5">
              <w:rPr>
                <w:rFonts w:ascii="Times New Roman" w:hAnsi="Times New Roman" w:cs="Times New Roman"/>
                <w:sz w:val="28"/>
                <w:szCs w:val="28"/>
              </w:rPr>
              <w:t>нарушение законодательства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65B5">
              <w:rPr>
                <w:rFonts w:ascii="Times New Roman" w:hAnsi="Times New Roman" w:cs="Times New Roman"/>
                <w:sz w:val="28"/>
                <w:szCs w:val="28"/>
              </w:rPr>
              <w:t>Росс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ской Федерации об охране и </w:t>
            </w:r>
            <w:r w:rsidRPr="006465B5">
              <w:rPr>
                <w:rFonts w:ascii="Times New Roman" w:hAnsi="Times New Roman" w:cs="Times New Roman"/>
                <w:sz w:val="28"/>
                <w:szCs w:val="28"/>
              </w:rPr>
              <w:t>испол</w:t>
            </w:r>
            <w:r w:rsidRPr="006465B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465B5">
              <w:rPr>
                <w:rFonts w:ascii="Times New Roman" w:hAnsi="Times New Roman" w:cs="Times New Roman"/>
                <w:sz w:val="28"/>
                <w:szCs w:val="28"/>
              </w:rPr>
              <w:t xml:space="preserve">зовании животного мира       </w:t>
            </w:r>
          </w:p>
        </w:tc>
      </w:tr>
      <w:tr w:rsidR="009B32DB" w:rsidRPr="000A6710" w:rsidTr="00EE45DC">
        <w:tc>
          <w:tcPr>
            <w:tcW w:w="1242" w:type="dxa"/>
            <w:vMerge/>
          </w:tcPr>
          <w:p w:rsidR="009B32DB" w:rsidRPr="006465B5" w:rsidRDefault="009B32DB" w:rsidP="00BE4D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9B32DB" w:rsidRPr="00AB64A8" w:rsidRDefault="009B32DB" w:rsidP="008322A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9B32DB" w:rsidRPr="00AB64A8" w:rsidRDefault="009B32DB" w:rsidP="00EC7324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000 1 16 25040 01 0000 140</w:t>
            </w:r>
          </w:p>
        </w:tc>
        <w:tc>
          <w:tcPr>
            <w:tcW w:w="4820" w:type="dxa"/>
          </w:tcPr>
          <w:p w:rsidR="009B32DB" w:rsidRPr="00AB64A8" w:rsidRDefault="009B32DB" w:rsidP="00E0165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65B5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    нарушение законодательства об  эк</w:t>
            </w:r>
            <w:r w:rsidRPr="006465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465B5">
              <w:rPr>
                <w:rFonts w:ascii="Times New Roman" w:hAnsi="Times New Roman" w:cs="Times New Roman"/>
                <w:sz w:val="28"/>
                <w:szCs w:val="28"/>
              </w:rPr>
              <w:t xml:space="preserve">логической экспертизе        </w:t>
            </w:r>
          </w:p>
        </w:tc>
      </w:tr>
      <w:tr w:rsidR="009B32DB" w:rsidRPr="000A6710" w:rsidTr="00EE45DC">
        <w:tc>
          <w:tcPr>
            <w:tcW w:w="1242" w:type="dxa"/>
            <w:vMerge/>
          </w:tcPr>
          <w:p w:rsidR="009B32DB" w:rsidRPr="006465B5" w:rsidRDefault="009B32DB" w:rsidP="00BE4D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9B32DB" w:rsidRPr="00AB64A8" w:rsidRDefault="009B32DB" w:rsidP="008322A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9B32DB" w:rsidRPr="00AB64A8" w:rsidRDefault="009B32DB" w:rsidP="00EC7324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000 1 16 25050 01 0000 140</w:t>
            </w:r>
          </w:p>
        </w:tc>
        <w:tc>
          <w:tcPr>
            <w:tcW w:w="4820" w:type="dxa"/>
          </w:tcPr>
          <w:p w:rsidR="009B32DB" w:rsidRPr="00AB64A8" w:rsidRDefault="009B32DB" w:rsidP="00E0165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65B5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    нарушение законодательства в обл</w:t>
            </w:r>
            <w:r w:rsidRPr="006465B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465B5">
              <w:rPr>
                <w:rFonts w:ascii="Times New Roman" w:hAnsi="Times New Roman" w:cs="Times New Roman"/>
                <w:sz w:val="28"/>
                <w:szCs w:val="28"/>
              </w:rPr>
              <w:t xml:space="preserve">сти охраны окружающей среды    </w:t>
            </w:r>
          </w:p>
        </w:tc>
      </w:tr>
      <w:tr w:rsidR="009B32DB" w:rsidRPr="000A6710" w:rsidTr="00EE45DC">
        <w:tc>
          <w:tcPr>
            <w:tcW w:w="1242" w:type="dxa"/>
            <w:vMerge/>
          </w:tcPr>
          <w:p w:rsidR="009B32DB" w:rsidRDefault="009B32DB" w:rsidP="00BE4D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9B32DB" w:rsidRPr="00AB64A8" w:rsidRDefault="009B32DB" w:rsidP="008322A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9B32DB" w:rsidRPr="00AB64A8" w:rsidRDefault="009B32DB" w:rsidP="00EC7324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000 1 16 25060 01 0000 140</w:t>
            </w:r>
          </w:p>
        </w:tc>
        <w:tc>
          <w:tcPr>
            <w:tcW w:w="4820" w:type="dxa"/>
          </w:tcPr>
          <w:p w:rsidR="009B32DB" w:rsidRPr="00AB64A8" w:rsidRDefault="009B32DB" w:rsidP="00E0165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465B5">
              <w:rPr>
                <w:rFonts w:ascii="Times New Roman" w:hAnsi="Times New Roman" w:cs="Times New Roman"/>
                <w:sz w:val="28"/>
                <w:szCs w:val="28"/>
              </w:rPr>
              <w:t>енежные взыскания (штрафы) за     нарушение земельного  законодател</w:t>
            </w:r>
            <w:r w:rsidRPr="006465B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465B5">
              <w:rPr>
                <w:rFonts w:ascii="Times New Roman" w:hAnsi="Times New Roman" w:cs="Times New Roman"/>
                <w:sz w:val="28"/>
                <w:szCs w:val="28"/>
              </w:rPr>
              <w:t xml:space="preserve">ства  </w:t>
            </w:r>
          </w:p>
        </w:tc>
      </w:tr>
      <w:tr w:rsidR="009B32DB" w:rsidRPr="000A6710" w:rsidTr="00EE45DC">
        <w:tc>
          <w:tcPr>
            <w:tcW w:w="1242" w:type="dxa"/>
            <w:vMerge/>
          </w:tcPr>
          <w:p w:rsidR="009B32DB" w:rsidRPr="006465B5" w:rsidRDefault="009B32DB" w:rsidP="00BE4D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9B32DB" w:rsidRPr="00AB64A8" w:rsidRDefault="009B32DB" w:rsidP="008322A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9B32DB" w:rsidRPr="00AB64A8" w:rsidRDefault="009B32DB" w:rsidP="00EC7324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000 1 16 25073 04 0000 140</w:t>
            </w:r>
          </w:p>
        </w:tc>
        <w:tc>
          <w:tcPr>
            <w:tcW w:w="4820" w:type="dxa"/>
          </w:tcPr>
          <w:p w:rsidR="009B32DB" w:rsidRPr="00AB64A8" w:rsidRDefault="009B32DB" w:rsidP="00E0165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65B5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 (штрафы) за     нарушение лесного законодательства на лесных участках, находящихся в  собственности городских округов    </w:t>
            </w:r>
          </w:p>
        </w:tc>
      </w:tr>
      <w:tr w:rsidR="009B32DB" w:rsidRPr="000A6710" w:rsidTr="00EE45DC">
        <w:tc>
          <w:tcPr>
            <w:tcW w:w="1242" w:type="dxa"/>
            <w:vMerge/>
          </w:tcPr>
          <w:p w:rsidR="009B32DB" w:rsidRPr="006465B5" w:rsidRDefault="009B32DB" w:rsidP="00BE4D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9B32DB" w:rsidRPr="00AB64A8" w:rsidRDefault="009B32DB" w:rsidP="008322A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9B32DB" w:rsidRPr="00AB64A8" w:rsidRDefault="009B32DB" w:rsidP="00E0165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000 1 16 25084 04 0000 140</w:t>
            </w:r>
          </w:p>
        </w:tc>
        <w:tc>
          <w:tcPr>
            <w:tcW w:w="4820" w:type="dxa"/>
          </w:tcPr>
          <w:p w:rsidR="009B32DB" w:rsidRPr="004613D7" w:rsidRDefault="009B32DB" w:rsidP="004613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3D7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 (штрафы) за </w:t>
            </w:r>
            <w:r w:rsidRPr="004613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нарушение водного законодательства</w:t>
            </w:r>
            <w:r w:rsidRPr="004613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установленное</w:t>
            </w:r>
            <w:r w:rsidRPr="004613D7">
              <w:rPr>
                <w:rFonts w:ascii="Times New Roman" w:hAnsi="Times New Roman" w:cs="Times New Roman"/>
                <w:sz w:val="28"/>
                <w:szCs w:val="28"/>
              </w:rPr>
              <w:t xml:space="preserve">  на водных объектах, находящихся в собственности горо</w:t>
            </w:r>
            <w:r w:rsidRPr="004613D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4613D7">
              <w:rPr>
                <w:rFonts w:ascii="Times New Roman" w:hAnsi="Times New Roman" w:cs="Times New Roman"/>
                <w:sz w:val="28"/>
                <w:szCs w:val="28"/>
              </w:rPr>
              <w:t xml:space="preserve">ских округов </w:t>
            </w:r>
          </w:p>
          <w:p w:rsidR="009B32DB" w:rsidRPr="004613D7" w:rsidRDefault="009B32DB" w:rsidP="00E0165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2DB" w:rsidRPr="000A6710" w:rsidTr="00EE45DC">
        <w:tc>
          <w:tcPr>
            <w:tcW w:w="1242" w:type="dxa"/>
            <w:vMerge/>
          </w:tcPr>
          <w:p w:rsidR="009B32DB" w:rsidRPr="006465B5" w:rsidRDefault="009B32DB" w:rsidP="00BE4DE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9B32DB" w:rsidRPr="00AB64A8" w:rsidRDefault="009B32DB" w:rsidP="008322A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9B32DB" w:rsidRPr="00AB64A8" w:rsidRDefault="009B32DB" w:rsidP="00EC7324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000 1 16 35020 04 0000 140</w:t>
            </w:r>
          </w:p>
        </w:tc>
        <w:tc>
          <w:tcPr>
            <w:tcW w:w="4820" w:type="dxa"/>
          </w:tcPr>
          <w:p w:rsidR="009B32DB" w:rsidRPr="00AB64A8" w:rsidRDefault="009B32DB" w:rsidP="00E0165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65B5">
              <w:rPr>
                <w:rFonts w:ascii="Times New Roman" w:hAnsi="Times New Roman" w:cs="Times New Roman"/>
                <w:sz w:val="28"/>
                <w:szCs w:val="28"/>
              </w:rPr>
              <w:t>Суммы по искам о возмещении вреда, причиненного окружающей среде,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65B5">
              <w:rPr>
                <w:rFonts w:ascii="Times New Roman" w:hAnsi="Times New Roman" w:cs="Times New Roman"/>
                <w:sz w:val="28"/>
                <w:szCs w:val="28"/>
              </w:rPr>
              <w:t xml:space="preserve"> подлежащие зачислению в бюджеты городских округов                  </w:t>
            </w:r>
          </w:p>
        </w:tc>
      </w:tr>
    </w:tbl>
    <w:p w:rsidR="000A6710" w:rsidRDefault="000A6710" w:rsidP="00392804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11DFF" w:rsidRDefault="00A11DFF" w:rsidP="00392804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муниципального образования</w:t>
      </w:r>
    </w:p>
    <w:p w:rsidR="00A11DFF" w:rsidRDefault="00A11DFF" w:rsidP="00392804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 Горячий Ключ, начальник финансового управления                                                             М.В.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Буторина</w:t>
      </w:r>
      <w:proofErr w:type="spellEnd"/>
    </w:p>
    <w:sectPr w:rsidR="00A11DFF" w:rsidSect="00C93CC8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617FD"/>
    <w:multiLevelType w:val="hybridMultilevel"/>
    <w:tmpl w:val="961ACCD4"/>
    <w:lvl w:ilvl="0" w:tplc="AD68FD6A">
      <w:numFmt w:val="bullet"/>
      <w:lvlText w:val=""/>
      <w:lvlJc w:val="left"/>
      <w:pPr>
        <w:ind w:left="9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710"/>
    <w:rsid w:val="00000952"/>
    <w:rsid w:val="000013D9"/>
    <w:rsid w:val="00001445"/>
    <w:rsid w:val="00001A4D"/>
    <w:rsid w:val="000024A4"/>
    <w:rsid w:val="00002829"/>
    <w:rsid w:val="00003200"/>
    <w:rsid w:val="000038C4"/>
    <w:rsid w:val="000041D0"/>
    <w:rsid w:val="000041FA"/>
    <w:rsid w:val="00004716"/>
    <w:rsid w:val="00004B97"/>
    <w:rsid w:val="00004C81"/>
    <w:rsid w:val="00005A9A"/>
    <w:rsid w:val="00006EF3"/>
    <w:rsid w:val="000079BA"/>
    <w:rsid w:val="00007EA7"/>
    <w:rsid w:val="000102DC"/>
    <w:rsid w:val="000107C3"/>
    <w:rsid w:val="00010B17"/>
    <w:rsid w:val="000110A5"/>
    <w:rsid w:val="000117D4"/>
    <w:rsid w:val="0001186C"/>
    <w:rsid w:val="00011EA9"/>
    <w:rsid w:val="00013026"/>
    <w:rsid w:val="000130A9"/>
    <w:rsid w:val="00013CF2"/>
    <w:rsid w:val="00013E6A"/>
    <w:rsid w:val="000143D6"/>
    <w:rsid w:val="00014549"/>
    <w:rsid w:val="000164F5"/>
    <w:rsid w:val="00016AE4"/>
    <w:rsid w:val="00016CB3"/>
    <w:rsid w:val="0001786E"/>
    <w:rsid w:val="00017DEB"/>
    <w:rsid w:val="0002125B"/>
    <w:rsid w:val="000212CE"/>
    <w:rsid w:val="00021781"/>
    <w:rsid w:val="00021CF3"/>
    <w:rsid w:val="000223B8"/>
    <w:rsid w:val="0002368A"/>
    <w:rsid w:val="00023C8E"/>
    <w:rsid w:val="00023F7E"/>
    <w:rsid w:val="00023FE5"/>
    <w:rsid w:val="000243F5"/>
    <w:rsid w:val="000246C0"/>
    <w:rsid w:val="000246E4"/>
    <w:rsid w:val="00024BD4"/>
    <w:rsid w:val="00025845"/>
    <w:rsid w:val="00025AF4"/>
    <w:rsid w:val="00025B42"/>
    <w:rsid w:val="00025F38"/>
    <w:rsid w:val="000264F7"/>
    <w:rsid w:val="000271AF"/>
    <w:rsid w:val="00027336"/>
    <w:rsid w:val="000274DB"/>
    <w:rsid w:val="00027A6A"/>
    <w:rsid w:val="00030217"/>
    <w:rsid w:val="00030706"/>
    <w:rsid w:val="0003084D"/>
    <w:rsid w:val="0003087F"/>
    <w:rsid w:val="000309D7"/>
    <w:rsid w:val="00030A8D"/>
    <w:rsid w:val="00031419"/>
    <w:rsid w:val="00031D12"/>
    <w:rsid w:val="00032229"/>
    <w:rsid w:val="0003257B"/>
    <w:rsid w:val="00032B0B"/>
    <w:rsid w:val="00034868"/>
    <w:rsid w:val="000348B2"/>
    <w:rsid w:val="000354D2"/>
    <w:rsid w:val="0003554B"/>
    <w:rsid w:val="0003556F"/>
    <w:rsid w:val="0003615A"/>
    <w:rsid w:val="000364CA"/>
    <w:rsid w:val="00036856"/>
    <w:rsid w:val="000369B5"/>
    <w:rsid w:val="00037334"/>
    <w:rsid w:val="000407B7"/>
    <w:rsid w:val="00040888"/>
    <w:rsid w:val="000409DF"/>
    <w:rsid w:val="00040E78"/>
    <w:rsid w:val="00040EDC"/>
    <w:rsid w:val="00041F20"/>
    <w:rsid w:val="000425A1"/>
    <w:rsid w:val="00042B24"/>
    <w:rsid w:val="00042C94"/>
    <w:rsid w:val="00042CDE"/>
    <w:rsid w:val="00042D9D"/>
    <w:rsid w:val="00042F77"/>
    <w:rsid w:val="00043747"/>
    <w:rsid w:val="00043A19"/>
    <w:rsid w:val="00043AA0"/>
    <w:rsid w:val="00043B5C"/>
    <w:rsid w:val="00045EB5"/>
    <w:rsid w:val="0004601C"/>
    <w:rsid w:val="0004604D"/>
    <w:rsid w:val="000464AE"/>
    <w:rsid w:val="000465B7"/>
    <w:rsid w:val="000471F4"/>
    <w:rsid w:val="00047200"/>
    <w:rsid w:val="00047F69"/>
    <w:rsid w:val="000501D0"/>
    <w:rsid w:val="00050A6E"/>
    <w:rsid w:val="00051669"/>
    <w:rsid w:val="000516EE"/>
    <w:rsid w:val="00051C63"/>
    <w:rsid w:val="000524E3"/>
    <w:rsid w:val="00052C6B"/>
    <w:rsid w:val="00052D1E"/>
    <w:rsid w:val="000530F0"/>
    <w:rsid w:val="00053293"/>
    <w:rsid w:val="00053666"/>
    <w:rsid w:val="00053986"/>
    <w:rsid w:val="00054479"/>
    <w:rsid w:val="0005543F"/>
    <w:rsid w:val="00055588"/>
    <w:rsid w:val="00055798"/>
    <w:rsid w:val="00056238"/>
    <w:rsid w:val="00056FFA"/>
    <w:rsid w:val="000576E3"/>
    <w:rsid w:val="00057C5A"/>
    <w:rsid w:val="00060767"/>
    <w:rsid w:val="00060959"/>
    <w:rsid w:val="00060A62"/>
    <w:rsid w:val="000616A8"/>
    <w:rsid w:val="000616BE"/>
    <w:rsid w:val="00061D25"/>
    <w:rsid w:val="0006229F"/>
    <w:rsid w:val="0006279E"/>
    <w:rsid w:val="00062E73"/>
    <w:rsid w:val="00062F51"/>
    <w:rsid w:val="000635FA"/>
    <w:rsid w:val="00063A54"/>
    <w:rsid w:val="00063B9E"/>
    <w:rsid w:val="00063E9C"/>
    <w:rsid w:val="0006478F"/>
    <w:rsid w:val="00064B53"/>
    <w:rsid w:val="000651CB"/>
    <w:rsid w:val="000652FC"/>
    <w:rsid w:val="00065DEE"/>
    <w:rsid w:val="00066646"/>
    <w:rsid w:val="00067979"/>
    <w:rsid w:val="00067BC4"/>
    <w:rsid w:val="00067D10"/>
    <w:rsid w:val="00070152"/>
    <w:rsid w:val="00070268"/>
    <w:rsid w:val="00070B67"/>
    <w:rsid w:val="0007125D"/>
    <w:rsid w:val="000715E6"/>
    <w:rsid w:val="00071C7A"/>
    <w:rsid w:val="000724EA"/>
    <w:rsid w:val="00072962"/>
    <w:rsid w:val="00072A8D"/>
    <w:rsid w:val="00072C4C"/>
    <w:rsid w:val="00073357"/>
    <w:rsid w:val="0007349D"/>
    <w:rsid w:val="000734FD"/>
    <w:rsid w:val="00073501"/>
    <w:rsid w:val="000735D5"/>
    <w:rsid w:val="00073DF3"/>
    <w:rsid w:val="00073E3F"/>
    <w:rsid w:val="00073E47"/>
    <w:rsid w:val="00073F38"/>
    <w:rsid w:val="00074409"/>
    <w:rsid w:val="00074C76"/>
    <w:rsid w:val="00075C76"/>
    <w:rsid w:val="00075EEB"/>
    <w:rsid w:val="0007600C"/>
    <w:rsid w:val="000760DD"/>
    <w:rsid w:val="000762DC"/>
    <w:rsid w:val="000766FE"/>
    <w:rsid w:val="000770F2"/>
    <w:rsid w:val="00077103"/>
    <w:rsid w:val="0007733C"/>
    <w:rsid w:val="00077364"/>
    <w:rsid w:val="000779EF"/>
    <w:rsid w:val="00077DDF"/>
    <w:rsid w:val="00077DF2"/>
    <w:rsid w:val="000806D4"/>
    <w:rsid w:val="000807FC"/>
    <w:rsid w:val="00080854"/>
    <w:rsid w:val="00080F2D"/>
    <w:rsid w:val="0008105B"/>
    <w:rsid w:val="00081A69"/>
    <w:rsid w:val="00081D18"/>
    <w:rsid w:val="00081F94"/>
    <w:rsid w:val="0008284A"/>
    <w:rsid w:val="0008389D"/>
    <w:rsid w:val="00083A5E"/>
    <w:rsid w:val="00083F87"/>
    <w:rsid w:val="000840E7"/>
    <w:rsid w:val="000844E6"/>
    <w:rsid w:val="000855BE"/>
    <w:rsid w:val="00086391"/>
    <w:rsid w:val="000863A2"/>
    <w:rsid w:val="000869A0"/>
    <w:rsid w:val="00086B71"/>
    <w:rsid w:val="00086C1E"/>
    <w:rsid w:val="00086EC5"/>
    <w:rsid w:val="00087BDF"/>
    <w:rsid w:val="00090144"/>
    <w:rsid w:val="00090706"/>
    <w:rsid w:val="000911AA"/>
    <w:rsid w:val="0009244D"/>
    <w:rsid w:val="000926FE"/>
    <w:rsid w:val="000929B8"/>
    <w:rsid w:val="00092AA3"/>
    <w:rsid w:val="00093124"/>
    <w:rsid w:val="00093661"/>
    <w:rsid w:val="00094802"/>
    <w:rsid w:val="000956C5"/>
    <w:rsid w:val="0009597F"/>
    <w:rsid w:val="000959BF"/>
    <w:rsid w:val="00095DF6"/>
    <w:rsid w:val="00095E9C"/>
    <w:rsid w:val="00096440"/>
    <w:rsid w:val="00096583"/>
    <w:rsid w:val="000965BC"/>
    <w:rsid w:val="0009674C"/>
    <w:rsid w:val="00096F83"/>
    <w:rsid w:val="00097144"/>
    <w:rsid w:val="0009747A"/>
    <w:rsid w:val="00097AC8"/>
    <w:rsid w:val="000A0512"/>
    <w:rsid w:val="000A0546"/>
    <w:rsid w:val="000A09AE"/>
    <w:rsid w:val="000A09C7"/>
    <w:rsid w:val="000A195F"/>
    <w:rsid w:val="000A1D2C"/>
    <w:rsid w:val="000A23A5"/>
    <w:rsid w:val="000A2ADA"/>
    <w:rsid w:val="000A2B31"/>
    <w:rsid w:val="000A2DE2"/>
    <w:rsid w:val="000A3029"/>
    <w:rsid w:val="000A3EBD"/>
    <w:rsid w:val="000A5366"/>
    <w:rsid w:val="000A55B6"/>
    <w:rsid w:val="000A55BC"/>
    <w:rsid w:val="000A6215"/>
    <w:rsid w:val="000A6710"/>
    <w:rsid w:val="000A6799"/>
    <w:rsid w:val="000A6ABD"/>
    <w:rsid w:val="000A6AF9"/>
    <w:rsid w:val="000A7484"/>
    <w:rsid w:val="000A76CE"/>
    <w:rsid w:val="000A7EDC"/>
    <w:rsid w:val="000B0475"/>
    <w:rsid w:val="000B06C8"/>
    <w:rsid w:val="000B0A8C"/>
    <w:rsid w:val="000B0E89"/>
    <w:rsid w:val="000B0F8D"/>
    <w:rsid w:val="000B1A43"/>
    <w:rsid w:val="000B1EAA"/>
    <w:rsid w:val="000B22F5"/>
    <w:rsid w:val="000B2587"/>
    <w:rsid w:val="000B2C3E"/>
    <w:rsid w:val="000B3835"/>
    <w:rsid w:val="000B3AE9"/>
    <w:rsid w:val="000B3C6C"/>
    <w:rsid w:val="000B48F6"/>
    <w:rsid w:val="000B4AB6"/>
    <w:rsid w:val="000B4E19"/>
    <w:rsid w:val="000B529D"/>
    <w:rsid w:val="000B557E"/>
    <w:rsid w:val="000B63E1"/>
    <w:rsid w:val="000B6BB8"/>
    <w:rsid w:val="000B7047"/>
    <w:rsid w:val="000B727F"/>
    <w:rsid w:val="000B7A11"/>
    <w:rsid w:val="000B7EF5"/>
    <w:rsid w:val="000C0F91"/>
    <w:rsid w:val="000C14D5"/>
    <w:rsid w:val="000C2D98"/>
    <w:rsid w:val="000C2F38"/>
    <w:rsid w:val="000C361A"/>
    <w:rsid w:val="000C3AD0"/>
    <w:rsid w:val="000C3B44"/>
    <w:rsid w:val="000C400A"/>
    <w:rsid w:val="000C425C"/>
    <w:rsid w:val="000C4399"/>
    <w:rsid w:val="000C4A36"/>
    <w:rsid w:val="000C55B8"/>
    <w:rsid w:val="000C582E"/>
    <w:rsid w:val="000C5C09"/>
    <w:rsid w:val="000C6070"/>
    <w:rsid w:val="000C7032"/>
    <w:rsid w:val="000C7651"/>
    <w:rsid w:val="000C77E7"/>
    <w:rsid w:val="000C789B"/>
    <w:rsid w:val="000C7ECD"/>
    <w:rsid w:val="000D04A6"/>
    <w:rsid w:val="000D0692"/>
    <w:rsid w:val="000D0AC7"/>
    <w:rsid w:val="000D0E98"/>
    <w:rsid w:val="000D10F5"/>
    <w:rsid w:val="000D14EA"/>
    <w:rsid w:val="000D1F3B"/>
    <w:rsid w:val="000D28A4"/>
    <w:rsid w:val="000D2A1B"/>
    <w:rsid w:val="000D38E4"/>
    <w:rsid w:val="000D4344"/>
    <w:rsid w:val="000D4972"/>
    <w:rsid w:val="000D4F0B"/>
    <w:rsid w:val="000D5490"/>
    <w:rsid w:val="000D5E06"/>
    <w:rsid w:val="000D693C"/>
    <w:rsid w:val="000D69EB"/>
    <w:rsid w:val="000E03CB"/>
    <w:rsid w:val="000E060B"/>
    <w:rsid w:val="000E1222"/>
    <w:rsid w:val="000E135A"/>
    <w:rsid w:val="000E160E"/>
    <w:rsid w:val="000E1879"/>
    <w:rsid w:val="000E1909"/>
    <w:rsid w:val="000E19BD"/>
    <w:rsid w:val="000E28EB"/>
    <w:rsid w:val="000E3B66"/>
    <w:rsid w:val="000E46F0"/>
    <w:rsid w:val="000E4AA3"/>
    <w:rsid w:val="000E4BDE"/>
    <w:rsid w:val="000E4CB7"/>
    <w:rsid w:val="000E5106"/>
    <w:rsid w:val="000E5686"/>
    <w:rsid w:val="000E58D5"/>
    <w:rsid w:val="000E673F"/>
    <w:rsid w:val="000E677D"/>
    <w:rsid w:val="000E69D0"/>
    <w:rsid w:val="000E6B1F"/>
    <w:rsid w:val="000E710C"/>
    <w:rsid w:val="000E72E7"/>
    <w:rsid w:val="000F039B"/>
    <w:rsid w:val="000F08A7"/>
    <w:rsid w:val="000F110B"/>
    <w:rsid w:val="000F1288"/>
    <w:rsid w:val="000F1A57"/>
    <w:rsid w:val="000F3C93"/>
    <w:rsid w:val="000F40A7"/>
    <w:rsid w:val="000F4482"/>
    <w:rsid w:val="000F4FD9"/>
    <w:rsid w:val="000F54B3"/>
    <w:rsid w:val="000F6227"/>
    <w:rsid w:val="000F72E5"/>
    <w:rsid w:val="000F7911"/>
    <w:rsid w:val="000F7BBC"/>
    <w:rsid w:val="000F7F18"/>
    <w:rsid w:val="0010024D"/>
    <w:rsid w:val="0010056C"/>
    <w:rsid w:val="001007E3"/>
    <w:rsid w:val="00100D46"/>
    <w:rsid w:val="00101483"/>
    <w:rsid w:val="0010159A"/>
    <w:rsid w:val="00101AFA"/>
    <w:rsid w:val="001022C5"/>
    <w:rsid w:val="00102377"/>
    <w:rsid w:val="001025F5"/>
    <w:rsid w:val="00102C46"/>
    <w:rsid w:val="0010312A"/>
    <w:rsid w:val="0010420C"/>
    <w:rsid w:val="0010459C"/>
    <w:rsid w:val="00104D5B"/>
    <w:rsid w:val="001052A0"/>
    <w:rsid w:val="001055FB"/>
    <w:rsid w:val="00105BB6"/>
    <w:rsid w:val="001062CB"/>
    <w:rsid w:val="00106C99"/>
    <w:rsid w:val="00107C16"/>
    <w:rsid w:val="00107ECF"/>
    <w:rsid w:val="00110049"/>
    <w:rsid w:val="00110DC3"/>
    <w:rsid w:val="001117C7"/>
    <w:rsid w:val="00112882"/>
    <w:rsid w:val="00112AE2"/>
    <w:rsid w:val="0011308A"/>
    <w:rsid w:val="001132E2"/>
    <w:rsid w:val="00113A18"/>
    <w:rsid w:val="00113FA7"/>
    <w:rsid w:val="00114351"/>
    <w:rsid w:val="001144E3"/>
    <w:rsid w:val="00114F52"/>
    <w:rsid w:val="0011506F"/>
    <w:rsid w:val="00115983"/>
    <w:rsid w:val="00115B18"/>
    <w:rsid w:val="001168D7"/>
    <w:rsid w:val="0011744B"/>
    <w:rsid w:val="00117470"/>
    <w:rsid w:val="001175C9"/>
    <w:rsid w:val="00117857"/>
    <w:rsid w:val="00117A9F"/>
    <w:rsid w:val="00117F1F"/>
    <w:rsid w:val="001202DC"/>
    <w:rsid w:val="00120A68"/>
    <w:rsid w:val="00121071"/>
    <w:rsid w:val="00121A2C"/>
    <w:rsid w:val="0012227D"/>
    <w:rsid w:val="001235C0"/>
    <w:rsid w:val="00123B98"/>
    <w:rsid w:val="00123FF5"/>
    <w:rsid w:val="00124A3C"/>
    <w:rsid w:val="00124C9E"/>
    <w:rsid w:val="0012695D"/>
    <w:rsid w:val="0012767D"/>
    <w:rsid w:val="00127B53"/>
    <w:rsid w:val="00127B7F"/>
    <w:rsid w:val="001301D6"/>
    <w:rsid w:val="0013034A"/>
    <w:rsid w:val="00130E2F"/>
    <w:rsid w:val="00131033"/>
    <w:rsid w:val="001316EA"/>
    <w:rsid w:val="00132361"/>
    <w:rsid w:val="00132480"/>
    <w:rsid w:val="00132A6E"/>
    <w:rsid w:val="00132D0E"/>
    <w:rsid w:val="0013333E"/>
    <w:rsid w:val="0013376A"/>
    <w:rsid w:val="001338DD"/>
    <w:rsid w:val="001343CE"/>
    <w:rsid w:val="00134A40"/>
    <w:rsid w:val="00136305"/>
    <w:rsid w:val="00136990"/>
    <w:rsid w:val="001370E0"/>
    <w:rsid w:val="00137545"/>
    <w:rsid w:val="00137925"/>
    <w:rsid w:val="00137C49"/>
    <w:rsid w:val="00140381"/>
    <w:rsid w:val="0014136F"/>
    <w:rsid w:val="00141389"/>
    <w:rsid w:val="001415EF"/>
    <w:rsid w:val="00141713"/>
    <w:rsid w:val="001417F3"/>
    <w:rsid w:val="00142AD5"/>
    <w:rsid w:val="00142CB7"/>
    <w:rsid w:val="00142F2D"/>
    <w:rsid w:val="00143167"/>
    <w:rsid w:val="001443CD"/>
    <w:rsid w:val="001445F1"/>
    <w:rsid w:val="001452BB"/>
    <w:rsid w:val="0014553D"/>
    <w:rsid w:val="001456E0"/>
    <w:rsid w:val="00145FF3"/>
    <w:rsid w:val="0014678F"/>
    <w:rsid w:val="00146840"/>
    <w:rsid w:val="00146AEA"/>
    <w:rsid w:val="00147872"/>
    <w:rsid w:val="00147D45"/>
    <w:rsid w:val="00150C5C"/>
    <w:rsid w:val="0015138C"/>
    <w:rsid w:val="00151825"/>
    <w:rsid w:val="001518BC"/>
    <w:rsid w:val="00151EC6"/>
    <w:rsid w:val="00151FC2"/>
    <w:rsid w:val="001526F8"/>
    <w:rsid w:val="00152C3C"/>
    <w:rsid w:val="00153338"/>
    <w:rsid w:val="00153EC6"/>
    <w:rsid w:val="001540EC"/>
    <w:rsid w:val="00154A40"/>
    <w:rsid w:val="00155359"/>
    <w:rsid w:val="00155DA7"/>
    <w:rsid w:val="00155E06"/>
    <w:rsid w:val="001562AC"/>
    <w:rsid w:val="00156E39"/>
    <w:rsid w:val="001572D6"/>
    <w:rsid w:val="001575B1"/>
    <w:rsid w:val="00157A04"/>
    <w:rsid w:val="00157ADF"/>
    <w:rsid w:val="00157D20"/>
    <w:rsid w:val="00157EC4"/>
    <w:rsid w:val="0016006C"/>
    <w:rsid w:val="0016071E"/>
    <w:rsid w:val="00160B6A"/>
    <w:rsid w:val="001614CE"/>
    <w:rsid w:val="00162353"/>
    <w:rsid w:val="0016287F"/>
    <w:rsid w:val="00162F49"/>
    <w:rsid w:val="001630BE"/>
    <w:rsid w:val="00163562"/>
    <w:rsid w:val="00163AC9"/>
    <w:rsid w:val="00163E03"/>
    <w:rsid w:val="00164193"/>
    <w:rsid w:val="00164951"/>
    <w:rsid w:val="0016517A"/>
    <w:rsid w:val="00165756"/>
    <w:rsid w:val="00165BAD"/>
    <w:rsid w:val="00165DCA"/>
    <w:rsid w:val="00165E71"/>
    <w:rsid w:val="0016646E"/>
    <w:rsid w:val="00166771"/>
    <w:rsid w:val="00166D5F"/>
    <w:rsid w:val="00167027"/>
    <w:rsid w:val="001671D8"/>
    <w:rsid w:val="00167848"/>
    <w:rsid w:val="00167A86"/>
    <w:rsid w:val="00170615"/>
    <w:rsid w:val="0017168A"/>
    <w:rsid w:val="00171AB1"/>
    <w:rsid w:val="00171CDD"/>
    <w:rsid w:val="00172120"/>
    <w:rsid w:val="00172150"/>
    <w:rsid w:val="001725C9"/>
    <w:rsid w:val="001726C2"/>
    <w:rsid w:val="00173238"/>
    <w:rsid w:val="00173466"/>
    <w:rsid w:val="0017356C"/>
    <w:rsid w:val="00173851"/>
    <w:rsid w:val="00173AC8"/>
    <w:rsid w:val="00173AD3"/>
    <w:rsid w:val="00173E3D"/>
    <w:rsid w:val="0017418B"/>
    <w:rsid w:val="001743DA"/>
    <w:rsid w:val="00174CDD"/>
    <w:rsid w:val="00174E9E"/>
    <w:rsid w:val="00174FE7"/>
    <w:rsid w:val="001750DF"/>
    <w:rsid w:val="0017526B"/>
    <w:rsid w:val="00177358"/>
    <w:rsid w:val="001774B4"/>
    <w:rsid w:val="001775B0"/>
    <w:rsid w:val="00177614"/>
    <w:rsid w:val="00177636"/>
    <w:rsid w:val="00177D34"/>
    <w:rsid w:val="001807D6"/>
    <w:rsid w:val="00180861"/>
    <w:rsid w:val="00180923"/>
    <w:rsid w:val="001809A7"/>
    <w:rsid w:val="00180AE0"/>
    <w:rsid w:val="001810AE"/>
    <w:rsid w:val="0018151A"/>
    <w:rsid w:val="00181944"/>
    <w:rsid w:val="00181B3B"/>
    <w:rsid w:val="00181C2D"/>
    <w:rsid w:val="00182308"/>
    <w:rsid w:val="00182488"/>
    <w:rsid w:val="0018248F"/>
    <w:rsid w:val="001824E2"/>
    <w:rsid w:val="00182856"/>
    <w:rsid w:val="001837A3"/>
    <w:rsid w:val="00183F9C"/>
    <w:rsid w:val="001842A3"/>
    <w:rsid w:val="0018435D"/>
    <w:rsid w:val="00184646"/>
    <w:rsid w:val="00185C31"/>
    <w:rsid w:val="0018647E"/>
    <w:rsid w:val="0018687B"/>
    <w:rsid w:val="0018757B"/>
    <w:rsid w:val="00187809"/>
    <w:rsid w:val="001902B3"/>
    <w:rsid w:val="0019060B"/>
    <w:rsid w:val="001906C2"/>
    <w:rsid w:val="00190A94"/>
    <w:rsid w:val="00190DE4"/>
    <w:rsid w:val="0019205A"/>
    <w:rsid w:val="001924E3"/>
    <w:rsid w:val="00192650"/>
    <w:rsid w:val="0019288C"/>
    <w:rsid w:val="001929AB"/>
    <w:rsid w:val="001935C8"/>
    <w:rsid w:val="00193BB3"/>
    <w:rsid w:val="00194298"/>
    <w:rsid w:val="00194362"/>
    <w:rsid w:val="00194590"/>
    <w:rsid w:val="001946B5"/>
    <w:rsid w:val="001946C5"/>
    <w:rsid w:val="001951BF"/>
    <w:rsid w:val="0019520C"/>
    <w:rsid w:val="001952A3"/>
    <w:rsid w:val="001956E0"/>
    <w:rsid w:val="00195C73"/>
    <w:rsid w:val="00196D25"/>
    <w:rsid w:val="00197972"/>
    <w:rsid w:val="00197C13"/>
    <w:rsid w:val="00197E30"/>
    <w:rsid w:val="001A014A"/>
    <w:rsid w:val="001A086E"/>
    <w:rsid w:val="001A0F65"/>
    <w:rsid w:val="001A1491"/>
    <w:rsid w:val="001A1523"/>
    <w:rsid w:val="001A1841"/>
    <w:rsid w:val="001A2AA4"/>
    <w:rsid w:val="001A3CC7"/>
    <w:rsid w:val="001A6E3A"/>
    <w:rsid w:val="001A7C50"/>
    <w:rsid w:val="001B02CE"/>
    <w:rsid w:val="001B0A00"/>
    <w:rsid w:val="001B0AE2"/>
    <w:rsid w:val="001B141F"/>
    <w:rsid w:val="001B1DBB"/>
    <w:rsid w:val="001B2384"/>
    <w:rsid w:val="001B2437"/>
    <w:rsid w:val="001B26C4"/>
    <w:rsid w:val="001B2A45"/>
    <w:rsid w:val="001B2E71"/>
    <w:rsid w:val="001B361F"/>
    <w:rsid w:val="001B41AC"/>
    <w:rsid w:val="001B4C95"/>
    <w:rsid w:val="001B4CA6"/>
    <w:rsid w:val="001B4CAD"/>
    <w:rsid w:val="001B4EAD"/>
    <w:rsid w:val="001B5579"/>
    <w:rsid w:val="001B564B"/>
    <w:rsid w:val="001B5788"/>
    <w:rsid w:val="001B6877"/>
    <w:rsid w:val="001B7D4F"/>
    <w:rsid w:val="001C0208"/>
    <w:rsid w:val="001C027E"/>
    <w:rsid w:val="001C066A"/>
    <w:rsid w:val="001C0BC0"/>
    <w:rsid w:val="001C0CDB"/>
    <w:rsid w:val="001C1055"/>
    <w:rsid w:val="001C1890"/>
    <w:rsid w:val="001C1DCB"/>
    <w:rsid w:val="001C2B0E"/>
    <w:rsid w:val="001C2D80"/>
    <w:rsid w:val="001C3370"/>
    <w:rsid w:val="001C3B81"/>
    <w:rsid w:val="001C4A25"/>
    <w:rsid w:val="001C4ED5"/>
    <w:rsid w:val="001C6D81"/>
    <w:rsid w:val="001C7114"/>
    <w:rsid w:val="001C720A"/>
    <w:rsid w:val="001C75FF"/>
    <w:rsid w:val="001C7B75"/>
    <w:rsid w:val="001C7BBF"/>
    <w:rsid w:val="001D0134"/>
    <w:rsid w:val="001D0617"/>
    <w:rsid w:val="001D075C"/>
    <w:rsid w:val="001D1979"/>
    <w:rsid w:val="001D1ED3"/>
    <w:rsid w:val="001D220B"/>
    <w:rsid w:val="001D2832"/>
    <w:rsid w:val="001D296E"/>
    <w:rsid w:val="001D2B0A"/>
    <w:rsid w:val="001D2E71"/>
    <w:rsid w:val="001D37D4"/>
    <w:rsid w:val="001D3AA8"/>
    <w:rsid w:val="001D3AC1"/>
    <w:rsid w:val="001D3CE8"/>
    <w:rsid w:val="001D3F3D"/>
    <w:rsid w:val="001D44CD"/>
    <w:rsid w:val="001D5086"/>
    <w:rsid w:val="001D526B"/>
    <w:rsid w:val="001D539D"/>
    <w:rsid w:val="001D53DC"/>
    <w:rsid w:val="001D6B31"/>
    <w:rsid w:val="001D6D66"/>
    <w:rsid w:val="001D726C"/>
    <w:rsid w:val="001D7522"/>
    <w:rsid w:val="001D7806"/>
    <w:rsid w:val="001D7CFE"/>
    <w:rsid w:val="001E02BB"/>
    <w:rsid w:val="001E054E"/>
    <w:rsid w:val="001E09D4"/>
    <w:rsid w:val="001E108F"/>
    <w:rsid w:val="001E1C6D"/>
    <w:rsid w:val="001E1FFA"/>
    <w:rsid w:val="001E25D4"/>
    <w:rsid w:val="001E33A3"/>
    <w:rsid w:val="001E3962"/>
    <w:rsid w:val="001E4045"/>
    <w:rsid w:val="001E44EA"/>
    <w:rsid w:val="001E4A62"/>
    <w:rsid w:val="001E4DCB"/>
    <w:rsid w:val="001E5975"/>
    <w:rsid w:val="001E5DB4"/>
    <w:rsid w:val="001E5F55"/>
    <w:rsid w:val="001E61C5"/>
    <w:rsid w:val="001E6BFB"/>
    <w:rsid w:val="001E6EEB"/>
    <w:rsid w:val="001E700E"/>
    <w:rsid w:val="001E7CC3"/>
    <w:rsid w:val="001E7DB4"/>
    <w:rsid w:val="001F0113"/>
    <w:rsid w:val="001F07B1"/>
    <w:rsid w:val="001F126A"/>
    <w:rsid w:val="001F13ED"/>
    <w:rsid w:val="001F1881"/>
    <w:rsid w:val="001F195F"/>
    <w:rsid w:val="001F19F9"/>
    <w:rsid w:val="001F1D66"/>
    <w:rsid w:val="001F23C9"/>
    <w:rsid w:val="001F2415"/>
    <w:rsid w:val="001F436F"/>
    <w:rsid w:val="001F47E2"/>
    <w:rsid w:val="001F58C0"/>
    <w:rsid w:val="001F6433"/>
    <w:rsid w:val="001F6EA3"/>
    <w:rsid w:val="001F713F"/>
    <w:rsid w:val="002003B6"/>
    <w:rsid w:val="002003BA"/>
    <w:rsid w:val="0020058D"/>
    <w:rsid w:val="002012C3"/>
    <w:rsid w:val="00201BAB"/>
    <w:rsid w:val="00201ECB"/>
    <w:rsid w:val="00202102"/>
    <w:rsid w:val="002023B5"/>
    <w:rsid w:val="00202A29"/>
    <w:rsid w:val="00202B5D"/>
    <w:rsid w:val="00202D76"/>
    <w:rsid w:val="00203086"/>
    <w:rsid w:val="002034BE"/>
    <w:rsid w:val="002037D0"/>
    <w:rsid w:val="00203857"/>
    <w:rsid w:val="00203999"/>
    <w:rsid w:val="0020415A"/>
    <w:rsid w:val="00204292"/>
    <w:rsid w:val="00204656"/>
    <w:rsid w:val="00205107"/>
    <w:rsid w:val="002052BA"/>
    <w:rsid w:val="00205B12"/>
    <w:rsid w:val="00206A5D"/>
    <w:rsid w:val="00206E2F"/>
    <w:rsid w:val="002079F2"/>
    <w:rsid w:val="00210410"/>
    <w:rsid w:val="00210588"/>
    <w:rsid w:val="00210787"/>
    <w:rsid w:val="00210A74"/>
    <w:rsid w:val="00210E85"/>
    <w:rsid w:val="0021122D"/>
    <w:rsid w:val="00211725"/>
    <w:rsid w:val="002122A8"/>
    <w:rsid w:val="002123E7"/>
    <w:rsid w:val="00213674"/>
    <w:rsid w:val="00213E96"/>
    <w:rsid w:val="0021466C"/>
    <w:rsid w:val="00214680"/>
    <w:rsid w:val="00214DA7"/>
    <w:rsid w:val="00216BAA"/>
    <w:rsid w:val="00216DBF"/>
    <w:rsid w:val="00217B47"/>
    <w:rsid w:val="00220018"/>
    <w:rsid w:val="00221447"/>
    <w:rsid w:val="002225DB"/>
    <w:rsid w:val="0022287F"/>
    <w:rsid w:val="002228FE"/>
    <w:rsid w:val="00222ABF"/>
    <w:rsid w:val="002234DA"/>
    <w:rsid w:val="0022412B"/>
    <w:rsid w:val="002246EA"/>
    <w:rsid w:val="00224D9E"/>
    <w:rsid w:val="00224E86"/>
    <w:rsid w:val="00225811"/>
    <w:rsid w:val="0022609A"/>
    <w:rsid w:val="0022628A"/>
    <w:rsid w:val="00226364"/>
    <w:rsid w:val="002265EA"/>
    <w:rsid w:val="00226C2F"/>
    <w:rsid w:val="00226DAA"/>
    <w:rsid w:val="00226EE6"/>
    <w:rsid w:val="0023030F"/>
    <w:rsid w:val="00231343"/>
    <w:rsid w:val="002328EA"/>
    <w:rsid w:val="00232979"/>
    <w:rsid w:val="00232DFF"/>
    <w:rsid w:val="00233826"/>
    <w:rsid w:val="00233E50"/>
    <w:rsid w:val="002343FC"/>
    <w:rsid w:val="002345BF"/>
    <w:rsid w:val="00234F29"/>
    <w:rsid w:val="002350F2"/>
    <w:rsid w:val="00235433"/>
    <w:rsid w:val="00235A38"/>
    <w:rsid w:val="00235AAB"/>
    <w:rsid w:val="002360F5"/>
    <w:rsid w:val="002366F6"/>
    <w:rsid w:val="0023688E"/>
    <w:rsid w:val="00236AFF"/>
    <w:rsid w:val="00236E63"/>
    <w:rsid w:val="00237136"/>
    <w:rsid w:val="002401B8"/>
    <w:rsid w:val="0024032F"/>
    <w:rsid w:val="00240626"/>
    <w:rsid w:val="00240A99"/>
    <w:rsid w:val="00240B73"/>
    <w:rsid w:val="002412D5"/>
    <w:rsid w:val="00241A88"/>
    <w:rsid w:val="00241EA4"/>
    <w:rsid w:val="0024275E"/>
    <w:rsid w:val="00243CEE"/>
    <w:rsid w:val="00243D4C"/>
    <w:rsid w:val="002441BC"/>
    <w:rsid w:val="0024435B"/>
    <w:rsid w:val="002444E9"/>
    <w:rsid w:val="00245306"/>
    <w:rsid w:val="00245548"/>
    <w:rsid w:val="00246D86"/>
    <w:rsid w:val="0024717A"/>
    <w:rsid w:val="002471BD"/>
    <w:rsid w:val="002474C9"/>
    <w:rsid w:val="00247D0B"/>
    <w:rsid w:val="00247EB6"/>
    <w:rsid w:val="00250295"/>
    <w:rsid w:val="00250465"/>
    <w:rsid w:val="0025079C"/>
    <w:rsid w:val="0025100F"/>
    <w:rsid w:val="002511CD"/>
    <w:rsid w:val="002515A2"/>
    <w:rsid w:val="0025183C"/>
    <w:rsid w:val="0025190D"/>
    <w:rsid w:val="00251B32"/>
    <w:rsid w:val="00251C89"/>
    <w:rsid w:val="00251CD3"/>
    <w:rsid w:val="0025205B"/>
    <w:rsid w:val="002523D7"/>
    <w:rsid w:val="002538D4"/>
    <w:rsid w:val="00253A58"/>
    <w:rsid w:val="00254227"/>
    <w:rsid w:val="00254F6B"/>
    <w:rsid w:val="00255215"/>
    <w:rsid w:val="00255286"/>
    <w:rsid w:val="00255A18"/>
    <w:rsid w:val="00255C87"/>
    <w:rsid w:val="00255EE7"/>
    <w:rsid w:val="0025679D"/>
    <w:rsid w:val="00256A86"/>
    <w:rsid w:val="00256C45"/>
    <w:rsid w:val="00256DD0"/>
    <w:rsid w:val="0025704C"/>
    <w:rsid w:val="0025715C"/>
    <w:rsid w:val="002571EA"/>
    <w:rsid w:val="0025748B"/>
    <w:rsid w:val="00260252"/>
    <w:rsid w:val="00260283"/>
    <w:rsid w:val="0026061A"/>
    <w:rsid w:val="00260B28"/>
    <w:rsid w:val="00261245"/>
    <w:rsid w:val="002616B1"/>
    <w:rsid w:val="00261906"/>
    <w:rsid w:val="002625FC"/>
    <w:rsid w:val="00262798"/>
    <w:rsid w:val="002629B8"/>
    <w:rsid w:val="00262A47"/>
    <w:rsid w:val="00263331"/>
    <w:rsid w:val="00263427"/>
    <w:rsid w:val="00263BFC"/>
    <w:rsid w:val="002645FA"/>
    <w:rsid w:val="0026468D"/>
    <w:rsid w:val="002649D0"/>
    <w:rsid w:val="00264D54"/>
    <w:rsid w:val="00264DBE"/>
    <w:rsid w:val="00265093"/>
    <w:rsid w:val="00265397"/>
    <w:rsid w:val="002655A5"/>
    <w:rsid w:val="002656DC"/>
    <w:rsid w:val="002658AC"/>
    <w:rsid w:val="00265ED5"/>
    <w:rsid w:val="002665C7"/>
    <w:rsid w:val="00266729"/>
    <w:rsid w:val="002676F0"/>
    <w:rsid w:val="00267ACE"/>
    <w:rsid w:val="00270047"/>
    <w:rsid w:val="002703EF"/>
    <w:rsid w:val="00271802"/>
    <w:rsid w:val="00271AD0"/>
    <w:rsid w:val="00271F0C"/>
    <w:rsid w:val="0027226D"/>
    <w:rsid w:val="00272681"/>
    <w:rsid w:val="0027272B"/>
    <w:rsid w:val="002727BA"/>
    <w:rsid w:val="00272AF2"/>
    <w:rsid w:val="00273246"/>
    <w:rsid w:val="002735F0"/>
    <w:rsid w:val="002736EF"/>
    <w:rsid w:val="00273F51"/>
    <w:rsid w:val="00274D6B"/>
    <w:rsid w:val="00274EB0"/>
    <w:rsid w:val="00275537"/>
    <w:rsid w:val="00275B21"/>
    <w:rsid w:val="00275CB3"/>
    <w:rsid w:val="00275CF5"/>
    <w:rsid w:val="002769AC"/>
    <w:rsid w:val="00277412"/>
    <w:rsid w:val="0028043B"/>
    <w:rsid w:val="00280449"/>
    <w:rsid w:val="00280AB0"/>
    <w:rsid w:val="00280B7C"/>
    <w:rsid w:val="00280C64"/>
    <w:rsid w:val="002811CE"/>
    <w:rsid w:val="002813A5"/>
    <w:rsid w:val="00281618"/>
    <w:rsid w:val="002822FA"/>
    <w:rsid w:val="002823A1"/>
    <w:rsid w:val="002825EB"/>
    <w:rsid w:val="00282E5F"/>
    <w:rsid w:val="002831F5"/>
    <w:rsid w:val="00283CFF"/>
    <w:rsid w:val="0028471A"/>
    <w:rsid w:val="00285F52"/>
    <w:rsid w:val="00286501"/>
    <w:rsid w:val="002876F3"/>
    <w:rsid w:val="00287C78"/>
    <w:rsid w:val="00290420"/>
    <w:rsid w:val="00290AC1"/>
    <w:rsid w:val="002913C4"/>
    <w:rsid w:val="002913FD"/>
    <w:rsid w:val="00291684"/>
    <w:rsid w:val="00291C20"/>
    <w:rsid w:val="00291C9D"/>
    <w:rsid w:val="00291F66"/>
    <w:rsid w:val="00292487"/>
    <w:rsid w:val="0029349E"/>
    <w:rsid w:val="00293AA0"/>
    <w:rsid w:val="00293E53"/>
    <w:rsid w:val="00295536"/>
    <w:rsid w:val="00295F1B"/>
    <w:rsid w:val="002960E0"/>
    <w:rsid w:val="00296337"/>
    <w:rsid w:val="00296542"/>
    <w:rsid w:val="00296E70"/>
    <w:rsid w:val="00296F39"/>
    <w:rsid w:val="0029760B"/>
    <w:rsid w:val="00297A99"/>
    <w:rsid w:val="002A0395"/>
    <w:rsid w:val="002A0FD4"/>
    <w:rsid w:val="002A13FC"/>
    <w:rsid w:val="002A1A7C"/>
    <w:rsid w:val="002A2049"/>
    <w:rsid w:val="002A25B1"/>
    <w:rsid w:val="002A293C"/>
    <w:rsid w:val="002A2F63"/>
    <w:rsid w:val="002A3265"/>
    <w:rsid w:val="002A34C0"/>
    <w:rsid w:val="002A4111"/>
    <w:rsid w:val="002A4141"/>
    <w:rsid w:val="002A4636"/>
    <w:rsid w:val="002A5DB2"/>
    <w:rsid w:val="002A6435"/>
    <w:rsid w:val="002A6A81"/>
    <w:rsid w:val="002A7022"/>
    <w:rsid w:val="002A7304"/>
    <w:rsid w:val="002A7FF8"/>
    <w:rsid w:val="002B0E8C"/>
    <w:rsid w:val="002B0F6F"/>
    <w:rsid w:val="002B24F4"/>
    <w:rsid w:val="002B24FB"/>
    <w:rsid w:val="002B26EB"/>
    <w:rsid w:val="002B2F96"/>
    <w:rsid w:val="002B309C"/>
    <w:rsid w:val="002B3146"/>
    <w:rsid w:val="002B32EA"/>
    <w:rsid w:val="002B3321"/>
    <w:rsid w:val="002B35E3"/>
    <w:rsid w:val="002B3694"/>
    <w:rsid w:val="002B3713"/>
    <w:rsid w:val="002B4056"/>
    <w:rsid w:val="002B4421"/>
    <w:rsid w:val="002B444D"/>
    <w:rsid w:val="002B4861"/>
    <w:rsid w:val="002B529B"/>
    <w:rsid w:val="002B5E8A"/>
    <w:rsid w:val="002B6015"/>
    <w:rsid w:val="002B6248"/>
    <w:rsid w:val="002B6915"/>
    <w:rsid w:val="002B6A7D"/>
    <w:rsid w:val="002C0592"/>
    <w:rsid w:val="002C05BF"/>
    <w:rsid w:val="002C146F"/>
    <w:rsid w:val="002C1879"/>
    <w:rsid w:val="002C18F4"/>
    <w:rsid w:val="002C2DCD"/>
    <w:rsid w:val="002C30DC"/>
    <w:rsid w:val="002C32F1"/>
    <w:rsid w:val="002C399E"/>
    <w:rsid w:val="002C3D10"/>
    <w:rsid w:val="002C49C9"/>
    <w:rsid w:val="002C4C3F"/>
    <w:rsid w:val="002C5F76"/>
    <w:rsid w:val="002C6695"/>
    <w:rsid w:val="002C68C9"/>
    <w:rsid w:val="002C697D"/>
    <w:rsid w:val="002C7045"/>
    <w:rsid w:val="002C7A0A"/>
    <w:rsid w:val="002C7E05"/>
    <w:rsid w:val="002D00EC"/>
    <w:rsid w:val="002D0645"/>
    <w:rsid w:val="002D0662"/>
    <w:rsid w:val="002D1002"/>
    <w:rsid w:val="002D1276"/>
    <w:rsid w:val="002D1C80"/>
    <w:rsid w:val="002D1E21"/>
    <w:rsid w:val="002D23E5"/>
    <w:rsid w:val="002D3582"/>
    <w:rsid w:val="002D4759"/>
    <w:rsid w:val="002D480F"/>
    <w:rsid w:val="002D621D"/>
    <w:rsid w:val="002D6D8D"/>
    <w:rsid w:val="002D7065"/>
    <w:rsid w:val="002E06B7"/>
    <w:rsid w:val="002E1688"/>
    <w:rsid w:val="002E16AA"/>
    <w:rsid w:val="002E16BD"/>
    <w:rsid w:val="002E19E0"/>
    <w:rsid w:val="002E1CC4"/>
    <w:rsid w:val="002E1EFE"/>
    <w:rsid w:val="002E2653"/>
    <w:rsid w:val="002E388A"/>
    <w:rsid w:val="002E398F"/>
    <w:rsid w:val="002E3DDA"/>
    <w:rsid w:val="002E4501"/>
    <w:rsid w:val="002E4A2A"/>
    <w:rsid w:val="002E4A9F"/>
    <w:rsid w:val="002E4CBE"/>
    <w:rsid w:val="002E5CB1"/>
    <w:rsid w:val="002E6636"/>
    <w:rsid w:val="002E66E9"/>
    <w:rsid w:val="002E67FF"/>
    <w:rsid w:val="002E6E82"/>
    <w:rsid w:val="002E72BB"/>
    <w:rsid w:val="002F0149"/>
    <w:rsid w:val="002F035F"/>
    <w:rsid w:val="002F07B1"/>
    <w:rsid w:val="002F09AD"/>
    <w:rsid w:val="002F0A22"/>
    <w:rsid w:val="002F10F3"/>
    <w:rsid w:val="002F1181"/>
    <w:rsid w:val="002F1189"/>
    <w:rsid w:val="002F1B0A"/>
    <w:rsid w:val="002F1BC3"/>
    <w:rsid w:val="002F2072"/>
    <w:rsid w:val="002F3E20"/>
    <w:rsid w:val="002F43D3"/>
    <w:rsid w:val="002F4CF0"/>
    <w:rsid w:val="002F5058"/>
    <w:rsid w:val="002F527A"/>
    <w:rsid w:val="002F52FC"/>
    <w:rsid w:val="002F541B"/>
    <w:rsid w:val="002F54BE"/>
    <w:rsid w:val="002F5821"/>
    <w:rsid w:val="002F5B5E"/>
    <w:rsid w:val="002F614E"/>
    <w:rsid w:val="002F6F06"/>
    <w:rsid w:val="002F7226"/>
    <w:rsid w:val="002F7FFD"/>
    <w:rsid w:val="0030030E"/>
    <w:rsid w:val="00300348"/>
    <w:rsid w:val="003003FE"/>
    <w:rsid w:val="003006BE"/>
    <w:rsid w:val="0030154F"/>
    <w:rsid w:val="0030220E"/>
    <w:rsid w:val="003022A7"/>
    <w:rsid w:val="003022E2"/>
    <w:rsid w:val="0030230C"/>
    <w:rsid w:val="0030260A"/>
    <w:rsid w:val="0030432F"/>
    <w:rsid w:val="0030475C"/>
    <w:rsid w:val="00305813"/>
    <w:rsid w:val="00305B7B"/>
    <w:rsid w:val="00305B88"/>
    <w:rsid w:val="00306198"/>
    <w:rsid w:val="00306D16"/>
    <w:rsid w:val="00306F39"/>
    <w:rsid w:val="0030774E"/>
    <w:rsid w:val="00307A90"/>
    <w:rsid w:val="003109A3"/>
    <w:rsid w:val="00310CFE"/>
    <w:rsid w:val="003116DA"/>
    <w:rsid w:val="0031193B"/>
    <w:rsid w:val="003121D8"/>
    <w:rsid w:val="003127EA"/>
    <w:rsid w:val="00312A42"/>
    <w:rsid w:val="00312BD3"/>
    <w:rsid w:val="00312C2E"/>
    <w:rsid w:val="00313626"/>
    <w:rsid w:val="00314C16"/>
    <w:rsid w:val="00315F38"/>
    <w:rsid w:val="003162BE"/>
    <w:rsid w:val="003163A1"/>
    <w:rsid w:val="0031686E"/>
    <w:rsid w:val="00320278"/>
    <w:rsid w:val="00321543"/>
    <w:rsid w:val="0032184C"/>
    <w:rsid w:val="00321F7E"/>
    <w:rsid w:val="003232BD"/>
    <w:rsid w:val="00323CE3"/>
    <w:rsid w:val="00323E24"/>
    <w:rsid w:val="00323F1C"/>
    <w:rsid w:val="00324080"/>
    <w:rsid w:val="003242C9"/>
    <w:rsid w:val="00324639"/>
    <w:rsid w:val="0032476F"/>
    <w:rsid w:val="00324CCD"/>
    <w:rsid w:val="00324D41"/>
    <w:rsid w:val="00324EE8"/>
    <w:rsid w:val="00325AC6"/>
    <w:rsid w:val="00325E67"/>
    <w:rsid w:val="003261B2"/>
    <w:rsid w:val="00326B0D"/>
    <w:rsid w:val="003271B8"/>
    <w:rsid w:val="003273D1"/>
    <w:rsid w:val="00327C62"/>
    <w:rsid w:val="00330244"/>
    <w:rsid w:val="00330DCD"/>
    <w:rsid w:val="0033165B"/>
    <w:rsid w:val="003322C5"/>
    <w:rsid w:val="003325C4"/>
    <w:rsid w:val="003328A8"/>
    <w:rsid w:val="00333136"/>
    <w:rsid w:val="00334534"/>
    <w:rsid w:val="003345CA"/>
    <w:rsid w:val="003351D7"/>
    <w:rsid w:val="0033537E"/>
    <w:rsid w:val="00335657"/>
    <w:rsid w:val="00335719"/>
    <w:rsid w:val="003359CA"/>
    <w:rsid w:val="00336C19"/>
    <w:rsid w:val="00337737"/>
    <w:rsid w:val="003379F4"/>
    <w:rsid w:val="003408D9"/>
    <w:rsid w:val="00340B08"/>
    <w:rsid w:val="003411C8"/>
    <w:rsid w:val="00342171"/>
    <w:rsid w:val="00342203"/>
    <w:rsid w:val="00342733"/>
    <w:rsid w:val="00343334"/>
    <w:rsid w:val="0034348F"/>
    <w:rsid w:val="003434FE"/>
    <w:rsid w:val="00343635"/>
    <w:rsid w:val="0034375A"/>
    <w:rsid w:val="003439DA"/>
    <w:rsid w:val="00344454"/>
    <w:rsid w:val="00344613"/>
    <w:rsid w:val="00344669"/>
    <w:rsid w:val="00345178"/>
    <w:rsid w:val="00345476"/>
    <w:rsid w:val="00345DAF"/>
    <w:rsid w:val="00346037"/>
    <w:rsid w:val="0034668E"/>
    <w:rsid w:val="00346916"/>
    <w:rsid w:val="00346C76"/>
    <w:rsid w:val="00347059"/>
    <w:rsid w:val="0034736C"/>
    <w:rsid w:val="00350154"/>
    <w:rsid w:val="0035048E"/>
    <w:rsid w:val="0035049D"/>
    <w:rsid w:val="00350616"/>
    <w:rsid w:val="00350991"/>
    <w:rsid w:val="00350DB8"/>
    <w:rsid w:val="003518AF"/>
    <w:rsid w:val="00351E40"/>
    <w:rsid w:val="00351FC0"/>
    <w:rsid w:val="00352938"/>
    <w:rsid w:val="00353510"/>
    <w:rsid w:val="003539F8"/>
    <w:rsid w:val="00353B42"/>
    <w:rsid w:val="00353E21"/>
    <w:rsid w:val="00354539"/>
    <w:rsid w:val="00354B14"/>
    <w:rsid w:val="003552DB"/>
    <w:rsid w:val="003553FF"/>
    <w:rsid w:val="003556A9"/>
    <w:rsid w:val="00355710"/>
    <w:rsid w:val="00355BA3"/>
    <w:rsid w:val="00355C63"/>
    <w:rsid w:val="00356542"/>
    <w:rsid w:val="00356BC8"/>
    <w:rsid w:val="00356EDA"/>
    <w:rsid w:val="00356F6A"/>
    <w:rsid w:val="00357319"/>
    <w:rsid w:val="003573E4"/>
    <w:rsid w:val="00357BE0"/>
    <w:rsid w:val="00357D5E"/>
    <w:rsid w:val="0036085F"/>
    <w:rsid w:val="00360883"/>
    <w:rsid w:val="00360ECA"/>
    <w:rsid w:val="00361014"/>
    <w:rsid w:val="003612E8"/>
    <w:rsid w:val="00361668"/>
    <w:rsid w:val="003616FC"/>
    <w:rsid w:val="003628D6"/>
    <w:rsid w:val="00362C06"/>
    <w:rsid w:val="00362D36"/>
    <w:rsid w:val="00363281"/>
    <w:rsid w:val="003634BE"/>
    <w:rsid w:val="00363505"/>
    <w:rsid w:val="00363C6E"/>
    <w:rsid w:val="00364029"/>
    <w:rsid w:val="003644E2"/>
    <w:rsid w:val="00365F10"/>
    <w:rsid w:val="00366239"/>
    <w:rsid w:val="00366407"/>
    <w:rsid w:val="0036658E"/>
    <w:rsid w:val="003665CE"/>
    <w:rsid w:val="003669BC"/>
    <w:rsid w:val="00366D4A"/>
    <w:rsid w:val="00366EF9"/>
    <w:rsid w:val="003677A6"/>
    <w:rsid w:val="00372238"/>
    <w:rsid w:val="003728B4"/>
    <w:rsid w:val="00372B35"/>
    <w:rsid w:val="00372C53"/>
    <w:rsid w:val="00373426"/>
    <w:rsid w:val="00373571"/>
    <w:rsid w:val="0037365D"/>
    <w:rsid w:val="003743B2"/>
    <w:rsid w:val="003744CE"/>
    <w:rsid w:val="00375565"/>
    <w:rsid w:val="003757F4"/>
    <w:rsid w:val="00375D0F"/>
    <w:rsid w:val="00375DC6"/>
    <w:rsid w:val="00376421"/>
    <w:rsid w:val="00376A31"/>
    <w:rsid w:val="00376D77"/>
    <w:rsid w:val="00377F6B"/>
    <w:rsid w:val="00377FF1"/>
    <w:rsid w:val="00380038"/>
    <w:rsid w:val="003804DD"/>
    <w:rsid w:val="00380B4E"/>
    <w:rsid w:val="0038149B"/>
    <w:rsid w:val="00381576"/>
    <w:rsid w:val="00381727"/>
    <w:rsid w:val="00382236"/>
    <w:rsid w:val="00382595"/>
    <w:rsid w:val="00382821"/>
    <w:rsid w:val="003829AD"/>
    <w:rsid w:val="003829FF"/>
    <w:rsid w:val="00382A0F"/>
    <w:rsid w:val="00382D90"/>
    <w:rsid w:val="00382FFC"/>
    <w:rsid w:val="00383155"/>
    <w:rsid w:val="003833B6"/>
    <w:rsid w:val="0038394C"/>
    <w:rsid w:val="00383CC1"/>
    <w:rsid w:val="00384B31"/>
    <w:rsid w:val="00384E97"/>
    <w:rsid w:val="0038512E"/>
    <w:rsid w:val="003852F7"/>
    <w:rsid w:val="003855F3"/>
    <w:rsid w:val="003856DE"/>
    <w:rsid w:val="00385F2B"/>
    <w:rsid w:val="00386059"/>
    <w:rsid w:val="003874AB"/>
    <w:rsid w:val="0038787A"/>
    <w:rsid w:val="00387B46"/>
    <w:rsid w:val="00387D52"/>
    <w:rsid w:val="00390CDB"/>
    <w:rsid w:val="00390EB6"/>
    <w:rsid w:val="003913EF"/>
    <w:rsid w:val="00391898"/>
    <w:rsid w:val="00391967"/>
    <w:rsid w:val="00391F7D"/>
    <w:rsid w:val="0039208C"/>
    <w:rsid w:val="0039209C"/>
    <w:rsid w:val="00392620"/>
    <w:rsid w:val="0039275A"/>
    <w:rsid w:val="00392804"/>
    <w:rsid w:val="003937CC"/>
    <w:rsid w:val="00393C9A"/>
    <w:rsid w:val="003940BB"/>
    <w:rsid w:val="0039487B"/>
    <w:rsid w:val="00394C11"/>
    <w:rsid w:val="003954E4"/>
    <w:rsid w:val="00395919"/>
    <w:rsid w:val="00396E74"/>
    <w:rsid w:val="003971E8"/>
    <w:rsid w:val="00397986"/>
    <w:rsid w:val="003A0759"/>
    <w:rsid w:val="003A1ED7"/>
    <w:rsid w:val="003A2153"/>
    <w:rsid w:val="003A2275"/>
    <w:rsid w:val="003A23F5"/>
    <w:rsid w:val="003A2C58"/>
    <w:rsid w:val="003A3A03"/>
    <w:rsid w:val="003A3A70"/>
    <w:rsid w:val="003A3CF5"/>
    <w:rsid w:val="003A5168"/>
    <w:rsid w:val="003A51D7"/>
    <w:rsid w:val="003A533F"/>
    <w:rsid w:val="003A537D"/>
    <w:rsid w:val="003A5390"/>
    <w:rsid w:val="003A5691"/>
    <w:rsid w:val="003A5E86"/>
    <w:rsid w:val="003A6078"/>
    <w:rsid w:val="003A6098"/>
    <w:rsid w:val="003A618E"/>
    <w:rsid w:val="003A7655"/>
    <w:rsid w:val="003A7EAC"/>
    <w:rsid w:val="003B09AF"/>
    <w:rsid w:val="003B11CE"/>
    <w:rsid w:val="003B1841"/>
    <w:rsid w:val="003B18DE"/>
    <w:rsid w:val="003B2542"/>
    <w:rsid w:val="003B2A11"/>
    <w:rsid w:val="003B2FFA"/>
    <w:rsid w:val="003B3D0F"/>
    <w:rsid w:val="003B4631"/>
    <w:rsid w:val="003B46BF"/>
    <w:rsid w:val="003B551F"/>
    <w:rsid w:val="003B5571"/>
    <w:rsid w:val="003B5F45"/>
    <w:rsid w:val="003B63BC"/>
    <w:rsid w:val="003B65AD"/>
    <w:rsid w:val="003B6810"/>
    <w:rsid w:val="003B6CE4"/>
    <w:rsid w:val="003C01EE"/>
    <w:rsid w:val="003C0353"/>
    <w:rsid w:val="003C0508"/>
    <w:rsid w:val="003C07A4"/>
    <w:rsid w:val="003C07D5"/>
    <w:rsid w:val="003C0A40"/>
    <w:rsid w:val="003C0C52"/>
    <w:rsid w:val="003C16C4"/>
    <w:rsid w:val="003C1735"/>
    <w:rsid w:val="003C2017"/>
    <w:rsid w:val="003C2213"/>
    <w:rsid w:val="003C2DE7"/>
    <w:rsid w:val="003C3904"/>
    <w:rsid w:val="003C3AE7"/>
    <w:rsid w:val="003C3DC1"/>
    <w:rsid w:val="003C3DCF"/>
    <w:rsid w:val="003C4A53"/>
    <w:rsid w:val="003C5640"/>
    <w:rsid w:val="003C59B0"/>
    <w:rsid w:val="003C59CE"/>
    <w:rsid w:val="003C5A36"/>
    <w:rsid w:val="003C5B33"/>
    <w:rsid w:val="003C62E1"/>
    <w:rsid w:val="003C6A1A"/>
    <w:rsid w:val="003C71EC"/>
    <w:rsid w:val="003C7BC0"/>
    <w:rsid w:val="003D0041"/>
    <w:rsid w:val="003D090B"/>
    <w:rsid w:val="003D0C12"/>
    <w:rsid w:val="003D0C76"/>
    <w:rsid w:val="003D0D72"/>
    <w:rsid w:val="003D11B5"/>
    <w:rsid w:val="003D1BC9"/>
    <w:rsid w:val="003D2675"/>
    <w:rsid w:val="003D26C7"/>
    <w:rsid w:val="003D30CC"/>
    <w:rsid w:val="003D3A29"/>
    <w:rsid w:val="003D3C5C"/>
    <w:rsid w:val="003D4311"/>
    <w:rsid w:val="003D4DDD"/>
    <w:rsid w:val="003D5B78"/>
    <w:rsid w:val="003D6198"/>
    <w:rsid w:val="003D6D2A"/>
    <w:rsid w:val="003D7782"/>
    <w:rsid w:val="003D7F49"/>
    <w:rsid w:val="003E0009"/>
    <w:rsid w:val="003E058B"/>
    <w:rsid w:val="003E0E96"/>
    <w:rsid w:val="003E125D"/>
    <w:rsid w:val="003E15A2"/>
    <w:rsid w:val="003E1843"/>
    <w:rsid w:val="003E1927"/>
    <w:rsid w:val="003E1984"/>
    <w:rsid w:val="003E1A98"/>
    <w:rsid w:val="003E21FB"/>
    <w:rsid w:val="003E2278"/>
    <w:rsid w:val="003E2872"/>
    <w:rsid w:val="003E288A"/>
    <w:rsid w:val="003E2FF2"/>
    <w:rsid w:val="003E31E3"/>
    <w:rsid w:val="003E3518"/>
    <w:rsid w:val="003E3A03"/>
    <w:rsid w:val="003E4764"/>
    <w:rsid w:val="003E54B2"/>
    <w:rsid w:val="003E5D20"/>
    <w:rsid w:val="003E63FD"/>
    <w:rsid w:val="003E66CB"/>
    <w:rsid w:val="003E67D5"/>
    <w:rsid w:val="003E69CD"/>
    <w:rsid w:val="003E7243"/>
    <w:rsid w:val="003E7A34"/>
    <w:rsid w:val="003F0234"/>
    <w:rsid w:val="003F0525"/>
    <w:rsid w:val="003F05E8"/>
    <w:rsid w:val="003F0947"/>
    <w:rsid w:val="003F0AE8"/>
    <w:rsid w:val="003F159E"/>
    <w:rsid w:val="003F164D"/>
    <w:rsid w:val="003F1B5D"/>
    <w:rsid w:val="003F1FC9"/>
    <w:rsid w:val="003F218C"/>
    <w:rsid w:val="003F2EA2"/>
    <w:rsid w:val="003F382F"/>
    <w:rsid w:val="003F386B"/>
    <w:rsid w:val="003F4701"/>
    <w:rsid w:val="003F4CB2"/>
    <w:rsid w:val="003F56E0"/>
    <w:rsid w:val="003F5818"/>
    <w:rsid w:val="003F5904"/>
    <w:rsid w:val="003F5A02"/>
    <w:rsid w:val="003F7475"/>
    <w:rsid w:val="003F7BAC"/>
    <w:rsid w:val="003F7D16"/>
    <w:rsid w:val="003F7D8A"/>
    <w:rsid w:val="004000F7"/>
    <w:rsid w:val="00400566"/>
    <w:rsid w:val="00400776"/>
    <w:rsid w:val="00401390"/>
    <w:rsid w:val="0040206C"/>
    <w:rsid w:val="004022F2"/>
    <w:rsid w:val="004028C5"/>
    <w:rsid w:val="00402B2A"/>
    <w:rsid w:val="00402B3C"/>
    <w:rsid w:val="004035F6"/>
    <w:rsid w:val="0040371A"/>
    <w:rsid w:val="00403824"/>
    <w:rsid w:val="0040441C"/>
    <w:rsid w:val="00404502"/>
    <w:rsid w:val="00404B29"/>
    <w:rsid w:val="00404D26"/>
    <w:rsid w:val="004061C3"/>
    <w:rsid w:val="00406759"/>
    <w:rsid w:val="00406CBF"/>
    <w:rsid w:val="00406EE3"/>
    <w:rsid w:val="00407F3E"/>
    <w:rsid w:val="00410795"/>
    <w:rsid w:val="00411039"/>
    <w:rsid w:val="00411BCC"/>
    <w:rsid w:val="004126C7"/>
    <w:rsid w:val="00412740"/>
    <w:rsid w:val="00412FDC"/>
    <w:rsid w:val="00413AF0"/>
    <w:rsid w:val="00413B75"/>
    <w:rsid w:val="004141E3"/>
    <w:rsid w:val="00414554"/>
    <w:rsid w:val="00414559"/>
    <w:rsid w:val="00415128"/>
    <w:rsid w:val="00415C87"/>
    <w:rsid w:val="00415F61"/>
    <w:rsid w:val="00415FCF"/>
    <w:rsid w:val="004160CB"/>
    <w:rsid w:val="0041639E"/>
    <w:rsid w:val="0041644F"/>
    <w:rsid w:val="00416D33"/>
    <w:rsid w:val="00417015"/>
    <w:rsid w:val="00417641"/>
    <w:rsid w:val="00417A7E"/>
    <w:rsid w:val="00417DB2"/>
    <w:rsid w:val="00420076"/>
    <w:rsid w:val="00420568"/>
    <w:rsid w:val="0042087A"/>
    <w:rsid w:val="0042096D"/>
    <w:rsid w:val="00420A77"/>
    <w:rsid w:val="00420C90"/>
    <w:rsid w:val="00421A8C"/>
    <w:rsid w:val="00421C4A"/>
    <w:rsid w:val="0042230B"/>
    <w:rsid w:val="0042234B"/>
    <w:rsid w:val="00422449"/>
    <w:rsid w:val="004227F3"/>
    <w:rsid w:val="0042290E"/>
    <w:rsid w:val="00422CDB"/>
    <w:rsid w:val="00423235"/>
    <w:rsid w:val="00423810"/>
    <w:rsid w:val="00423EEC"/>
    <w:rsid w:val="004242C4"/>
    <w:rsid w:val="00425701"/>
    <w:rsid w:val="00425852"/>
    <w:rsid w:val="00425B40"/>
    <w:rsid w:val="00426153"/>
    <w:rsid w:val="00426636"/>
    <w:rsid w:val="00426CAD"/>
    <w:rsid w:val="0042700D"/>
    <w:rsid w:val="00427536"/>
    <w:rsid w:val="00430CB9"/>
    <w:rsid w:val="0043124C"/>
    <w:rsid w:val="004313D1"/>
    <w:rsid w:val="004317CE"/>
    <w:rsid w:val="00431A2B"/>
    <w:rsid w:val="0043229D"/>
    <w:rsid w:val="004324D9"/>
    <w:rsid w:val="004327E5"/>
    <w:rsid w:val="00432E07"/>
    <w:rsid w:val="00432E21"/>
    <w:rsid w:val="0043320E"/>
    <w:rsid w:val="00433EE3"/>
    <w:rsid w:val="004340F7"/>
    <w:rsid w:val="004352B6"/>
    <w:rsid w:val="004366C6"/>
    <w:rsid w:val="004368E2"/>
    <w:rsid w:val="00436A51"/>
    <w:rsid w:val="0043760E"/>
    <w:rsid w:val="0043786A"/>
    <w:rsid w:val="00437A6D"/>
    <w:rsid w:val="0044035F"/>
    <w:rsid w:val="00440381"/>
    <w:rsid w:val="00440AB3"/>
    <w:rsid w:val="00440E2F"/>
    <w:rsid w:val="00440E50"/>
    <w:rsid w:val="00440EBE"/>
    <w:rsid w:val="00441047"/>
    <w:rsid w:val="004415E2"/>
    <w:rsid w:val="00441734"/>
    <w:rsid w:val="004418FC"/>
    <w:rsid w:val="004427B4"/>
    <w:rsid w:val="00442E60"/>
    <w:rsid w:val="00444434"/>
    <w:rsid w:val="0044489F"/>
    <w:rsid w:val="00444A46"/>
    <w:rsid w:val="00444EF8"/>
    <w:rsid w:val="00444F7C"/>
    <w:rsid w:val="00445A1F"/>
    <w:rsid w:val="004462F0"/>
    <w:rsid w:val="00447A3C"/>
    <w:rsid w:val="00447AB0"/>
    <w:rsid w:val="00447B7C"/>
    <w:rsid w:val="0045036B"/>
    <w:rsid w:val="00450886"/>
    <w:rsid w:val="00451110"/>
    <w:rsid w:val="00451D3B"/>
    <w:rsid w:val="00452764"/>
    <w:rsid w:val="00452C57"/>
    <w:rsid w:val="00452D4C"/>
    <w:rsid w:val="00453078"/>
    <w:rsid w:val="004544D4"/>
    <w:rsid w:val="00455CFE"/>
    <w:rsid w:val="0045618D"/>
    <w:rsid w:val="00456809"/>
    <w:rsid w:val="00456B1F"/>
    <w:rsid w:val="00456D43"/>
    <w:rsid w:val="0045749D"/>
    <w:rsid w:val="00457C90"/>
    <w:rsid w:val="004600E6"/>
    <w:rsid w:val="0046014C"/>
    <w:rsid w:val="004613D7"/>
    <w:rsid w:val="00461CA6"/>
    <w:rsid w:val="00461FA5"/>
    <w:rsid w:val="00462C1C"/>
    <w:rsid w:val="00463456"/>
    <w:rsid w:val="00463739"/>
    <w:rsid w:val="004645D9"/>
    <w:rsid w:val="00465898"/>
    <w:rsid w:val="00465916"/>
    <w:rsid w:val="00466DA5"/>
    <w:rsid w:val="00467064"/>
    <w:rsid w:val="00467524"/>
    <w:rsid w:val="00467C89"/>
    <w:rsid w:val="004710BF"/>
    <w:rsid w:val="00471556"/>
    <w:rsid w:val="00471635"/>
    <w:rsid w:val="00471E4F"/>
    <w:rsid w:val="00471F01"/>
    <w:rsid w:val="00472FDA"/>
    <w:rsid w:val="004731A3"/>
    <w:rsid w:val="00473288"/>
    <w:rsid w:val="004740C9"/>
    <w:rsid w:val="00476189"/>
    <w:rsid w:val="00476DC8"/>
    <w:rsid w:val="00476DFE"/>
    <w:rsid w:val="00476F1F"/>
    <w:rsid w:val="004777E6"/>
    <w:rsid w:val="004800AF"/>
    <w:rsid w:val="0048023B"/>
    <w:rsid w:val="004802D9"/>
    <w:rsid w:val="004819FA"/>
    <w:rsid w:val="00481B14"/>
    <w:rsid w:val="004821CE"/>
    <w:rsid w:val="004827E0"/>
    <w:rsid w:val="0048297B"/>
    <w:rsid w:val="00482AAB"/>
    <w:rsid w:val="004834D0"/>
    <w:rsid w:val="004839B5"/>
    <w:rsid w:val="004840BD"/>
    <w:rsid w:val="00484BDA"/>
    <w:rsid w:val="004854B0"/>
    <w:rsid w:val="00485664"/>
    <w:rsid w:val="00485838"/>
    <w:rsid w:val="00485AF1"/>
    <w:rsid w:val="00485C71"/>
    <w:rsid w:val="00485C87"/>
    <w:rsid w:val="00485C9F"/>
    <w:rsid w:val="00485E97"/>
    <w:rsid w:val="00485FF7"/>
    <w:rsid w:val="004864A4"/>
    <w:rsid w:val="00486818"/>
    <w:rsid w:val="00486AF9"/>
    <w:rsid w:val="0048706C"/>
    <w:rsid w:val="004872C9"/>
    <w:rsid w:val="00487353"/>
    <w:rsid w:val="0048738E"/>
    <w:rsid w:val="00487D2D"/>
    <w:rsid w:val="0049059F"/>
    <w:rsid w:val="004905F1"/>
    <w:rsid w:val="004905F2"/>
    <w:rsid w:val="00490B0F"/>
    <w:rsid w:val="00490B40"/>
    <w:rsid w:val="004919B0"/>
    <w:rsid w:val="0049250D"/>
    <w:rsid w:val="00493283"/>
    <w:rsid w:val="00493363"/>
    <w:rsid w:val="004935EA"/>
    <w:rsid w:val="004935EC"/>
    <w:rsid w:val="00493BB3"/>
    <w:rsid w:val="00494530"/>
    <w:rsid w:val="00494EF6"/>
    <w:rsid w:val="00495654"/>
    <w:rsid w:val="00495AB7"/>
    <w:rsid w:val="00495BDF"/>
    <w:rsid w:val="00496838"/>
    <w:rsid w:val="00497884"/>
    <w:rsid w:val="004A02E9"/>
    <w:rsid w:val="004A0B1D"/>
    <w:rsid w:val="004A0D65"/>
    <w:rsid w:val="004A0E0F"/>
    <w:rsid w:val="004A16C1"/>
    <w:rsid w:val="004A1C2A"/>
    <w:rsid w:val="004A2635"/>
    <w:rsid w:val="004A265A"/>
    <w:rsid w:val="004A2B61"/>
    <w:rsid w:val="004A31D0"/>
    <w:rsid w:val="004A3347"/>
    <w:rsid w:val="004A43E4"/>
    <w:rsid w:val="004A4CF0"/>
    <w:rsid w:val="004A5197"/>
    <w:rsid w:val="004A523B"/>
    <w:rsid w:val="004A6140"/>
    <w:rsid w:val="004A6206"/>
    <w:rsid w:val="004A6735"/>
    <w:rsid w:val="004A6C10"/>
    <w:rsid w:val="004A7AB8"/>
    <w:rsid w:val="004A7D1F"/>
    <w:rsid w:val="004A7D51"/>
    <w:rsid w:val="004B0AE8"/>
    <w:rsid w:val="004B121F"/>
    <w:rsid w:val="004B169A"/>
    <w:rsid w:val="004B1CD2"/>
    <w:rsid w:val="004B1F40"/>
    <w:rsid w:val="004B1FD4"/>
    <w:rsid w:val="004B2AD2"/>
    <w:rsid w:val="004B2F67"/>
    <w:rsid w:val="004B31A3"/>
    <w:rsid w:val="004B3708"/>
    <w:rsid w:val="004B43C5"/>
    <w:rsid w:val="004B4A61"/>
    <w:rsid w:val="004B4C51"/>
    <w:rsid w:val="004B4F88"/>
    <w:rsid w:val="004B5C45"/>
    <w:rsid w:val="004B6129"/>
    <w:rsid w:val="004B6556"/>
    <w:rsid w:val="004B6C73"/>
    <w:rsid w:val="004B71EA"/>
    <w:rsid w:val="004B7307"/>
    <w:rsid w:val="004B7460"/>
    <w:rsid w:val="004B74A6"/>
    <w:rsid w:val="004B7566"/>
    <w:rsid w:val="004B77F2"/>
    <w:rsid w:val="004B78FC"/>
    <w:rsid w:val="004B7E3B"/>
    <w:rsid w:val="004B7EF6"/>
    <w:rsid w:val="004C0327"/>
    <w:rsid w:val="004C0411"/>
    <w:rsid w:val="004C06D4"/>
    <w:rsid w:val="004C08FC"/>
    <w:rsid w:val="004C0AA2"/>
    <w:rsid w:val="004C10B4"/>
    <w:rsid w:val="004C10E4"/>
    <w:rsid w:val="004C1756"/>
    <w:rsid w:val="004C17D4"/>
    <w:rsid w:val="004C19E7"/>
    <w:rsid w:val="004C1FB0"/>
    <w:rsid w:val="004C239F"/>
    <w:rsid w:val="004C2D9E"/>
    <w:rsid w:val="004C2FC5"/>
    <w:rsid w:val="004C31FC"/>
    <w:rsid w:val="004C342C"/>
    <w:rsid w:val="004C4106"/>
    <w:rsid w:val="004C4196"/>
    <w:rsid w:val="004C4381"/>
    <w:rsid w:val="004C5033"/>
    <w:rsid w:val="004C5F69"/>
    <w:rsid w:val="004C6D5F"/>
    <w:rsid w:val="004C6F40"/>
    <w:rsid w:val="004C7049"/>
    <w:rsid w:val="004C7422"/>
    <w:rsid w:val="004C7445"/>
    <w:rsid w:val="004C7C1D"/>
    <w:rsid w:val="004C7EF7"/>
    <w:rsid w:val="004C7F52"/>
    <w:rsid w:val="004D02B4"/>
    <w:rsid w:val="004D1005"/>
    <w:rsid w:val="004D19EA"/>
    <w:rsid w:val="004D1DEF"/>
    <w:rsid w:val="004D1FF2"/>
    <w:rsid w:val="004D33BD"/>
    <w:rsid w:val="004D393D"/>
    <w:rsid w:val="004D4517"/>
    <w:rsid w:val="004D5086"/>
    <w:rsid w:val="004D515C"/>
    <w:rsid w:val="004D51CE"/>
    <w:rsid w:val="004D54A9"/>
    <w:rsid w:val="004D5B47"/>
    <w:rsid w:val="004D645E"/>
    <w:rsid w:val="004D6863"/>
    <w:rsid w:val="004D6C89"/>
    <w:rsid w:val="004D7327"/>
    <w:rsid w:val="004D74D0"/>
    <w:rsid w:val="004E0049"/>
    <w:rsid w:val="004E054B"/>
    <w:rsid w:val="004E0C76"/>
    <w:rsid w:val="004E1F5D"/>
    <w:rsid w:val="004E1FE0"/>
    <w:rsid w:val="004E244B"/>
    <w:rsid w:val="004E24D0"/>
    <w:rsid w:val="004E2650"/>
    <w:rsid w:val="004E2B27"/>
    <w:rsid w:val="004E2B75"/>
    <w:rsid w:val="004E2F39"/>
    <w:rsid w:val="004E3AC5"/>
    <w:rsid w:val="004E3EFC"/>
    <w:rsid w:val="004E415A"/>
    <w:rsid w:val="004E44B6"/>
    <w:rsid w:val="004E510D"/>
    <w:rsid w:val="004E5338"/>
    <w:rsid w:val="004E5ABB"/>
    <w:rsid w:val="004E62B4"/>
    <w:rsid w:val="004E6789"/>
    <w:rsid w:val="004E6B78"/>
    <w:rsid w:val="004E6C7D"/>
    <w:rsid w:val="004E7362"/>
    <w:rsid w:val="004E7EC1"/>
    <w:rsid w:val="004F07CC"/>
    <w:rsid w:val="004F1249"/>
    <w:rsid w:val="004F1718"/>
    <w:rsid w:val="004F2026"/>
    <w:rsid w:val="004F21DB"/>
    <w:rsid w:val="004F391A"/>
    <w:rsid w:val="004F478D"/>
    <w:rsid w:val="004F4D5D"/>
    <w:rsid w:val="004F5681"/>
    <w:rsid w:val="004F5987"/>
    <w:rsid w:val="004F6385"/>
    <w:rsid w:val="004F6CE4"/>
    <w:rsid w:val="004F7910"/>
    <w:rsid w:val="004F7EBE"/>
    <w:rsid w:val="00500114"/>
    <w:rsid w:val="005010A9"/>
    <w:rsid w:val="00501601"/>
    <w:rsid w:val="00501683"/>
    <w:rsid w:val="0050217B"/>
    <w:rsid w:val="00502C6B"/>
    <w:rsid w:val="00503444"/>
    <w:rsid w:val="0050350B"/>
    <w:rsid w:val="00503772"/>
    <w:rsid w:val="00503AB1"/>
    <w:rsid w:val="00503D38"/>
    <w:rsid w:val="005042F4"/>
    <w:rsid w:val="00504423"/>
    <w:rsid w:val="00504BF4"/>
    <w:rsid w:val="00505BAE"/>
    <w:rsid w:val="00506540"/>
    <w:rsid w:val="005065B8"/>
    <w:rsid w:val="00507762"/>
    <w:rsid w:val="0050780D"/>
    <w:rsid w:val="00507C75"/>
    <w:rsid w:val="00507D21"/>
    <w:rsid w:val="005112D4"/>
    <w:rsid w:val="00511501"/>
    <w:rsid w:val="0051155D"/>
    <w:rsid w:val="005116AF"/>
    <w:rsid w:val="005118A9"/>
    <w:rsid w:val="00512BB9"/>
    <w:rsid w:val="00513276"/>
    <w:rsid w:val="0051398F"/>
    <w:rsid w:val="00513C55"/>
    <w:rsid w:val="005140F9"/>
    <w:rsid w:val="00514356"/>
    <w:rsid w:val="00514EAF"/>
    <w:rsid w:val="00515A06"/>
    <w:rsid w:val="005160A7"/>
    <w:rsid w:val="0051621B"/>
    <w:rsid w:val="00516952"/>
    <w:rsid w:val="00516C57"/>
    <w:rsid w:val="00520156"/>
    <w:rsid w:val="0052030E"/>
    <w:rsid w:val="005208D1"/>
    <w:rsid w:val="00520BB6"/>
    <w:rsid w:val="00520EE7"/>
    <w:rsid w:val="0052153E"/>
    <w:rsid w:val="005215A8"/>
    <w:rsid w:val="00521C0F"/>
    <w:rsid w:val="0052209A"/>
    <w:rsid w:val="0052222C"/>
    <w:rsid w:val="00522817"/>
    <w:rsid w:val="0052380F"/>
    <w:rsid w:val="00523BDC"/>
    <w:rsid w:val="00524126"/>
    <w:rsid w:val="00524594"/>
    <w:rsid w:val="00524960"/>
    <w:rsid w:val="00525460"/>
    <w:rsid w:val="00525603"/>
    <w:rsid w:val="0052597E"/>
    <w:rsid w:val="00525F1F"/>
    <w:rsid w:val="005261B2"/>
    <w:rsid w:val="005273E4"/>
    <w:rsid w:val="00527A6F"/>
    <w:rsid w:val="005308D1"/>
    <w:rsid w:val="005310C2"/>
    <w:rsid w:val="005311E8"/>
    <w:rsid w:val="005326B2"/>
    <w:rsid w:val="005327B0"/>
    <w:rsid w:val="00532ACE"/>
    <w:rsid w:val="00532B39"/>
    <w:rsid w:val="005330C0"/>
    <w:rsid w:val="00533921"/>
    <w:rsid w:val="00533B5B"/>
    <w:rsid w:val="00533DD6"/>
    <w:rsid w:val="00533E7C"/>
    <w:rsid w:val="00533FA8"/>
    <w:rsid w:val="005355BE"/>
    <w:rsid w:val="00535F0C"/>
    <w:rsid w:val="005361DD"/>
    <w:rsid w:val="005369BD"/>
    <w:rsid w:val="00537485"/>
    <w:rsid w:val="00537552"/>
    <w:rsid w:val="00537634"/>
    <w:rsid w:val="005376B1"/>
    <w:rsid w:val="00537B64"/>
    <w:rsid w:val="00537BF3"/>
    <w:rsid w:val="00540622"/>
    <w:rsid w:val="00540C0E"/>
    <w:rsid w:val="005414E6"/>
    <w:rsid w:val="00541652"/>
    <w:rsid w:val="00541804"/>
    <w:rsid w:val="00541E82"/>
    <w:rsid w:val="00541EDB"/>
    <w:rsid w:val="00542C05"/>
    <w:rsid w:val="00543027"/>
    <w:rsid w:val="005436F5"/>
    <w:rsid w:val="00543717"/>
    <w:rsid w:val="00543963"/>
    <w:rsid w:val="00543ECF"/>
    <w:rsid w:val="005453BE"/>
    <w:rsid w:val="00545DF0"/>
    <w:rsid w:val="00546737"/>
    <w:rsid w:val="005471C1"/>
    <w:rsid w:val="005471DD"/>
    <w:rsid w:val="0054737A"/>
    <w:rsid w:val="00547AB0"/>
    <w:rsid w:val="00550FBE"/>
    <w:rsid w:val="00551004"/>
    <w:rsid w:val="00551182"/>
    <w:rsid w:val="005518FB"/>
    <w:rsid w:val="00552332"/>
    <w:rsid w:val="00552F1A"/>
    <w:rsid w:val="00553014"/>
    <w:rsid w:val="00553173"/>
    <w:rsid w:val="00553A60"/>
    <w:rsid w:val="00553B65"/>
    <w:rsid w:val="00553EBF"/>
    <w:rsid w:val="00554CD4"/>
    <w:rsid w:val="005552AE"/>
    <w:rsid w:val="00555D6F"/>
    <w:rsid w:val="00556435"/>
    <w:rsid w:val="005601DE"/>
    <w:rsid w:val="00560634"/>
    <w:rsid w:val="00560686"/>
    <w:rsid w:val="005609BE"/>
    <w:rsid w:val="00561305"/>
    <w:rsid w:val="00561E68"/>
    <w:rsid w:val="0056223D"/>
    <w:rsid w:val="00563381"/>
    <w:rsid w:val="005644D4"/>
    <w:rsid w:val="0056457C"/>
    <w:rsid w:val="005653B7"/>
    <w:rsid w:val="005653DB"/>
    <w:rsid w:val="00565525"/>
    <w:rsid w:val="00565B32"/>
    <w:rsid w:val="00565BD5"/>
    <w:rsid w:val="00566980"/>
    <w:rsid w:val="00566C9C"/>
    <w:rsid w:val="0056783F"/>
    <w:rsid w:val="00567AA4"/>
    <w:rsid w:val="00567BF5"/>
    <w:rsid w:val="005704F9"/>
    <w:rsid w:val="00570877"/>
    <w:rsid w:val="005711BD"/>
    <w:rsid w:val="00572094"/>
    <w:rsid w:val="00572991"/>
    <w:rsid w:val="005729B2"/>
    <w:rsid w:val="005734DD"/>
    <w:rsid w:val="00573B3F"/>
    <w:rsid w:val="00574305"/>
    <w:rsid w:val="00574BA4"/>
    <w:rsid w:val="00574E4B"/>
    <w:rsid w:val="00574EC1"/>
    <w:rsid w:val="00575164"/>
    <w:rsid w:val="00575869"/>
    <w:rsid w:val="005762B7"/>
    <w:rsid w:val="005763DA"/>
    <w:rsid w:val="00576775"/>
    <w:rsid w:val="005771E3"/>
    <w:rsid w:val="0058003E"/>
    <w:rsid w:val="005800EB"/>
    <w:rsid w:val="005802DC"/>
    <w:rsid w:val="0058084C"/>
    <w:rsid w:val="00580AA4"/>
    <w:rsid w:val="005810B1"/>
    <w:rsid w:val="00581D03"/>
    <w:rsid w:val="0058208F"/>
    <w:rsid w:val="005838C8"/>
    <w:rsid w:val="005839C6"/>
    <w:rsid w:val="0058479B"/>
    <w:rsid w:val="005847FF"/>
    <w:rsid w:val="00585197"/>
    <w:rsid w:val="005853B5"/>
    <w:rsid w:val="005857D4"/>
    <w:rsid w:val="00586479"/>
    <w:rsid w:val="0058681D"/>
    <w:rsid w:val="00586A15"/>
    <w:rsid w:val="005872FA"/>
    <w:rsid w:val="00587395"/>
    <w:rsid w:val="005879CB"/>
    <w:rsid w:val="00587CD3"/>
    <w:rsid w:val="0059089F"/>
    <w:rsid w:val="005909C9"/>
    <w:rsid w:val="00590FF4"/>
    <w:rsid w:val="00591076"/>
    <w:rsid w:val="005916F7"/>
    <w:rsid w:val="00591C59"/>
    <w:rsid w:val="00591E22"/>
    <w:rsid w:val="005921BC"/>
    <w:rsid w:val="005922B7"/>
    <w:rsid w:val="00593A6D"/>
    <w:rsid w:val="00593FE7"/>
    <w:rsid w:val="00594132"/>
    <w:rsid w:val="0059413C"/>
    <w:rsid w:val="005942C8"/>
    <w:rsid w:val="00594704"/>
    <w:rsid w:val="0059571C"/>
    <w:rsid w:val="00595D28"/>
    <w:rsid w:val="00595D5C"/>
    <w:rsid w:val="00595FAC"/>
    <w:rsid w:val="0059617F"/>
    <w:rsid w:val="0059623F"/>
    <w:rsid w:val="00596297"/>
    <w:rsid w:val="005967D9"/>
    <w:rsid w:val="005967ED"/>
    <w:rsid w:val="00596897"/>
    <w:rsid w:val="005968F3"/>
    <w:rsid w:val="00597466"/>
    <w:rsid w:val="0059761E"/>
    <w:rsid w:val="0059766A"/>
    <w:rsid w:val="00597F6D"/>
    <w:rsid w:val="005A0E95"/>
    <w:rsid w:val="005A12AC"/>
    <w:rsid w:val="005A1B9C"/>
    <w:rsid w:val="005A28D1"/>
    <w:rsid w:val="005A38C8"/>
    <w:rsid w:val="005A3A72"/>
    <w:rsid w:val="005A3DD6"/>
    <w:rsid w:val="005A4068"/>
    <w:rsid w:val="005A51EA"/>
    <w:rsid w:val="005A5775"/>
    <w:rsid w:val="005A57EB"/>
    <w:rsid w:val="005A5BA0"/>
    <w:rsid w:val="005A67E0"/>
    <w:rsid w:val="005A6C25"/>
    <w:rsid w:val="005A6D1E"/>
    <w:rsid w:val="005A6D29"/>
    <w:rsid w:val="005A7149"/>
    <w:rsid w:val="005A77A5"/>
    <w:rsid w:val="005A7D53"/>
    <w:rsid w:val="005B056E"/>
    <w:rsid w:val="005B086A"/>
    <w:rsid w:val="005B123A"/>
    <w:rsid w:val="005B22ED"/>
    <w:rsid w:val="005B2549"/>
    <w:rsid w:val="005B2808"/>
    <w:rsid w:val="005B33FF"/>
    <w:rsid w:val="005B3905"/>
    <w:rsid w:val="005B3A20"/>
    <w:rsid w:val="005B3DB1"/>
    <w:rsid w:val="005B4345"/>
    <w:rsid w:val="005B46DF"/>
    <w:rsid w:val="005B47C8"/>
    <w:rsid w:val="005B4817"/>
    <w:rsid w:val="005B48F7"/>
    <w:rsid w:val="005B4B4C"/>
    <w:rsid w:val="005B5425"/>
    <w:rsid w:val="005B5CF7"/>
    <w:rsid w:val="005B5E41"/>
    <w:rsid w:val="005B5E87"/>
    <w:rsid w:val="005B6281"/>
    <w:rsid w:val="005C136F"/>
    <w:rsid w:val="005C15ED"/>
    <w:rsid w:val="005C1809"/>
    <w:rsid w:val="005C18C6"/>
    <w:rsid w:val="005C1A8E"/>
    <w:rsid w:val="005C1AA1"/>
    <w:rsid w:val="005C2083"/>
    <w:rsid w:val="005C24E4"/>
    <w:rsid w:val="005C269C"/>
    <w:rsid w:val="005C291D"/>
    <w:rsid w:val="005C2F2A"/>
    <w:rsid w:val="005C4263"/>
    <w:rsid w:val="005C47F7"/>
    <w:rsid w:val="005C48E1"/>
    <w:rsid w:val="005C4E32"/>
    <w:rsid w:val="005C54D7"/>
    <w:rsid w:val="005C561C"/>
    <w:rsid w:val="005C5B67"/>
    <w:rsid w:val="005C5E23"/>
    <w:rsid w:val="005C5EEB"/>
    <w:rsid w:val="005C63C2"/>
    <w:rsid w:val="005C6A28"/>
    <w:rsid w:val="005C6A9F"/>
    <w:rsid w:val="005C6B11"/>
    <w:rsid w:val="005C717F"/>
    <w:rsid w:val="005C729B"/>
    <w:rsid w:val="005C741F"/>
    <w:rsid w:val="005D01EF"/>
    <w:rsid w:val="005D1569"/>
    <w:rsid w:val="005D156C"/>
    <w:rsid w:val="005D1613"/>
    <w:rsid w:val="005D2431"/>
    <w:rsid w:val="005D2911"/>
    <w:rsid w:val="005D2CA7"/>
    <w:rsid w:val="005D30E1"/>
    <w:rsid w:val="005D3227"/>
    <w:rsid w:val="005D334D"/>
    <w:rsid w:val="005D353E"/>
    <w:rsid w:val="005D3951"/>
    <w:rsid w:val="005D3DA8"/>
    <w:rsid w:val="005D3FFA"/>
    <w:rsid w:val="005D4258"/>
    <w:rsid w:val="005D437F"/>
    <w:rsid w:val="005D4F40"/>
    <w:rsid w:val="005D5214"/>
    <w:rsid w:val="005D57DD"/>
    <w:rsid w:val="005D5F34"/>
    <w:rsid w:val="005D6516"/>
    <w:rsid w:val="005D665F"/>
    <w:rsid w:val="005D6C51"/>
    <w:rsid w:val="005D7A8E"/>
    <w:rsid w:val="005E013B"/>
    <w:rsid w:val="005E06FB"/>
    <w:rsid w:val="005E1075"/>
    <w:rsid w:val="005E121F"/>
    <w:rsid w:val="005E1775"/>
    <w:rsid w:val="005E1E7E"/>
    <w:rsid w:val="005E24D5"/>
    <w:rsid w:val="005E253C"/>
    <w:rsid w:val="005E2AE7"/>
    <w:rsid w:val="005E30B5"/>
    <w:rsid w:val="005E3951"/>
    <w:rsid w:val="005E3F7D"/>
    <w:rsid w:val="005E4516"/>
    <w:rsid w:val="005E4786"/>
    <w:rsid w:val="005E4C2B"/>
    <w:rsid w:val="005E4CC3"/>
    <w:rsid w:val="005E4D51"/>
    <w:rsid w:val="005E4E1F"/>
    <w:rsid w:val="005E543E"/>
    <w:rsid w:val="005E576C"/>
    <w:rsid w:val="005E577E"/>
    <w:rsid w:val="005E6183"/>
    <w:rsid w:val="005E6A64"/>
    <w:rsid w:val="005E6ECA"/>
    <w:rsid w:val="005E72BC"/>
    <w:rsid w:val="005E7FEA"/>
    <w:rsid w:val="005F022E"/>
    <w:rsid w:val="005F06DA"/>
    <w:rsid w:val="005F06F8"/>
    <w:rsid w:val="005F0FEA"/>
    <w:rsid w:val="005F12C1"/>
    <w:rsid w:val="005F1EB8"/>
    <w:rsid w:val="005F318D"/>
    <w:rsid w:val="005F367C"/>
    <w:rsid w:val="005F3A30"/>
    <w:rsid w:val="005F46E8"/>
    <w:rsid w:val="005F49A6"/>
    <w:rsid w:val="005F4F1D"/>
    <w:rsid w:val="005F5450"/>
    <w:rsid w:val="005F6DF1"/>
    <w:rsid w:val="005F6FB2"/>
    <w:rsid w:val="005F70E7"/>
    <w:rsid w:val="005F75C6"/>
    <w:rsid w:val="005F7825"/>
    <w:rsid w:val="005F78DF"/>
    <w:rsid w:val="005F7918"/>
    <w:rsid w:val="005F7B68"/>
    <w:rsid w:val="005F7C0A"/>
    <w:rsid w:val="005F7DB6"/>
    <w:rsid w:val="006001C8"/>
    <w:rsid w:val="006003C5"/>
    <w:rsid w:val="00600538"/>
    <w:rsid w:val="00601271"/>
    <w:rsid w:val="00601447"/>
    <w:rsid w:val="006019A5"/>
    <w:rsid w:val="006027CA"/>
    <w:rsid w:val="00603062"/>
    <w:rsid w:val="006038F3"/>
    <w:rsid w:val="00603C37"/>
    <w:rsid w:val="00603CAF"/>
    <w:rsid w:val="00604809"/>
    <w:rsid w:val="0060567A"/>
    <w:rsid w:val="00605F68"/>
    <w:rsid w:val="00606600"/>
    <w:rsid w:val="0060665B"/>
    <w:rsid w:val="00606751"/>
    <w:rsid w:val="0060683F"/>
    <w:rsid w:val="00606A8E"/>
    <w:rsid w:val="00606A94"/>
    <w:rsid w:val="00606BDC"/>
    <w:rsid w:val="0060786B"/>
    <w:rsid w:val="00607DFC"/>
    <w:rsid w:val="00611030"/>
    <w:rsid w:val="0061151B"/>
    <w:rsid w:val="00611944"/>
    <w:rsid w:val="00611F14"/>
    <w:rsid w:val="006128C5"/>
    <w:rsid w:val="006134DF"/>
    <w:rsid w:val="00615637"/>
    <w:rsid w:val="0061600E"/>
    <w:rsid w:val="006161AF"/>
    <w:rsid w:val="0061690A"/>
    <w:rsid w:val="0061719F"/>
    <w:rsid w:val="00617D07"/>
    <w:rsid w:val="00620415"/>
    <w:rsid w:val="00620729"/>
    <w:rsid w:val="006212B1"/>
    <w:rsid w:val="00621D8B"/>
    <w:rsid w:val="006221A1"/>
    <w:rsid w:val="00622F31"/>
    <w:rsid w:val="006231A0"/>
    <w:rsid w:val="006233C9"/>
    <w:rsid w:val="00623954"/>
    <w:rsid w:val="00623BCD"/>
    <w:rsid w:val="00624D11"/>
    <w:rsid w:val="00624F2A"/>
    <w:rsid w:val="006250A0"/>
    <w:rsid w:val="00625DA3"/>
    <w:rsid w:val="00625F52"/>
    <w:rsid w:val="00626900"/>
    <w:rsid w:val="006269EF"/>
    <w:rsid w:val="006270D5"/>
    <w:rsid w:val="006274EF"/>
    <w:rsid w:val="00627661"/>
    <w:rsid w:val="00627946"/>
    <w:rsid w:val="00627F4F"/>
    <w:rsid w:val="0063070E"/>
    <w:rsid w:val="006319C7"/>
    <w:rsid w:val="0063219F"/>
    <w:rsid w:val="0063289B"/>
    <w:rsid w:val="00633464"/>
    <w:rsid w:val="00633832"/>
    <w:rsid w:val="006338AF"/>
    <w:rsid w:val="006341C7"/>
    <w:rsid w:val="006342AB"/>
    <w:rsid w:val="00634D23"/>
    <w:rsid w:val="0063516A"/>
    <w:rsid w:val="00635FDE"/>
    <w:rsid w:val="006365A4"/>
    <w:rsid w:val="00636707"/>
    <w:rsid w:val="00636FDD"/>
    <w:rsid w:val="00637291"/>
    <w:rsid w:val="006377F3"/>
    <w:rsid w:val="00637B9D"/>
    <w:rsid w:val="00640042"/>
    <w:rsid w:val="00640077"/>
    <w:rsid w:val="00640961"/>
    <w:rsid w:val="00640E4A"/>
    <w:rsid w:val="00642100"/>
    <w:rsid w:val="006426D0"/>
    <w:rsid w:val="0064304E"/>
    <w:rsid w:val="006431FA"/>
    <w:rsid w:val="006435A2"/>
    <w:rsid w:val="0064380B"/>
    <w:rsid w:val="006438A3"/>
    <w:rsid w:val="00643D20"/>
    <w:rsid w:val="006444EE"/>
    <w:rsid w:val="00644691"/>
    <w:rsid w:val="00645443"/>
    <w:rsid w:val="00645957"/>
    <w:rsid w:val="006459DB"/>
    <w:rsid w:val="00645F09"/>
    <w:rsid w:val="00645FB2"/>
    <w:rsid w:val="006460AC"/>
    <w:rsid w:val="006465B5"/>
    <w:rsid w:val="00646748"/>
    <w:rsid w:val="00646DB8"/>
    <w:rsid w:val="00646F99"/>
    <w:rsid w:val="006473FA"/>
    <w:rsid w:val="00647FF3"/>
    <w:rsid w:val="006505D2"/>
    <w:rsid w:val="006509AC"/>
    <w:rsid w:val="00650C9E"/>
    <w:rsid w:val="0065207B"/>
    <w:rsid w:val="006523B9"/>
    <w:rsid w:val="00653106"/>
    <w:rsid w:val="00653878"/>
    <w:rsid w:val="00653B28"/>
    <w:rsid w:val="00653BA0"/>
    <w:rsid w:val="006540DF"/>
    <w:rsid w:val="0065468F"/>
    <w:rsid w:val="006554F7"/>
    <w:rsid w:val="006559C2"/>
    <w:rsid w:val="0065624B"/>
    <w:rsid w:val="00656D55"/>
    <w:rsid w:val="00656FBD"/>
    <w:rsid w:val="006574C9"/>
    <w:rsid w:val="0066081D"/>
    <w:rsid w:val="00660E14"/>
    <w:rsid w:val="006614DA"/>
    <w:rsid w:val="00661946"/>
    <w:rsid w:val="00662327"/>
    <w:rsid w:val="006627B3"/>
    <w:rsid w:val="0066281A"/>
    <w:rsid w:val="00662D4E"/>
    <w:rsid w:val="00662D64"/>
    <w:rsid w:val="00662EFE"/>
    <w:rsid w:val="00663213"/>
    <w:rsid w:val="006637D6"/>
    <w:rsid w:val="006656C0"/>
    <w:rsid w:val="006660C7"/>
    <w:rsid w:val="00666316"/>
    <w:rsid w:val="00666A36"/>
    <w:rsid w:val="00666DC6"/>
    <w:rsid w:val="00666E16"/>
    <w:rsid w:val="00667525"/>
    <w:rsid w:val="0066784D"/>
    <w:rsid w:val="00667942"/>
    <w:rsid w:val="006700DF"/>
    <w:rsid w:val="00670752"/>
    <w:rsid w:val="006707C5"/>
    <w:rsid w:val="00671749"/>
    <w:rsid w:val="00671A74"/>
    <w:rsid w:val="006728A0"/>
    <w:rsid w:val="006728F3"/>
    <w:rsid w:val="00672C74"/>
    <w:rsid w:val="006733CC"/>
    <w:rsid w:val="00673BBD"/>
    <w:rsid w:val="00674DD5"/>
    <w:rsid w:val="006755C9"/>
    <w:rsid w:val="00675B3B"/>
    <w:rsid w:val="006765DC"/>
    <w:rsid w:val="00676669"/>
    <w:rsid w:val="00677CB7"/>
    <w:rsid w:val="00677FE1"/>
    <w:rsid w:val="00680298"/>
    <w:rsid w:val="00680FB6"/>
    <w:rsid w:val="006824E2"/>
    <w:rsid w:val="006824EF"/>
    <w:rsid w:val="006825B3"/>
    <w:rsid w:val="00683079"/>
    <w:rsid w:val="006831AB"/>
    <w:rsid w:val="00683333"/>
    <w:rsid w:val="0068339D"/>
    <w:rsid w:val="006836EB"/>
    <w:rsid w:val="00683899"/>
    <w:rsid w:val="00683FC1"/>
    <w:rsid w:val="00683FED"/>
    <w:rsid w:val="00684044"/>
    <w:rsid w:val="006840CD"/>
    <w:rsid w:val="00684977"/>
    <w:rsid w:val="00684F67"/>
    <w:rsid w:val="00685344"/>
    <w:rsid w:val="0068572D"/>
    <w:rsid w:val="00686C08"/>
    <w:rsid w:val="00687212"/>
    <w:rsid w:val="0068745B"/>
    <w:rsid w:val="00687BB7"/>
    <w:rsid w:val="0069021D"/>
    <w:rsid w:val="00690360"/>
    <w:rsid w:val="0069123F"/>
    <w:rsid w:val="006918F6"/>
    <w:rsid w:val="00691919"/>
    <w:rsid w:val="006920CB"/>
    <w:rsid w:val="00692566"/>
    <w:rsid w:val="006927B1"/>
    <w:rsid w:val="00692CAC"/>
    <w:rsid w:val="00693A8B"/>
    <w:rsid w:val="0069453C"/>
    <w:rsid w:val="006945A4"/>
    <w:rsid w:val="00694BA2"/>
    <w:rsid w:val="006950B7"/>
    <w:rsid w:val="00695683"/>
    <w:rsid w:val="00695E0D"/>
    <w:rsid w:val="00696038"/>
    <w:rsid w:val="006961C9"/>
    <w:rsid w:val="00696A12"/>
    <w:rsid w:val="00697115"/>
    <w:rsid w:val="006973AE"/>
    <w:rsid w:val="00697B69"/>
    <w:rsid w:val="006A0FEA"/>
    <w:rsid w:val="006A12AF"/>
    <w:rsid w:val="006A1B66"/>
    <w:rsid w:val="006A211F"/>
    <w:rsid w:val="006A2D91"/>
    <w:rsid w:val="006A305F"/>
    <w:rsid w:val="006A31C8"/>
    <w:rsid w:val="006A3AB2"/>
    <w:rsid w:val="006A3C74"/>
    <w:rsid w:val="006A450D"/>
    <w:rsid w:val="006A4CCF"/>
    <w:rsid w:val="006A50ED"/>
    <w:rsid w:val="006A5335"/>
    <w:rsid w:val="006A694B"/>
    <w:rsid w:val="006A698F"/>
    <w:rsid w:val="006A6BF6"/>
    <w:rsid w:val="006A7518"/>
    <w:rsid w:val="006A7660"/>
    <w:rsid w:val="006A7AF8"/>
    <w:rsid w:val="006A7F57"/>
    <w:rsid w:val="006B001C"/>
    <w:rsid w:val="006B077B"/>
    <w:rsid w:val="006B09CC"/>
    <w:rsid w:val="006B1077"/>
    <w:rsid w:val="006B142E"/>
    <w:rsid w:val="006B1C4F"/>
    <w:rsid w:val="006B24A0"/>
    <w:rsid w:val="006B3B4B"/>
    <w:rsid w:val="006B3EA3"/>
    <w:rsid w:val="006B459D"/>
    <w:rsid w:val="006B5496"/>
    <w:rsid w:val="006B5743"/>
    <w:rsid w:val="006B5D18"/>
    <w:rsid w:val="006B6121"/>
    <w:rsid w:val="006B64BD"/>
    <w:rsid w:val="006B695E"/>
    <w:rsid w:val="006B6ADD"/>
    <w:rsid w:val="006B6C47"/>
    <w:rsid w:val="006B73DD"/>
    <w:rsid w:val="006B7A6F"/>
    <w:rsid w:val="006C034D"/>
    <w:rsid w:val="006C0A43"/>
    <w:rsid w:val="006C0A59"/>
    <w:rsid w:val="006C0C15"/>
    <w:rsid w:val="006C0CBB"/>
    <w:rsid w:val="006C1996"/>
    <w:rsid w:val="006C1BCE"/>
    <w:rsid w:val="006C1DBB"/>
    <w:rsid w:val="006C1F04"/>
    <w:rsid w:val="006C2707"/>
    <w:rsid w:val="006C3329"/>
    <w:rsid w:val="006C3BFC"/>
    <w:rsid w:val="006C4690"/>
    <w:rsid w:val="006C578C"/>
    <w:rsid w:val="006C5F58"/>
    <w:rsid w:val="006C63A1"/>
    <w:rsid w:val="006C6589"/>
    <w:rsid w:val="006C6DE0"/>
    <w:rsid w:val="006C72CC"/>
    <w:rsid w:val="006C7424"/>
    <w:rsid w:val="006C7581"/>
    <w:rsid w:val="006C76F0"/>
    <w:rsid w:val="006C7900"/>
    <w:rsid w:val="006C79C1"/>
    <w:rsid w:val="006C7CF1"/>
    <w:rsid w:val="006D0300"/>
    <w:rsid w:val="006D044B"/>
    <w:rsid w:val="006D11BF"/>
    <w:rsid w:val="006D128C"/>
    <w:rsid w:val="006D12C4"/>
    <w:rsid w:val="006D19FB"/>
    <w:rsid w:val="006D1A76"/>
    <w:rsid w:val="006D1C16"/>
    <w:rsid w:val="006D1EA9"/>
    <w:rsid w:val="006D2553"/>
    <w:rsid w:val="006D2629"/>
    <w:rsid w:val="006D26DE"/>
    <w:rsid w:val="006D28F3"/>
    <w:rsid w:val="006D36EC"/>
    <w:rsid w:val="006D56B2"/>
    <w:rsid w:val="006D5B8C"/>
    <w:rsid w:val="006D6CDF"/>
    <w:rsid w:val="006D7021"/>
    <w:rsid w:val="006D718E"/>
    <w:rsid w:val="006D7209"/>
    <w:rsid w:val="006D764E"/>
    <w:rsid w:val="006D77A8"/>
    <w:rsid w:val="006D7BB8"/>
    <w:rsid w:val="006E0245"/>
    <w:rsid w:val="006E0517"/>
    <w:rsid w:val="006E05C5"/>
    <w:rsid w:val="006E0672"/>
    <w:rsid w:val="006E0CAE"/>
    <w:rsid w:val="006E109B"/>
    <w:rsid w:val="006E1ADD"/>
    <w:rsid w:val="006E1DC9"/>
    <w:rsid w:val="006E1E60"/>
    <w:rsid w:val="006E21BD"/>
    <w:rsid w:val="006E236A"/>
    <w:rsid w:val="006E28DE"/>
    <w:rsid w:val="006E2D99"/>
    <w:rsid w:val="006E3650"/>
    <w:rsid w:val="006E37FC"/>
    <w:rsid w:val="006E3C97"/>
    <w:rsid w:val="006E400E"/>
    <w:rsid w:val="006E417B"/>
    <w:rsid w:val="006E4754"/>
    <w:rsid w:val="006E620D"/>
    <w:rsid w:val="006E6C3E"/>
    <w:rsid w:val="006E6C5B"/>
    <w:rsid w:val="006E6FB6"/>
    <w:rsid w:val="006E7458"/>
    <w:rsid w:val="006E789D"/>
    <w:rsid w:val="006E7D4F"/>
    <w:rsid w:val="006F0A22"/>
    <w:rsid w:val="006F0A7C"/>
    <w:rsid w:val="006F0F57"/>
    <w:rsid w:val="006F147D"/>
    <w:rsid w:val="006F1ED7"/>
    <w:rsid w:val="006F22A3"/>
    <w:rsid w:val="006F22B9"/>
    <w:rsid w:val="006F24BF"/>
    <w:rsid w:val="006F29D7"/>
    <w:rsid w:val="006F2E62"/>
    <w:rsid w:val="006F4265"/>
    <w:rsid w:val="006F447E"/>
    <w:rsid w:val="006F5078"/>
    <w:rsid w:val="006F50E5"/>
    <w:rsid w:val="006F5712"/>
    <w:rsid w:val="006F5BC5"/>
    <w:rsid w:val="006F71F6"/>
    <w:rsid w:val="006F792D"/>
    <w:rsid w:val="006F7B80"/>
    <w:rsid w:val="006F7CF7"/>
    <w:rsid w:val="006F7F88"/>
    <w:rsid w:val="00700F76"/>
    <w:rsid w:val="00701233"/>
    <w:rsid w:val="007013A2"/>
    <w:rsid w:val="007019F1"/>
    <w:rsid w:val="00702025"/>
    <w:rsid w:val="00702BF1"/>
    <w:rsid w:val="00702C6B"/>
    <w:rsid w:val="007037B1"/>
    <w:rsid w:val="00705990"/>
    <w:rsid w:val="007061DA"/>
    <w:rsid w:val="00707A87"/>
    <w:rsid w:val="0071123A"/>
    <w:rsid w:val="007113BF"/>
    <w:rsid w:val="00711515"/>
    <w:rsid w:val="00711DDB"/>
    <w:rsid w:val="0071228E"/>
    <w:rsid w:val="007123F2"/>
    <w:rsid w:val="0071284A"/>
    <w:rsid w:val="00712A6E"/>
    <w:rsid w:val="00712E35"/>
    <w:rsid w:val="00713642"/>
    <w:rsid w:val="0071409D"/>
    <w:rsid w:val="00714256"/>
    <w:rsid w:val="0071479E"/>
    <w:rsid w:val="00714E1B"/>
    <w:rsid w:val="00715765"/>
    <w:rsid w:val="00715E4C"/>
    <w:rsid w:val="00715E63"/>
    <w:rsid w:val="007164C7"/>
    <w:rsid w:val="007164CF"/>
    <w:rsid w:val="00716990"/>
    <w:rsid w:val="007176BF"/>
    <w:rsid w:val="00717B05"/>
    <w:rsid w:val="00720187"/>
    <w:rsid w:val="00720BEB"/>
    <w:rsid w:val="00721EC5"/>
    <w:rsid w:val="00722726"/>
    <w:rsid w:val="0072276C"/>
    <w:rsid w:val="00722869"/>
    <w:rsid w:val="0072303D"/>
    <w:rsid w:val="0072304D"/>
    <w:rsid w:val="0072345E"/>
    <w:rsid w:val="00723585"/>
    <w:rsid w:val="007239CE"/>
    <w:rsid w:val="00723DE3"/>
    <w:rsid w:val="00723F62"/>
    <w:rsid w:val="00724249"/>
    <w:rsid w:val="007262E0"/>
    <w:rsid w:val="00726549"/>
    <w:rsid w:val="00726CA2"/>
    <w:rsid w:val="00727923"/>
    <w:rsid w:val="00727ECE"/>
    <w:rsid w:val="007300B0"/>
    <w:rsid w:val="007306AB"/>
    <w:rsid w:val="00730A2D"/>
    <w:rsid w:val="0073179E"/>
    <w:rsid w:val="00731EA5"/>
    <w:rsid w:val="00731F88"/>
    <w:rsid w:val="00732ED4"/>
    <w:rsid w:val="00733528"/>
    <w:rsid w:val="00733988"/>
    <w:rsid w:val="007339DF"/>
    <w:rsid w:val="00733B61"/>
    <w:rsid w:val="00733D1B"/>
    <w:rsid w:val="00733D5C"/>
    <w:rsid w:val="00733E90"/>
    <w:rsid w:val="00733F3A"/>
    <w:rsid w:val="00733F5E"/>
    <w:rsid w:val="00734439"/>
    <w:rsid w:val="0073467A"/>
    <w:rsid w:val="00735815"/>
    <w:rsid w:val="0073697F"/>
    <w:rsid w:val="00736E16"/>
    <w:rsid w:val="0074005F"/>
    <w:rsid w:val="007405ED"/>
    <w:rsid w:val="00740700"/>
    <w:rsid w:val="00740787"/>
    <w:rsid w:val="0074105E"/>
    <w:rsid w:val="007410FE"/>
    <w:rsid w:val="007411B7"/>
    <w:rsid w:val="007414FB"/>
    <w:rsid w:val="00741964"/>
    <w:rsid w:val="00742307"/>
    <w:rsid w:val="00742F2B"/>
    <w:rsid w:val="00743411"/>
    <w:rsid w:val="00743585"/>
    <w:rsid w:val="007435AF"/>
    <w:rsid w:val="007447E3"/>
    <w:rsid w:val="00744E88"/>
    <w:rsid w:val="00744EEB"/>
    <w:rsid w:val="00744F3E"/>
    <w:rsid w:val="00744F5E"/>
    <w:rsid w:val="00745080"/>
    <w:rsid w:val="00745468"/>
    <w:rsid w:val="0074579F"/>
    <w:rsid w:val="00745BE7"/>
    <w:rsid w:val="00745D47"/>
    <w:rsid w:val="00745DAD"/>
    <w:rsid w:val="00745E0C"/>
    <w:rsid w:val="0074613B"/>
    <w:rsid w:val="00746358"/>
    <w:rsid w:val="00746AA8"/>
    <w:rsid w:val="00746F9C"/>
    <w:rsid w:val="0074720E"/>
    <w:rsid w:val="00747573"/>
    <w:rsid w:val="007479E4"/>
    <w:rsid w:val="00747A01"/>
    <w:rsid w:val="00747CF1"/>
    <w:rsid w:val="00747FF7"/>
    <w:rsid w:val="00750372"/>
    <w:rsid w:val="00750866"/>
    <w:rsid w:val="00752484"/>
    <w:rsid w:val="00752702"/>
    <w:rsid w:val="00752A0E"/>
    <w:rsid w:val="00752AAF"/>
    <w:rsid w:val="00753EAA"/>
    <w:rsid w:val="007547AA"/>
    <w:rsid w:val="007558EB"/>
    <w:rsid w:val="00756E1B"/>
    <w:rsid w:val="0075775F"/>
    <w:rsid w:val="00757989"/>
    <w:rsid w:val="00757A1A"/>
    <w:rsid w:val="00757EA4"/>
    <w:rsid w:val="00757F95"/>
    <w:rsid w:val="0076145C"/>
    <w:rsid w:val="00761DA1"/>
    <w:rsid w:val="00761F47"/>
    <w:rsid w:val="00761F7B"/>
    <w:rsid w:val="00762002"/>
    <w:rsid w:val="007626CA"/>
    <w:rsid w:val="00762909"/>
    <w:rsid w:val="00762BB7"/>
    <w:rsid w:val="00763383"/>
    <w:rsid w:val="007639D1"/>
    <w:rsid w:val="00764984"/>
    <w:rsid w:val="00764CC4"/>
    <w:rsid w:val="007653A9"/>
    <w:rsid w:val="00765620"/>
    <w:rsid w:val="007658FE"/>
    <w:rsid w:val="00765B75"/>
    <w:rsid w:val="00765CC5"/>
    <w:rsid w:val="00765FE2"/>
    <w:rsid w:val="00766084"/>
    <w:rsid w:val="007668C5"/>
    <w:rsid w:val="00767668"/>
    <w:rsid w:val="00767B42"/>
    <w:rsid w:val="00767D6B"/>
    <w:rsid w:val="00771B31"/>
    <w:rsid w:val="00772444"/>
    <w:rsid w:val="007724E6"/>
    <w:rsid w:val="0077301A"/>
    <w:rsid w:val="007731EA"/>
    <w:rsid w:val="007735EB"/>
    <w:rsid w:val="007741FF"/>
    <w:rsid w:val="007746CB"/>
    <w:rsid w:val="00774F70"/>
    <w:rsid w:val="00775246"/>
    <w:rsid w:val="00776BF2"/>
    <w:rsid w:val="0077719D"/>
    <w:rsid w:val="00777CC9"/>
    <w:rsid w:val="00780163"/>
    <w:rsid w:val="00780225"/>
    <w:rsid w:val="00780FCD"/>
    <w:rsid w:val="007817BD"/>
    <w:rsid w:val="00781A8C"/>
    <w:rsid w:val="00781DA0"/>
    <w:rsid w:val="00782805"/>
    <w:rsid w:val="007835CF"/>
    <w:rsid w:val="00783AE5"/>
    <w:rsid w:val="0078448F"/>
    <w:rsid w:val="00784669"/>
    <w:rsid w:val="00784EA5"/>
    <w:rsid w:val="00785B49"/>
    <w:rsid w:val="00786C55"/>
    <w:rsid w:val="00786CAC"/>
    <w:rsid w:val="00786E59"/>
    <w:rsid w:val="007877EF"/>
    <w:rsid w:val="0078798C"/>
    <w:rsid w:val="007879C6"/>
    <w:rsid w:val="007910CA"/>
    <w:rsid w:val="00791622"/>
    <w:rsid w:val="00792FA2"/>
    <w:rsid w:val="007930B6"/>
    <w:rsid w:val="0079362F"/>
    <w:rsid w:val="00793E3B"/>
    <w:rsid w:val="00794273"/>
    <w:rsid w:val="007942A9"/>
    <w:rsid w:val="00794941"/>
    <w:rsid w:val="00794BC8"/>
    <w:rsid w:val="00794D92"/>
    <w:rsid w:val="00795A3A"/>
    <w:rsid w:val="00795C89"/>
    <w:rsid w:val="00795F86"/>
    <w:rsid w:val="0079617D"/>
    <w:rsid w:val="007961FE"/>
    <w:rsid w:val="0079632C"/>
    <w:rsid w:val="00796C8B"/>
    <w:rsid w:val="007971F3"/>
    <w:rsid w:val="007978A3"/>
    <w:rsid w:val="007A0334"/>
    <w:rsid w:val="007A0BB8"/>
    <w:rsid w:val="007A0C6D"/>
    <w:rsid w:val="007A1267"/>
    <w:rsid w:val="007A1D33"/>
    <w:rsid w:val="007A2412"/>
    <w:rsid w:val="007A2442"/>
    <w:rsid w:val="007A27DF"/>
    <w:rsid w:val="007A2978"/>
    <w:rsid w:val="007A29F3"/>
    <w:rsid w:val="007A363A"/>
    <w:rsid w:val="007A36EA"/>
    <w:rsid w:val="007A3972"/>
    <w:rsid w:val="007A3B45"/>
    <w:rsid w:val="007A3E71"/>
    <w:rsid w:val="007A3F9E"/>
    <w:rsid w:val="007A4248"/>
    <w:rsid w:val="007A46B3"/>
    <w:rsid w:val="007A4707"/>
    <w:rsid w:val="007A5966"/>
    <w:rsid w:val="007A5BFD"/>
    <w:rsid w:val="007A67B0"/>
    <w:rsid w:val="007A69D1"/>
    <w:rsid w:val="007A7056"/>
    <w:rsid w:val="007A70FA"/>
    <w:rsid w:val="007A72D1"/>
    <w:rsid w:val="007A7320"/>
    <w:rsid w:val="007B0172"/>
    <w:rsid w:val="007B04C6"/>
    <w:rsid w:val="007B0861"/>
    <w:rsid w:val="007B2801"/>
    <w:rsid w:val="007B2F96"/>
    <w:rsid w:val="007B320B"/>
    <w:rsid w:val="007B3627"/>
    <w:rsid w:val="007B4109"/>
    <w:rsid w:val="007B4842"/>
    <w:rsid w:val="007B498F"/>
    <w:rsid w:val="007B53C3"/>
    <w:rsid w:val="007B5B8F"/>
    <w:rsid w:val="007B6377"/>
    <w:rsid w:val="007B63E9"/>
    <w:rsid w:val="007B644A"/>
    <w:rsid w:val="007B6CDE"/>
    <w:rsid w:val="007B7083"/>
    <w:rsid w:val="007B7139"/>
    <w:rsid w:val="007B7204"/>
    <w:rsid w:val="007B7832"/>
    <w:rsid w:val="007B7AF6"/>
    <w:rsid w:val="007B7B11"/>
    <w:rsid w:val="007B7F26"/>
    <w:rsid w:val="007C0241"/>
    <w:rsid w:val="007C03EB"/>
    <w:rsid w:val="007C08C4"/>
    <w:rsid w:val="007C1191"/>
    <w:rsid w:val="007C26A6"/>
    <w:rsid w:val="007C2991"/>
    <w:rsid w:val="007C2CD7"/>
    <w:rsid w:val="007C3061"/>
    <w:rsid w:val="007C351E"/>
    <w:rsid w:val="007C357B"/>
    <w:rsid w:val="007C3D72"/>
    <w:rsid w:val="007C3D7B"/>
    <w:rsid w:val="007C3E5F"/>
    <w:rsid w:val="007C42E7"/>
    <w:rsid w:val="007C4676"/>
    <w:rsid w:val="007C4F24"/>
    <w:rsid w:val="007C52CE"/>
    <w:rsid w:val="007C537E"/>
    <w:rsid w:val="007C64C4"/>
    <w:rsid w:val="007C6533"/>
    <w:rsid w:val="007C6DF7"/>
    <w:rsid w:val="007C77C7"/>
    <w:rsid w:val="007C7A88"/>
    <w:rsid w:val="007C7E9E"/>
    <w:rsid w:val="007D0452"/>
    <w:rsid w:val="007D0C4F"/>
    <w:rsid w:val="007D1593"/>
    <w:rsid w:val="007D1ABA"/>
    <w:rsid w:val="007D1B47"/>
    <w:rsid w:val="007D1E65"/>
    <w:rsid w:val="007D3155"/>
    <w:rsid w:val="007D3159"/>
    <w:rsid w:val="007D31CC"/>
    <w:rsid w:val="007D3305"/>
    <w:rsid w:val="007D35F5"/>
    <w:rsid w:val="007D50FD"/>
    <w:rsid w:val="007D59A0"/>
    <w:rsid w:val="007D5F71"/>
    <w:rsid w:val="007D7926"/>
    <w:rsid w:val="007E0D82"/>
    <w:rsid w:val="007E1230"/>
    <w:rsid w:val="007E12FD"/>
    <w:rsid w:val="007E1624"/>
    <w:rsid w:val="007E2CCC"/>
    <w:rsid w:val="007E2F19"/>
    <w:rsid w:val="007E3364"/>
    <w:rsid w:val="007E34CE"/>
    <w:rsid w:val="007E3FFF"/>
    <w:rsid w:val="007E42FB"/>
    <w:rsid w:val="007E46D0"/>
    <w:rsid w:val="007E4B06"/>
    <w:rsid w:val="007E4DD2"/>
    <w:rsid w:val="007E4E01"/>
    <w:rsid w:val="007E5086"/>
    <w:rsid w:val="007E5864"/>
    <w:rsid w:val="007E5995"/>
    <w:rsid w:val="007E5B07"/>
    <w:rsid w:val="007E5E75"/>
    <w:rsid w:val="007E60EF"/>
    <w:rsid w:val="007E6506"/>
    <w:rsid w:val="007E6931"/>
    <w:rsid w:val="007E6B4B"/>
    <w:rsid w:val="007E6E0D"/>
    <w:rsid w:val="007E718D"/>
    <w:rsid w:val="007E73EC"/>
    <w:rsid w:val="007E7CBC"/>
    <w:rsid w:val="007F0A62"/>
    <w:rsid w:val="007F130F"/>
    <w:rsid w:val="007F1397"/>
    <w:rsid w:val="007F18DA"/>
    <w:rsid w:val="007F2284"/>
    <w:rsid w:val="007F25BB"/>
    <w:rsid w:val="007F2633"/>
    <w:rsid w:val="007F2EE3"/>
    <w:rsid w:val="007F30F7"/>
    <w:rsid w:val="007F3551"/>
    <w:rsid w:val="007F3F70"/>
    <w:rsid w:val="007F4259"/>
    <w:rsid w:val="007F4C1A"/>
    <w:rsid w:val="007F4D32"/>
    <w:rsid w:val="007F4F8E"/>
    <w:rsid w:val="007F5AA7"/>
    <w:rsid w:val="007F5C03"/>
    <w:rsid w:val="007F5F00"/>
    <w:rsid w:val="007F6CAD"/>
    <w:rsid w:val="007F7243"/>
    <w:rsid w:val="007F7958"/>
    <w:rsid w:val="007F7E48"/>
    <w:rsid w:val="00800007"/>
    <w:rsid w:val="00801129"/>
    <w:rsid w:val="00801189"/>
    <w:rsid w:val="008015A8"/>
    <w:rsid w:val="00801726"/>
    <w:rsid w:val="00801885"/>
    <w:rsid w:val="00801D57"/>
    <w:rsid w:val="00803288"/>
    <w:rsid w:val="008032AC"/>
    <w:rsid w:val="00803BE5"/>
    <w:rsid w:val="008044E0"/>
    <w:rsid w:val="00804E06"/>
    <w:rsid w:val="00805170"/>
    <w:rsid w:val="008051D0"/>
    <w:rsid w:val="00805839"/>
    <w:rsid w:val="00806087"/>
    <w:rsid w:val="008063D7"/>
    <w:rsid w:val="0080653D"/>
    <w:rsid w:val="008066C2"/>
    <w:rsid w:val="00806B3D"/>
    <w:rsid w:val="00806F62"/>
    <w:rsid w:val="00806FEC"/>
    <w:rsid w:val="00807149"/>
    <w:rsid w:val="00807580"/>
    <w:rsid w:val="00807C42"/>
    <w:rsid w:val="0081024A"/>
    <w:rsid w:val="0081052C"/>
    <w:rsid w:val="00810B07"/>
    <w:rsid w:val="00812508"/>
    <w:rsid w:val="0081270B"/>
    <w:rsid w:val="0081277F"/>
    <w:rsid w:val="00812A64"/>
    <w:rsid w:val="00812B6F"/>
    <w:rsid w:val="00813ECF"/>
    <w:rsid w:val="00813F83"/>
    <w:rsid w:val="00814260"/>
    <w:rsid w:val="0081445F"/>
    <w:rsid w:val="00814BF6"/>
    <w:rsid w:val="00814D8F"/>
    <w:rsid w:val="00815418"/>
    <w:rsid w:val="0081553B"/>
    <w:rsid w:val="00815B1B"/>
    <w:rsid w:val="00816444"/>
    <w:rsid w:val="00816BFE"/>
    <w:rsid w:val="00816DC7"/>
    <w:rsid w:val="00817E6C"/>
    <w:rsid w:val="00820104"/>
    <w:rsid w:val="00820478"/>
    <w:rsid w:val="00820722"/>
    <w:rsid w:val="00820C4D"/>
    <w:rsid w:val="00820C71"/>
    <w:rsid w:val="00820DEE"/>
    <w:rsid w:val="0082159C"/>
    <w:rsid w:val="008219A4"/>
    <w:rsid w:val="00822017"/>
    <w:rsid w:val="008221D2"/>
    <w:rsid w:val="0082308C"/>
    <w:rsid w:val="008230BA"/>
    <w:rsid w:val="00823362"/>
    <w:rsid w:val="008234FA"/>
    <w:rsid w:val="008235A1"/>
    <w:rsid w:val="0082424A"/>
    <w:rsid w:val="00824A19"/>
    <w:rsid w:val="0082538D"/>
    <w:rsid w:val="00825FE0"/>
    <w:rsid w:val="00826545"/>
    <w:rsid w:val="008266A0"/>
    <w:rsid w:val="008266D9"/>
    <w:rsid w:val="00826E58"/>
    <w:rsid w:val="00826F28"/>
    <w:rsid w:val="00827D1E"/>
    <w:rsid w:val="0083000F"/>
    <w:rsid w:val="0083003D"/>
    <w:rsid w:val="00830851"/>
    <w:rsid w:val="0083092C"/>
    <w:rsid w:val="00830C7D"/>
    <w:rsid w:val="00831095"/>
    <w:rsid w:val="008311C4"/>
    <w:rsid w:val="00831416"/>
    <w:rsid w:val="00831AC4"/>
    <w:rsid w:val="00831B15"/>
    <w:rsid w:val="008322AB"/>
    <w:rsid w:val="0083277C"/>
    <w:rsid w:val="0083294C"/>
    <w:rsid w:val="00832C01"/>
    <w:rsid w:val="00832D56"/>
    <w:rsid w:val="00833D0B"/>
    <w:rsid w:val="00833D99"/>
    <w:rsid w:val="008357B2"/>
    <w:rsid w:val="00835840"/>
    <w:rsid w:val="00835CE8"/>
    <w:rsid w:val="00836655"/>
    <w:rsid w:val="0083667A"/>
    <w:rsid w:val="00837592"/>
    <w:rsid w:val="00837C4D"/>
    <w:rsid w:val="0084063D"/>
    <w:rsid w:val="00840799"/>
    <w:rsid w:val="00841213"/>
    <w:rsid w:val="0084140D"/>
    <w:rsid w:val="008425D4"/>
    <w:rsid w:val="00842618"/>
    <w:rsid w:val="00842B10"/>
    <w:rsid w:val="00843995"/>
    <w:rsid w:val="00843AA9"/>
    <w:rsid w:val="00843C6B"/>
    <w:rsid w:val="00844154"/>
    <w:rsid w:val="00845073"/>
    <w:rsid w:val="008452B0"/>
    <w:rsid w:val="00845C1C"/>
    <w:rsid w:val="00846B32"/>
    <w:rsid w:val="008478D6"/>
    <w:rsid w:val="008479F0"/>
    <w:rsid w:val="00847E27"/>
    <w:rsid w:val="00847E50"/>
    <w:rsid w:val="008507DE"/>
    <w:rsid w:val="0085081D"/>
    <w:rsid w:val="00850AF6"/>
    <w:rsid w:val="00850DA9"/>
    <w:rsid w:val="008510EA"/>
    <w:rsid w:val="00851376"/>
    <w:rsid w:val="00852832"/>
    <w:rsid w:val="00853A7F"/>
    <w:rsid w:val="00853C3D"/>
    <w:rsid w:val="00854515"/>
    <w:rsid w:val="00854B38"/>
    <w:rsid w:val="00854DDD"/>
    <w:rsid w:val="00855468"/>
    <w:rsid w:val="00856129"/>
    <w:rsid w:val="0085642B"/>
    <w:rsid w:val="008565C2"/>
    <w:rsid w:val="0085675D"/>
    <w:rsid w:val="00856FCC"/>
    <w:rsid w:val="00857071"/>
    <w:rsid w:val="00857CCE"/>
    <w:rsid w:val="0086052B"/>
    <w:rsid w:val="00861638"/>
    <w:rsid w:val="008621A2"/>
    <w:rsid w:val="00862EA4"/>
    <w:rsid w:val="00862F14"/>
    <w:rsid w:val="0086300A"/>
    <w:rsid w:val="00863AE3"/>
    <w:rsid w:val="008643D6"/>
    <w:rsid w:val="00864C8F"/>
    <w:rsid w:val="00864C98"/>
    <w:rsid w:val="00865173"/>
    <w:rsid w:val="0086543B"/>
    <w:rsid w:val="00865741"/>
    <w:rsid w:val="00865D26"/>
    <w:rsid w:val="00866832"/>
    <w:rsid w:val="00866D3F"/>
    <w:rsid w:val="008670E7"/>
    <w:rsid w:val="008675CF"/>
    <w:rsid w:val="00867904"/>
    <w:rsid w:val="0086794B"/>
    <w:rsid w:val="00867DA7"/>
    <w:rsid w:val="0087009D"/>
    <w:rsid w:val="00870719"/>
    <w:rsid w:val="008714C1"/>
    <w:rsid w:val="0087173C"/>
    <w:rsid w:val="00871752"/>
    <w:rsid w:val="00871A0B"/>
    <w:rsid w:val="00871C27"/>
    <w:rsid w:val="00872379"/>
    <w:rsid w:val="008727B4"/>
    <w:rsid w:val="00872EB0"/>
    <w:rsid w:val="008738B8"/>
    <w:rsid w:val="00873D66"/>
    <w:rsid w:val="008740CF"/>
    <w:rsid w:val="008749B8"/>
    <w:rsid w:val="008755CD"/>
    <w:rsid w:val="00875684"/>
    <w:rsid w:val="008763E7"/>
    <w:rsid w:val="0087672C"/>
    <w:rsid w:val="00876C0B"/>
    <w:rsid w:val="00877717"/>
    <w:rsid w:val="008803F7"/>
    <w:rsid w:val="008808C0"/>
    <w:rsid w:val="00880BCB"/>
    <w:rsid w:val="00881E26"/>
    <w:rsid w:val="00882238"/>
    <w:rsid w:val="008822FC"/>
    <w:rsid w:val="00882B35"/>
    <w:rsid w:val="00883182"/>
    <w:rsid w:val="00883B80"/>
    <w:rsid w:val="00883BD5"/>
    <w:rsid w:val="00883D9B"/>
    <w:rsid w:val="0088445F"/>
    <w:rsid w:val="00884C6F"/>
    <w:rsid w:val="00884E01"/>
    <w:rsid w:val="00884E4F"/>
    <w:rsid w:val="00884E9A"/>
    <w:rsid w:val="00885B79"/>
    <w:rsid w:val="00885D54"/>
    <w:rsid w:val="0088666C"/>
    <w:rsid w:val="00887683"/>
    <w:rsid w:val="00887977"/>
    <w:rsid w:val="00887D0A"/>
    <w:rsid w:val="008900EB"/>
    <w:rsid w:val="00890165"/>
    <w:rsid w:val="00890A0B"/>
    <w:rsid w:val="00891B0D"/>
    <w:rsid w:val="00891C00"/>
    <w:rsid w:val="00892014"/>
    <w:rsid w:val="00892A75"/>
    <w:rsid w:val="00893605"/>
    <w:rsid w:val="00893F0A"/>
    <w:rsid w:val="00894149"/>
    <w:rsid w:val="00894C9F"/>
    <w:rsid w:val="00895948"/>
    <w:rsid w:val="00895E40"/>
    <w:rsid w:val="00896226"/>
    <w:rsid w:val="00896B74"/>
    <w:rsid w:val="00896DA3"/>
    <w:rsid w:val="008975FD"/>
    <w:rsid w:val="00897758"/>
    <w:rsid w:val="00897A0C"/>
    <w:rsid w:val="00897A4E"/>
    <w:rsid w:val="00897D39"/>
    <w:rsid w:val="008A0310"/>
    <w:rsid w:val="008A05C4"/>
    <w:rsid w:val="008A05D0"/>
    <w:rsid w:val="008A128D"/>
    <w:rsid w:val="008A1A42"/>
    <w:rsid w:val="008A1A6A"/>
    <w:rsid w:val="008A2136"/>
    <w:rsid w:val="008A25A8"/>
    <w:rsid w:val="008A322C"/>
    <w:rsid w:val="008A42BD"/>
    <w:rsid w:val="008A46FF"/>
    <w:rsid w:val="008A4A5E"/>
    <w:rsid w:val="008A4F7D"/>
    <w:rsid w:val="008A5072"/>
    <w:rsid w:val="008A50FC"/>
    <w:rsid w:val="008A541F"/>
    <w:rsid w:val="008A649B"/>
    <w:rsid w:val="008A751E"/>
    <w:rsid w:val="008A7594"/>
    <w:rsid w:val="008A7A55"/>
    <w:rsid w:val="008A7DAE"/>
    <w:rsid w:val="008A7E39"/>
    <w:rsid w:val="008B1002"/>
    <w:rsid w:val="008B1A13"/>
    <w:rsid w:val="008B2279"/>
    <w:rsid w:val="008B3668"/>
    <w:rsid w:val="008B40E8"/>
    <w:rsid w:val="008B4526"/>
    <w:rsid w:val="008B4FB9"/>
    <w:rsid w:val="008B5357"/>
    <w:rsid w:val="008B5F1E"/>
    <w:rsid w:val="008B60C0"/>
    <w:rsid w:val="008B632D"/>
    <w:rsid w:val="008B66ED"/>
    <w:rsid w:val="008B6EF4"/>
    <w:rsid w:val="008B75F4"/>
    <w:rsid w:val="008B78E5"/>
    <w:rsid w:val="008C0470"/>
    <w:rsid w:val="008C11E7"/>
    <w:rsid w:val="008C1844"/>
    <w:rsid w:val="008C1F4D"/>
    <w:rsid w:val="008C2D01"/>
    <w:rsid w:val="008C3170"/>
    <w:rsid w:val="008C3BAF"/>
    <w:rsid w:val="008C3EE5"/>
    <w:rsid w:val="008C4597"/>
    <w:rsid w:val="008C48DB"/>
    <w:rsid w:val="008C4B27"/>
    <w:rsid w:val="008C4D4C"/>
    <w:rsid w:val="008C511A"/>
    <w:rsid w:val="008C5D29"/>
    <w:rsid w:val="008C6199"/>
    <w:rsid w:val="008C62A5"/>
    <w:rsid w:val="008C6406"/>
    <w:rsid w:val="008C6829"/>
    <w:rsid w:val="008C68A0"/>
    <w:rsid w:val="008C744F"/>
    <w:rsid w:val="008C7583"/>
    <w:rsid w:val="008C75CF"/>
    <w:rsid w:val="008C78A6"/>
    <w:rsid w:val="008D07A6"/>
    <w:rsid w:val="008D0A7C"/>
    <w:rsid w:val="008D0DDD"/>
    <w:rsid w:val="008D10E8"/>
    <w:rsid w:val="008D216A"/>
    <w:rsid w:val="008D252E"/>
    <w:rsid w:val="008D26BE"/>
    <w:rsid w:val="008D294C"/>
    <w:rsid w:val="008D2FC7"/>
    <w:rsid w:val="008D33D8"/>
    <w:rsid w:val="008D4ADA"/>
    <w:rsid w:val="008D4D3E"/>
    <w:rsid w:val="008D502C"/>
    <w:rsid w:val="008D57EE"/>
    <w:rsid w:val="008D595F"/>
    <w:rsid w:val="008D5C28"/>
    <w:rsid w:val="008D63CC"/>
    <w:rsid w:val="008D6A1E"/>
    <w:rsid w:val="008D6DE6"/>
    <w:rsid w:val="008D6F47"/>
    <w:rsid w:val="008D73E2"/>
    <w:rsid w:val="008D7C36"/>
    <w:rsid w:val="008E0003"/>
    <w:rsid w:val="008E03A0"/>
    <w:rsid w:val="008E16B0"/>
    <w:rsid w:val="008E20EF"/>
    <w:rsid w:val="008E2AA8"/>
    <w:rsid w:val="008E344B"/>
    <w:rsid w:val="008E3EEF"/>
    <w:rsid w:val="008E4177"/>
    <w:rsid w:val="008E4E76"/>
    <w:rsid w:val="008E4FE1"/>
    <w:rsid w:val="008E5BFD"/>
    <w:rsid w:val="008E5D5E"/>
    <w:rsid w:val="008E6067"/>
    <w:rsid w:val="008E64E2"/>
    <w:rsid w:val="008E6617"/>
    <w:rsid w:val="008E671D"/>
    <w:rsid w:val="008E6EE5"/>
    <w:rsid w:val="008E755F"/>
    <w:rsid w:val="008F00AC"/>
    <w:rsid w:val="008F0432"/>
    <w:rsid w:val="008F0A53"/>
    <w:rsid w:val="008F0CB2"/>
    <w:rsid w:val="008F1086"/>
    <w:rsid w:val="008F21B0"/>
    <w:rsid w:val="008F2840"/>
    <w:rsid w:val="008F2C0D"/>
    <w:rsid w:val="008F2D80"/>
    <w:rsid w:val="008F3016"/>
    <w:rsid w:val="008F31B4"/>
    <w:rsid w:val="008F335C"/>
    <w:rsid w:val="008F339C"/>
    <w:rsid w:val="008F478D"/>
    <w:rsid w:val="008F4F4A"/>
    <w:rsid w:val="008F4F95"/>
    <w:rsid w:val="008F5483"/>
    <w:rsid w:val="008F549C"/>
    <w:rsid w:val="008F5557"/>
    <w:rsid w:val="008F57C7"/>
    <w:rsid w:val="008F5995"/>
    <w:rsid w:val="008F5BE8"/>
    <w:rsid w:val="008F6FE6"/>
    <w:rsid w:val="008F706B"/>
    <w:rsid w:val="008F71B3"/>
    <w:rsid w:val="008F7541"/>
    <w:rsid w:val="008F761C"/>
    <w:rsid w:val="008F7C3B"/>
    <w:rsid w:val="00901081"/>
    <w:rsid w:val="0090165D"/>
    <w:rsid w:val="009017EA"/>
    <w:rsid w:val="00901A94"/>
    <w:rsid w:val="00902237"/>
    <w:rsid w:val="00902BC2"/>
    <w:rsid w:val="00903048"/>
    <w:rsid w:val="009032C7"/>
    <w:rsid w:val="009037E3"/>
    <w:rsid w:val="00903ACE"/>
    <w:rsid w:val="0090478B"/>
    <w:rsid w:val="0090483F"/>
    <w:rsid w:val="009048A4"/>
    <w:rsid w:val="00904D55"/>
    <w:rsid w:val="0090509A"/>
    <w:rsid w:val="009051FE"/>
    <w:rsid w:val="0090664A"/>
    <w:rsid w:val="00906803"/>
    <w:rsid w:val="00906FDD"/>
    <w:rsid w:val="00907019"/>
    <w:rsid w:val="00907F92"/>
    <w:rsid w:val="00910092"/>
    <w:rsid w:val="00910209"/>
    <w:rsid w:val="009112EC"/>
    <w:rsid w:val="009113FF"/>
    <w:rsid w:val="00911943"/>
    <w:rsid w:val="009119BF"/>
    <w:rsid w:val="00912295"/>
    <w:rsid w:val="00912D22"/>
    <w:rsid w:val="0091384F"/>
    <w:rsid w:val="0091407C"/>
    <w:rsid w:val="009140B1"/>
    <w:rsid w:val="00914734"/>
    <w:rsid w:val="009147A3"/>
    <w:rsid w:val="00914CBC"/>
    <w:rsid w:val="009158BA"/>
    <w:rsid w:val="009160BC"/>
    <w:rsid w:val="009168A3"/>
    <w:rsid w:val="009169CD"/>
    <w:rsid w:val="009169FA"/>
    <w:rsid w:val="00916A39"/>
    <w:rsid w:val="00916C92"/>
    <w:rsid w:val="00916D51"/>
    <w:rsid w:val="00917CD2"/>
    <w:rsid w:val="0092082D"/>
    <w:rsid w:val="00921238"/>
    <w:rsid w:val="009213DF"/>
    <w:rsid w:val="00921749"/>
    <w:rsid w:val="00921A47"/>
    <w:rsid w:val="00921D02"/>
    <w:rsid w:val="00922019"/>
    <w:rsid w:val="009223B0"/>
    <w:rsid w:val="0092266D"/>
    <w:rsid w:val="009228DA"/>
    <w:rsid w:val="009231D2"/>
    <w:rsid w:val="00923404"/>
    <w:rsid w:val="00923D24"/>
    <w:rsid w:val="00924D42"/>
    <w:rsid w:val="00924EB8"/>
    <w:rsid w:val="009250E7"/>
    <w:rsid w:val="00925365"/>
    <w:rsid w:val="00925414"/>
    <w:rsid w:val="0092552F"/>
    <w:rsid w:val="0092583A"/>
    <w:rsid w:val="009266E3"/>
    <w:rsid w:val="009268AA"/>
    <w:rsid w:val="00926F0D"/>
    <w:rsid w:val="0092762D"/>
    <w:rsid w:val="00927881"/>
    <w:rsid w:val="00930455"/>
    <w:rsid w:val="009309D5"/>
    <w:rsid w:val="009310B5"/>
    <w:rsid w:val="00931D47"/>
    <w:rsid w:val="009322EF"/>
    <w:rsid w:val="00932B30"/>
    <w:rsid w:val="009336E1"/>
    <w:rsid w:val="00933C8F"/>
    <w:rsid w:val="00933CD2"/>
    <w:rsid w:val="009348EA"/>
    <w:rsid w:val="0093585C"/>
    <w:rsid w:val="0093659B"/>
    <w:rsid w:val="009365C0"/>
    <w:rsid w:val="00936614"/>
    <w:rsid w:val="009367C9"/>
    <w:rsid w:val="00936944"/>
    <w:rsid w:val="0093770A"/>
    <w:rsid w:val="00940152"/>
    <w:rsid w:val="009405C0"/>
    <w:rsid w:val="00940F20"/>
    <w:rsid w:val="00941929"/>
    <w:rsid w:val="00941D83"/>
    <w:rsid w:val="00942206"/>
    <w:rsid w:val="00942419"/>
    <w:rsid w:val="009429B8"/>
    <w:rsid w:val="00942E17"/>
    <w:rsid w:val="00943698"/>
    <w:rsid w:val="009437A5"/>
    <w:rsid w:val="00944055"/>
    <w:rsid w:val="00944383"/>
    <w:rsid w:val="0094485C"/>
    <w:rsid w:val="00944AA7"/>
    <w:rsid w:val="00944B07"/>
    <w:rsid w:val="00944F58"/>
    <w:rsid w:val="00945087"/>
    <w:rsid w:val="009454DF"/>
    <w:rsid w:val="0094556B"/>
    <w:rsid w:val="009464D6"/>
    <w:rsid w:val="0094658E"/>
    <w:rsid w:val="0094678C"/>
    <w:rsid w:val="00946B95"/>
    <w:rsid w:val="00946C7D"/>
    <w:rsid w:val="009471AB"/>
    <w:rsid w:val="00947469"/>
    <w:rsid w:val="0094752C"/>
    <w:rsid w:val="00947E54"/>
    <w:rsid w:val="00947E74"/>
    <w:rsid w:val="009502D0"/>
    <w:rsid w:val="00950F84"/>
    <w:rsid w:val="00951154"/>
    <w:rsid w:val="0095122B"/>
    <w:rsid w:val="009513BF"/>
    <w:rsid w:val="00951590"/>
    <w:rsid w:val="009519D5"/>
    <w:rsid w:val="00951E2F"/>
    <w:rsid w:val="00952263"/>
    <w:rsid w:val="00952361"/>
    <w:rsid w:val="00952879"/>
    <w:rsid w:val="00952891"/>
    <w:rsid w:val="009530B4"/>
    <w:rsid w:val="00953B2C"/>
    <w:rsid w:val="00953D9B"/>
    <w:rsid w:val="00954467"/>
    <w:rsid w:val="00954BE7"/>
    <w:rsid w:val="009555F3"/>
    <w:rsid w:val="0095575F"/>
    <w:rsid w:val="00955E93"/>
    <w:rsid w:val="009562D9"/>
    <w:rsid w:val="00956477"/>
    <w:rsid w:val="00956CF8"/>
    <w:rsid w:val="00956D46"/>
    <w:rsid w:val="00956DBC"/>
    <w:rsid w:val="009573BF"/>
    <w:rsid w:val="00957459"/>
    <w:rsid w:val="00960501"/>
    <w:rsid w:val="009605F9"/>
    <w:rsid w:val="00960778"/>
    <w:rsid w:val="00960B14"/>
    <w:rsid w:val="00961FBB"/>
    <w:rsid w:val="00963374"/>
    <w:rsid w:val="009638FD"/>
    <w:rsid w:val="009639F6"/>
    <w:rsid w:val="00963FE2"/>
    <w:rsid w:val="009649E6"/>
    <w:rsid w:val="009650BD"/>
    <w:rsid w:val="00965366"/>
    <w:rsid w:val="00965B6A"/>
    <w:rsid w:val="00965B8F"/>
    <w:rsid w:val="00966422"/>
    <w:rsid w:val="00966D4D"/>
    <w:rsid w:val="00967E64"/>
    <w:rsid w:val="0097019D"/>
    <w:rsid w:val="0097047B"/>
    <w:rsid w:val="0097078B"/>
    <w:rsid w:val="00970B98"/>
    <w:rsid w:val="00971480"/>
    <w:rsid w:val="00971B84"/>
    <w:rsid w:val="00971F5A"/>
    <w:rsid w:val="00972093"/>
    <w:rsid w:val="0097293D"/>
    <w:rsid w:val="00973B86"/>
    <w:rsid w:val="00973D95"/>
    <w:rsid w:val="00974292"/>
    <w:rsid w:val="0097488E"/>
    <w:rsid w:val="00974ABC"/>
    <w:rsid w:val="00974CCC"/>
    <w:rsid w:val="00974E7D"/>
    <w:rsid w:val="009750F1"/>
    <w:rsid w:val="00975410"/>
    <w:rsid w:val="009755D1"/>
    <w:rsid w:val="0097598E"/>
    <w:rsid w:val="00975FFB"/>
    <w:rsid w:val="009761F4"/>
    <w:rsid w:val="0097626E"/>
    <w:rsid w:val="00976574"/>
    <w:rsid w:val="009766A0"/>
    <w:rsid w:val="009767CF"/>
    <w:rsid w:val="00976816"/>
    <w:rsid w:val="0097776A"/>
    <w:rsid w:val="00977827"/>
    <w:rsid w:val="00980D6C"/>
    <w:rsid w:val="0098124C"/>
    <w:rsid w:val="0098157C"/>
    <w:rsid w:val="009819E8"/>
    <w:rsid w:val="00982140"/>
    <w:rsid w:val="0098240E"/>
    <w:rsid w:val="009824B2"/>
    <w:rsid w:val="009824C2"/>
    <w:rsid w:val="009825F9"/>
    <w:rsid w:val="009829DC"/>
    <w:rsid w:val="00982B11"/>
    <w:rsid w:val="00984527"/>
    <w:rsid w:val="00984879"/>
    <w:rsid w:val="009850B4"/>
    <w:rsid w:val="0098567F"/>
    <w:rsid w:val="00986C8F"/>
    <w:rsid w:val="00987126"/>
    <w:rsid w:val="0098714F"/>
    <w:rsid w:val="0098735E"/>
    <w:rsid w:val="00987F3B"/>
    <w:rsid w:val="00987F93"/>
    <w:rsid w:val="00990B4E"/>
    <w:rsid w:val="00991212"/>
    <w:rsid w:val="009923DB"/>
    <w:rsid w:val="0099333B"/>
    <w:rsid w:val="009944F7"/>
    <w:rsid w:val="00994508"/>
    <w:rsid w:val="00994524"/>
    <w:rsid w:val="0099504B"/>
    <w:rsid w:val="009950EB"/>
    <w:rsid w:val="009952BB"/>
    <w:rsid w:val="0099577F"/>
    <w:rsid w:val="0099638B"/>
    <w:rsid w:val="009966E9"/>
    <w:rsid w:val="009975CE"/>
    <w:rsid w:val="009A1860"/>
    <w:rsid w:val="009A1D17"/>
    <w:rsid w:val="009A1D64"/>
    <w:rsid w:val="009A2806"/>
    <w:rsid w:val="009A36E6"/>
    <w:rsid w:val="009A36F2"/>
    <w:rsid w:val="009A4C1B"/>
    <w:rsid w:val="009A5501"/>
    <w:rsid w:val="009A5670"/>
    <w:rsid w:val="009A57CE"/>
    <w:rsid w:val="009A5D02"/>
    <w:rsid w:val="009A6364"/>
    <w:rsid w:val="009A6A46"/>
    <w:rsid w:val="009A6C95"/>
    <w:rsid w:val="009A711C"/>
    <w:rsid w:val="009B0704"/>
    <w:rsid w:val="009B0992"/>
    <w:rsid w:val="009B133F"/>
    <w:rsid w:val="009B1D90"/>
    <w:rsid w:val="009B206F"/>
    <w:rsid w:val="009B2B03"/>
    <w:rsid w:val="009B3062"/>
    <w:rsid w:val="009B32DB"/>
    <w:rsid w:val="009B3D57"/>
    <w:rsid w:val="009B3EEC"/>
    <w:rsid w:val="009B42AB"/>
    <w:rsid w:val="009B4EB3"/>
    <w:rsid w:val="009B547B"/>
    <w:rsid w:val="009B5926"/>
    <w:rsid w:val="009B67AB"/>
    <w:rsid w:val="009C049C"/>
    <w:rsid w:val="009C0B8E"/>
    <w:rsid w:val="009C1019"/>
    <w:rsid w:val="009C1644"/>
    <w:rsid w:val="009C18B8"/>
    <w:rsid w:val="009C18CB"/>
    <w:rsid w:val="009C22C3"/>
    <w:rsid w:val="009C278F"/>
    <w:rsid w:val="009C298B"/>
    <w:rsid w:val="009C2A61"/>
    <w:rsid w:val="009C2E0A"/>
    <w:rsid w:val="009C3209"/>
    <w:rsid w:val="009C3E89"/>
    <w:rsid w:val="009C49E8"/>
    <w:rsid w:val="009C4B36"/>
    <w:rsid w:val="009C63D1"/>
    <w:rsid w:val="009C6400"/>
    <w:rsid w:val="009C64E8"/>
    <w:rsid w:val="009C6D66"/>
    <w:rsid w:val="009D04E2"/>
    <w:rsid w:val="009D316D"/>
    <w:rsid w:val="009D448E"/>
    <w:rsid w:val="009D4590"/>
    <w:rsid w:val="009D4ABF"/>
    <w:rsid w:val="009D4F36"/>
    <w:rsid w:val="009D5835"/>
    <w:rsid w:val="009D6D85"/>
    <w:rsid w:val="009D6DA7"/>
    <w:rsid w:val="009D6E4D"/>
    <w:rsid w:val="009D714D"/>
    <w:rsid w:val="009D72CF"/>
    <w:rsid w:val="009D7ADF"/>
    <w:rsid w:val="009E10D9"/>
    <w:rsid w:val="009E1709"/>
    <w:rsid w:val="009E1864"/>
    <w:rsid w:val="009E1942"/>
    <w:rsid w:val="009E2A45"/>
    <w:rsid w:val="009E3178"/>
    <w:rsid w:val="009E368C"/>
    <w:rsid w:val="009E375A"/>
    <w:rsid w:val="009E39B6"/>
    <w:rsid w:val="009E430A"/>
    <w:rsid w:val="009E4B5C"/>
    <w:rsid w:val="009E4E69"/>
    <w:rsid w:val="009E5972"/>
    <w:rsid w:val="009E5B75"/>
    <w:rsid w:val="009E6215"/>
    <w:rsid w:val="009E6ACB"/>
    <w:rsid w:val="009E6E29"/>
    <w:rsid w:val="009E6F1B"/>
    <w:rsid w:val="009E7477"/>
    <w:rsid w:val="009E7DF1"/>
    <w:rsid w:val="009E7F02"/>
    <w:rsid w:val="009F057C"/>
    <w:rsid w:val="009F12D0"/>
    <w:rsid w:val="009F1E3B"/>
    <w:rsid w:val="009F2540"/>
    <w:rsid w:val="009F345E"/>
    <w:rsid w:val="009F4D0A"/>
    <w:rsid w:val="009F51CF"/>
    <w:rsid w:val="009F571D"/>
    <w:rsid w:val="009F6154"/>
    <w:rsid w:val="009F64D8"/>
    <w:rsid w:val="009F6575"/>
    <w:rsid w:val="009F661F"/>
    <w:rsid w:val="009F6CE2"/>
    <w:rsid w:val="009F7349"/>
    <w:rsid w:val="00A00403"/>
    <w:rsid w:val="00A006DA"/>
    <w:rsid w:val="00A006E7"/>
    <w:rsid w:val="00A0073F"/>
    <w:rsid w:val="00A009DC"/>
    <w:rsid w:val="00A01597"/>
    <w:rsid w:val="00A015B2"/>
    <w:rsid w:val="00A016E0"/>
    <w:rsid w:val="00A02557"/>
    <w:rsid w:val="00A02F7A"/>
    <w:rsid w:val="00A03139"/>
    <w:rsid w:val="00A03146"/>
    <w:rsid w:val="00A0342E"/>
    <w:rsid w:val="00A03A67"/>
    <w:rsid w:val="00A0404B"/>
    <w:rsid w:val="00A045AE"/>
    <w:rsid w:val="00A046C2"/>
    <w:rsid w:val="00A04BD8"/>
    <w:rsid w:val="00A04C1B"/>
    <w:rsid w:val="00A04D74"/>
    <w:rsid w:val="00A054B3"/>
    <w:rsid w:val="00A056E3"/>
    <w:rsid w:val="00A05D47"/>
    <w:rsid w:val="00A066C7"/>
    <w:rsid w:val="00A066FA"/>
    <w:rsid w:val="00A06DA9"/>
    <w:rsid w:val="00A0724D"/>
    <w:rsid w:val="00A07312"/>
    <w:rsid w:val="00A07343"/>
    <w:rsid w:val="00A073D6"/>
    <w:rsid w:val="00A07413"/>
    <w:rsid w:val="00A101C6"/>
    <w:rsid w:val="00A10872"/>
    <w:rsid w:val="00A1098F"/>
    <w:rsid w:val="00A113FC"/>
    <w:rsid w:val="00A11475"/>
    <w:rsid w:val="00A114D3"/>
    <w:rsid w:val="00A11850"/>
    <w:rsid w:val="00A118FF"/>
    <w:rsid w:val="00A11D89"/>
    <w:rsid w:val="00A11DFF"/>
    <w:rsid w:val="00A128E7"/>
    <w:rsid w:val="00A132EB"/>
    <w:rsid w:val="00A136D8"/>
    <w:rsid w:val="00A1382D"/>
    <w:rsid w:val="00A138E3"/>
    <w:rsid w:val="00A13CDE"/>
    <w:rsid w:val="00A13EEB"/>
    <w:rsid w:val="00A14087"/>
    <w:rsid w:val="00A142BC"/>
    <w:rsid w:val="00A145EC"/>
    <w:rsid w:val="00A146D7"/>
    <w:rsid w:val="00A14871"/>
    <w:rsid w:val="00A14DE1"/>
    <w:rsid w:val="00A153E4"/>
    <w:rsid w:val="00A156D0"/>
    <w:rsid w:val="00A157BF"/>
    <w:rsid w:val="00A1646A"/>
    <w:rsid w:val="00A165C7"/>
    <w:rsid w:val="00A16A62"/>
    <w:rsid w:val="00A17472"/>
    <w:rsid w:val="00A201A9"/>
    <w:rsid w:val="00A20211"/>
    <w:rsid w:val="00A2070B"/>
    <w:rsid w:val="00A20AA0"/>
    <w:rsid w:val="00A20B96"/>
    <w:rsid w:val="00A20EE9"/>
    <w:rsid w:val="00A20F41"/>
    <w:rsid w:val="00A20FD6"/>
    <w:rsid w:val="00A21D9A"/>
    <w:rsid w:val="00A22444"/>
    <w:rsid w:val="00A22EAE"/>
    <w:rsid w:val="00A2422F"/>
    <w:rsid w:val="00A24F78"/>
    <w:rsid w:val="00A24FF3"/>
    <w:rsid w:val="00A25322"/>
    <w:rsid w:val="00A25489"/>
    <w:rsid w:val="00A25663"/>
    <w:rsid w:val="00A256E3"/>
    <w:rsid w:val="00A258F8"/>
    <w:rsid w:val="00A26223"/>
    <w:rsid w:val="00A2625A"/>
    <w:rsid w:val="00A266C8"/>
    <w:rsid w:val="00A26844"/>
    <w:rsid w:val="00A26C9F"/>
    <w:rsid w:val="00A27017"/>
    <w:rsid w:val="00A27075"/>
    <w:rsid w:val="00A273A7"/>
    <w:rsid w:val="00A27E53"/>
    <w:rsid w:val="00A30116"/>
    <w:rsid w:val="00A30236"/>
    <w:rsid w:val="00A3025A"/>
    <w:rsid w:val="00A30B42"/>
    <w:rsid w:val="00A30C51"/>
    <w:rsid w:val="00A30FCC"/>
    <w:rsid w:val="00A31038"/>
    <w:rsid w:val="00A314AA"/>
    <w:rsid w:val="00A31580"/>
    <w:rsid w:val="00A31B29"/>
    <w:rsid w:val="00A31F55"/>
    <w:rsid w:val="00A320D1"/>
    <w:rsid w:val="00A321B6"/>
    <w:rsid w:val="00A32448"/>
    <w:rsid w:val="00A33143"/>
    <w:rsid w:val="00A3348A"/>
    <w:rsid w:val="00A33DD0"/>
    <w:rsid w:val="00A3446D"/>
    <w:rsid w:val="00A349CA"/>
    <w:rsid w:val="00A34E12"/>
    <w:rsid w:val="00A360D4"/>
    <w:rsid w:val="00A363AD"/>
    <w:rsid w:val="00A3751C"/>
    <w:rsid w:val="00A379AD"/>
    <w:rsid w:val="00A37F7F"/>
    <w:rsid w:val="00A4067A"/>
    <w:rsid w:val="00A40D17"/>
    <w:rsid w:val="00A40F63"/>
    <w:rsid w:val="00A4123A"/>
    <w:rsid w:val="00A41469"/>
    <w:rsid w:val="00A41605"/>
    <w:rsid w:val="00A41AA3"/>
    <w:rsid w:val="00A41EF2"/>
    <w:rsid w:val="00A42562"/>
    <w:rsid w:val="00A425C7"/>
    <w:rsid w:val="00A42A4D"/>
    <w:rsid w:val="00A42D3D"/>
    <w:rsid w:val="00A4352C"/>
    <w:rsid w:val="00A4422B"/>
    <w:rsid w:val="00A44612"/>
    <w:rsid w:val="00A4481D"/>
    <w:rsid w:val="00A44AF9"/>
    <w:rsid w:val="00A46067"/>
    <w:rsid w:val="00A4679B"/>
    <w:rsid w:val="00A46A67"/>
    <w:rsid w:val="00A46FD3"/>
    <w:rsid w:val="00A47147"/>
    <w:rsid w:val="00A47C2D"/>
    <w:rsid w:val="00A501A6"/>
    <w:rsid w:val="00A5037F"/>
    <w:rsid w:val="00A50678"/>
    <w:rsid w:val="00A509F7"/>
    <w:rsid w:val="00A51230"/>
    <w:rsid w:val="00A52116"/>
    <w:rsid w:val="00A521F0"/>
    <w:rsid w:val="00A52D54"/>
    <w:rsid w:val="00A52EA3"/>
    <w:rsid w:val="00A52FA3"/>
    <w:rsid w:val="00A535A8"/>
    <w:rsid w:val="00A53A10"/>
    <w:rsid w:val="00A54C76"/>
    <w:rsid w:val="00A54E44"/>
    <w:rsid w:val="00A553B2"/>
    <w:rsid w:val="00A554C2"/>
    <w:rsid w:val="00A554D7"/>
    <w:rsid w:val="00A55FE1"/>
    <w:rsid w:val="00A560FF"/>
    <w:rsid w:val="00A563BD"/>
    <w:rsid w:val="00A56C6C"/>
    <w:rsid w:val="00A570BC"/>
    <w:rsid w:val="00A605F2"/>
    <w:rsid w:val="00A615F6"/>
    <w:rsid w:val="00A616B3"/>
    <w:rsid w:val="00A61DA5"/>
    <w:rsid w:val="00A61E41"/>
    <w:rsid w:val="00A6200B"/>
    <w:rsid w:val="00A62CE4"/>
    <w:rsid w:val="00A62E38"/>
    <w:rsid w:val="00A6405B"/>
    <w:rsid w:val="00A64176"/>
    <w:rsid w:val="00A641D0"/>
    <w:rsid w:val="00A6465B"/>
    <w:rsid w:val="00A64E49"/>
    <w:rsid w:val="00A65094"/>
    <w:rsid w:val="00A65218"/>
    <w:rsid w:val="00A6536D"/>
    <w:rsid w:val="00A657A1"/>
    <w:rsid w:val="00A659F1"/>
    <w:rsid w:val="00A65C3A"/>
    <w:rsid w:val="00A66136"/>
    <w:rsid w:val="00A6652C"/>
    <w:rsid w:val="00A6700F"/>
    <w:rsid w:val="00A67524"/>
    <w:rsid w:val="00A676FD"/>
    <w:rsid w:val="00A67BAE"/>
    <w:rsid w:val="00A7000B"/>
    <w:rsid w:val="00A70716"/>
    <w:rsid w:val="00A71055"/>
    <w:rsid w:val="00A71093"/>
    <w:rsid w:val="00A712EF"/>
    <w:rsid w:val="00A7159B"/>
    <w:rsid w:val="00A71663"/>
    <w:rsid w:val="00A718B3"/>
    <w:rsid w:val="00A71F56"/>
    <w:rsid w:val="00A72203"/>
    <w:rsid w:val="00A72CD0"/>
    <w:rsid w:val="00A72F61"/>
    <w:rsid w:val="00A731A4"/>
    <w:rsid w:val="00A73C4D"/>
    <w:rsid w:val="00A73FF2"/>
    <w:rsid w:val="00A743B7"/>
    <w:rsid w:val="00A74737"/>
    <w:rsid w:val="00A759B4"/>
    <w:rsid w:val="00A75DCA"/>
    <w:rsid w:val="00A76304"/>
    <w:rsid w:val="00A775BD"/>
    <w:rsid w:val="00A77A86"/>
    <w:rsid w:val="00A8006E"/>
    <w:rsid w:val="00A803C5"/>
    <w:rsid w:val="00A817FA"/>
    <w:rsid w:val="00A81AFB"/>
    <w:rsid w:val="00A81B7E"/>
    <w:rsid w:val="00A81DD7"/>
    <w:rsid w:val="00A81E79"/>
    <w:rsid w:val="00A826D7"/>
    <w:rsid w:val="00A8281F"/>
    <w:rsid w:val="00A82C18"/>
    <w:rsid w:val="00A83A24"/>
    <w:rsid w:val="00A84AE5"/>
    <w:rsid w:val="00A8520D"/>
    <w:rsid w:val="00A85252"/>
    <w:rsid w:val="00A853D9"/>
    <w:rsid w:val="00A854E4"/>
    <w:rsid w:val="00A86044"/>
    <w:rsid w:val="00A86419"/>
    <w:rsid w:val="00A866B0"/>
    <w:rsid w:val="00A87752"/>
    <w:rsid w:val="00A87E84"/>
    <w:rsid w:val="00A87EE1"/>
    <w:rsid w:val="00A90E13"/>
    <w:rsid w:val="00A918B8"/>
    <w:rsid w:val="00A91971"/>
    <w:rsid w:val="00A91B50"/>
    <w:rsid w:val="00A92BF2"/>
    <w:rsid w:val="00A92E03"/>
    <w:rsid w:val="00A939BC"/>
    <w:rsid w:val="00A93A14"/>
    <w:rsid w:val="00A943D4"/>
    <w:rsid w:val="00A94552"/>
    <w:rsid w:val="00A95189"/>
    <w:rsid w:val="00A95618"/>
    <w:rsid w:val="00A961AD"/>
    <w:rsid w:val="00A968DA"/>
    <w:rsid w:val="00A9709F"/>
    <w:rsid w:val="00A97128"/>
    <w:rsid w:val="00A97210"/>
    <w:rsid w:val="00A97275"/>
    <w:rsid w:val="00A972D8"/>
    <w:rsid w:val="00A973BC"/>
    <w:rsid w:val="00A974DC"/>
    <w:rsid w:val="00A97545"/>
    <w:rsid w:val="00A97800"/>
    <w:rsid w:val="00A97E46"/>
    <w:rsid w:val="00AA0187"/>
    <w:rsid w:val="00AA102D"/>
    <w:rsid w:val="00AA1337"/>
    <w:rsid w:val="00AA1D7E"/>
    <w:rsid w:val="00AA1E13"/>
    <w:rsid w:val="00AA1FE1"/>
    <w:rsid w:val="00AA2406"/>
    <w:rsid w:val="00AA28B5"/>
    <w:rsid w:val="00AA2C6C"/>
    <w:rsid w:val="00AA3178"/>
    <w:rsid w:val="00AA372A"/>
    <w:rsid w:val="00AA40E1"/>
    <w:rsid w:val="00AA4227"/>
    <w:rsid w:val="00AA5880"/>
    <w:rsid w:val="00AA5926"/>
    <w:rsid w:val="00AA5A2F"/>
    <w:rsid w:val="00AA68C8"/>
    <w:rsid w:val="00AA6BD0"/>
    <w:rsid w:val="00AA6CC5"/>
    <w:rsid w:val="00AA7761"/>
    <w:rsid w:val="00AA7AAF"/>
    <w:rsid w:val="00AA7D5B"/>
    <w:rsid w:val="00AA7DC2"/>
    <w:rsid w:val="00AB03A0"/>
    <w:rsid w:val="00AB0A9D"/>
    <w:rsid w:val="00AB11AE"/>
    <w:rsid w:val="00AB1BB9"/>
    <w:rsid w:val="00AB2DB1"/>
    <w:rsid w:val="00AB3730"/>
    <w:rsid w:val="00AB3844"/>
    <w:rsid w:val="00AB3B7E"/>
    <w:rsid w:val="00AB40C1"/>
    <w:rsid w:val="00AB4414"/>
    <w:rsid w:val="00AB4678"/>
    <w:rsid w:val="00AB4D16"/>
    <w:rsid w:val="00AB5485"/>
    <w:rsid w:val="00AB5866"/>
    <w:rsid w:val="00AB5DB9"/>
    <w:rsid w:val="00AB6044"/>
    <w:rsid w:val="00AB64A8"/>
    <w:rsid w:val="00AB678D"/>
    <w:rsid w:val="00AB6DE9"/>
    <w:rsid w:val="00AB76F4"/>
    <w:rsid w:val="00AB78C1"/>
    <w:rsid w:val="00AB78E5"/>
    <w:rsid w:val="00AC01EF"/>
    <w:rsid w:val="00AC0966"/>
    <w:rsid w:val="00AC0B77"/>
    <w:rsid w:val="00AC11C2"/>
    <w:rsid w:val="00AC160F"/>
    <w:rsid w:val="00AC1A31"/>
    <w:rsid w:val="00AC22A2"/>
    <w:rsid w:val="00AC25AD"/>
    <w:rsid w:val="00AC30CC"/>
    <w:rsid w:val="00AC3C39"/>
    <w:rsid w:val="00AC3E3E"/>
    <w:rsid w:val="00AC41E0"/>
    <w:rsid w:val="00AC455D"/>
    <w:rsid w:val="00AC471E"/>
    <w:rsid w:val="00AC4E7E"/>
    <w:rsid w:val="00AC5985"/>
    <w:rsid w:val="00AC598A"/>
    <w:rsid w:val="00AC6181"/>
    <w:rsid w:val="00AC64C6"/>
    <w:rsid w:val="00AC6774"/>
    <w:rsid w:val="00AC6831"/>
    <w:rsid w:val="00AC6C6F"/>
    <w:rsid w:val="00AC7726"/>
    <w:rsid w:val="00AC778F"/>
    <w:rsid w:val="00AC786C"/>
    <w:rsid w:val="00AC7DE9"/>
    <w:rsid w:val="00AC7F89"/>
    <w:rsid w:val="00AD0166"/>
    <w:rsid w:val="00AD04A0"/>
    <w:rsid w:val="00AD0561"/>
    <w:rsid w:val="00AD0731"/>
    <w:rsid w:val="00AD0818"/>
    <w:rsid w:val="00AD0CA3"/>
    <w:rsid w:val="00AD0E94"/>
    <w:rsid w:val="00AD1019"/>
    <w:rsid w:val="00AD2668"/>
    <w:rsid w:val="00AD3774"/>
    <w:rsid w:val="00AD4305"/>
    <w:rsid w:val="00AD4644"/>
    <w:rsid w:val="00AD4D61"/>
    <w:rsid w:val="00AD4E6F"/>
    <w:rsid w:val="00AD5A5B"/>
    <w:rsid w:val="00AD674E"/>
    <w:rsid w:val="00AD6847"/>
    <w:rsid w:val="00AD6EBB"/>
    <w:rsid w:val="00AD71C0"/>
    <w:rsid w:val="00AD7E33"/>
    <w:rsid w:val="00AE013B"/>
    <w:rsid w:val="00AE0722"/>
    <w:rsid w:val="00AE0A58"/>
    <w:rsid w:val="00AE0C4C"/>
    <w:rsid w:val="00AE11D1"/>
    <w:rsid w:val="00AE190A"/>
    <w:rsid w:val="00AE1933"/>
    <w:rsid w:val="00AE1BB3"/>
    <w:rsid w:val="00AE1BBD"/>
    <w:rsid w:val="00AE1ED3"/>
    <w:rsid w:val="00AE26E7"/>
    <w:rsid w:val="00AE2821"/>
    <w:rsid w:val="00AE2FE4"/>
    <w:rsid w:val="00AE3702"/>
    <w:rsid w:val="00AE3B25"/>
    <w:rsid w:val="00AE3CB1"/>
    <w:rsid w:val="00AE3E6E"/>
    <w:rsid w:val="00AE42D2"/>
    <w:rsid w:val="00AE45B3"/>
    <w:rsid w:val="00AE4FBA"/>
    <w:rsid w:val="00AE5AE6"/>
    <w:rsid w:val="00AE6462"/>
    <w:rsid w:val="00AE688D"/>
    <w:rsid w:val="00AE692D"/>
    <w:rsid w:val="00AE6E92"/>
    <w:rsid w:val="00AE75C3"/>
    <w:rsid w:val="00AE7D15"/>
    <w:rsid w:val="00AF0D56"/>
    <w:rsid w:val="00AF0E2E"/>
    <w:rsid w:val="00AF212C"/>
    <w:rsid w:val="00AF31E2"/>
    <w:rsid w:val="00AF3251"/>
    <w:rsid w:val="00AF3677"/>
    <w:rsid w:val="00AF3CE4"/>
    <w:rsid w:val="00AF3DE3"/>
    <w:rsid w:val="00AF3EB8"/>
    <w:rsid w:val="00AF3F8F"/>
    <w:rsid w:val="00AF41F5"/>
    <w:rsid w:val="00AF48B6"/>
    <w:rsid w:val="00AF4B04"/>
    <w:rsid w:val="00AF50C9"/>
    <w:rsid w:val="00AF592C"/>
    <w:rsid w:val="00AF61D3"/>
    <w:rsid w:val="00AF6609"/>
    <w:rsid w:val="00AF67B9"/>
    <w:rsid w:val="00AF6A02"/>
    <w:rsid w:val="00AF6CFF"/>
    <w:rsid w:val="00AF7336"/>
    <w:rsid w:val="00AF742E"/>
    <w:rsid w:val="00AF7958"/>
    <w:rsid w:val="00AF7BCE"/>
    <w:rsid w:val="00AF7F03"/>
    <w:rsid w:val="00B00155"/>
    <w:rsid w:val="00B006FF"/>
    <w:rsid w:val="00B00AD5"/>
    <w:rsid w:val="00B00C17"/>
    <w:rsid w:val="00B0114A"/>
    <w:rsid w:val="00B01966"/>
    <w:rsid w:val="00B01ED1"/>
    <w:rsid w:val="00B0209C"/>
    <w:rsid w:val="00B02285"/>
    <w:rsid w:val="00B02317"/>
    <w:rsid w:val="00B023A6"/>
    <w:rsid w:val="00B02485"/>
    <w:rsid w:val="00B0268D"/>
    <w:rsid w:val="00B0283C"/>
    <w:rsid w:val="00B03144"/>
    <w:rsid w:val="00B03311"/>
    <w:rsid w:val="00B036AD"/>
    <w:rsid w:val="00B04230"/>
    <w:rsid w:val="00B04500"/>
    <w:rsid w:val="00B0482D"/>
    <w:rsid w:val="00B04A44"/>
    <w:rsid w:val="00B04E71"/>
    <w:rsid w:val="00B05326"/>
    <w:rsid w:val="00B0653A"/>
    <w:rsid w:val="00B06B4E"/>
    <w:rsid w:val="00B06CA8"/>
    <w:rsid w:val="00B06ECA"/>
    <w:rsid w:val="00B074FB"/>
    <w:rsid w:val="00B07633"/>
    <w:rsid w:val="00B077CB"/>
    <w:rsid w:val="00B10156"/>
    <w:rsid w:val="00B101B2"/>
    <w:rsid w:val="00B101BC"/>
    <w:rsid w:val="00B106B6"/>
    <w:rsid w:val="00B11013"/>
    <w:rsid w:val="00B114A4"/>
    <w:rsid w:val="00B117AD"/>
    <w:rsid w:val="00B11B51"/>
    <w:rsid w:val="00B11D67"/>
    <w:rsid w:val="00B12157"/>
    <w:rsid w:val="00B124C7"/>
    <w:rsid w:val="00B12925"/>
    <w:rsid w:val="00B12AE1"/>
    <w:rsid w:val="00B130FC"/>
    <w:rsid w:val="00B134DB"/>
    <w:rsid w:val="00B1380B"/>
    <w:rsid w:val="00B151D5"/>
    <w:rsid w:val="00B15370"/>
    <w:rsid w:val="00B15557"/>
    <w:rsid w:val="00B15C9D"/>
    <w:rsid w:val="00B15D53"/>
    <w:rsid w:val="00B16008"/>
    <w:rsid w:val="00B1701F"/>
    <w:rsid w:val="00B17065"/>
    <w:rsid w:val="00B1715C"/>
    <w:rsid w:val="00B1716E"/>
    <w:rsid w:val="00B17572"/>
    <w:rsid w:val="00B17752"/>
    <w:rsid w:val="00B179C4"/>
    <w:rsid w:val="00B17C7D"/>
    <w:rsid w:val="00B17F2B"/>
    <w:rsid w:val="00B2096A"/>
    <w:rsid w:val="00B20FF3"/>
    <w:rsid w:val="00B212FE"/>
    <w:rsid w:val="00B220AC"/>
    <w:rsid w:val="00B233A9"/>
    <w:rsid w:val="00B2367B"/>
    <w:rsid w:val="00B23850"/>
    <w:rsid w:val="00B2395A"/>
    <w:rsid w:val="00B239B8"/>
    <w:rsid w:val="00B23AE8"/>
    <w:rsid w:val="00B23D76"/>
    <w:rsid w:val="00B24627"/>
    <w:rsid w:val="00B2473E"/>
    <w:rsid w:val="00B25678"/>
    <w:rsid w:val="00B25C10"/>
    <w:rsid w:val="00B25D4B"/>
    <w:rsid w:val="00B2619F"/>
    <w:rsid w:val="00B26CA7"/>
    <w:rsid w:val="00B26DE3"/>
    <w:rsid w:val="00B2793A"/>
    <w:rsid w:val="00B27DBC"/>
    <w:rsid w:val="00B27F44"/>
    <w:rsid w:val="00B3038B"/>
    <w:rsid w:val="00B30BF5"/>
    <w:rsid w:val="00B315E9"/>
    <w:rsid w:val="00B32046"/>
    <w:rsid w:val="00B322AB"/>
    <w:rsid w:val="00B32483"/>
    <w:rsid w:val="00B32902"/>
    <w:rsid w:val="00B33A7E"/>
    <w:rsid w:val="00B34194"/>
    <w:rsid w:val="00B3445A"/>
    <w:rsid w:val="00B3450D"/>
    <w:rsid w:val="00B345CE"/>
    <w:rsid w:val="00B348B4"/>
    <w:rsid w:val="00B348C3"/>
    <w:rsid w:val="00B34F84"/>
    <w:rsid w:val="00B351FD"/>
    <w:rsid w:val="00B35869"/>
    <w:rsid w:val="00B36459"/>
    <w:rsid w:val="00B367BE"/>
    <w:rsid w:val="00B36B73"/>
    <w:rsid w:val="00B37B40"/>
    <w:rsid w:val="00B37C68"/>
    <w:rsid w:val="00B37CD4"/>
    <w:rsid w:val="00B40955"/>
    <w:rsid w:val="00B40A91"/>
    <w:rsid w:val="00B414B6"/>
    <w:rsid w:val="00B41955"/>
    <w:rsid w:val="00B41CF3"/>
    <w:rsid w:val="00B4265D"/>
    <w:rsid w:val="00B4301D"/>
    <w:rsid w:val="00B4444B"/>
    <w:rsid w:val="00B446EC"/>
    <w:rsid w:val="00B456CC"/>
    <w:rsid w:val="00B45C11"/>
    <w:rsid w:val="00B45D90"/>
    <w:rsid w:val="00B47BEC"/>
    <w:rsid w:val="00B47F41"/>
    <w:rsid w:val="00B503BE"/>
    <w:rsid w:val="00B50447"/>
    <w:rsid w:val="00B5053D"/>
    <w:rsid w:val="00B50A0F"/>
    <w:rsid w:val="00B50B27"/>
    <w:rsid w:val="00B50DD1"/>
    <w:rsid w:val="00B50F09"/>
    <w:rsid w:val="00B511D3"/>
    <w:rsid w:val="00B513FA"/>
    <w:rsid w:val="00B5160A"/>
    <w:rsid w:val="00B51959"/>
    <w:rsid w:val="00B5197E"/>
    <w:rsid w:val="00B51AE9"/>
    <w:rsid w:val="00B51C78"/>
    <w:rsid w:val="00B521A2"/>
    <w:rsid w:val="00B5267C"/>
    <w:rsid w:val="00B52C3E"/>
    <w:rsid w:val="00B53132"/>
    <w:rsid w:val="00B53400"/>
    <w:rsid w:val="00B539A4"/>
    <w:rsid w:val="00B53E77"/>
    <w:rsid w:val="00B54502"/>
    <w:rsid w:val="00B54C03"/>
    <w:rsid w:val="00B54E65"/>
    <w:rsid w:val="00B5555B"/>
    <w:rsid w:val="00B559EA"/>
    <w:rsid w:val="00B55E04"/>
    <w:rsid w:val="00B56013"/>
    <w:rsid w:val="00B565AC"/>
    <w:rsid w:val="00B567BC"/>
    <w:rsid w:val="00B56FDA"/>
    <w:rsid w:val="00B57376"/>
    <w:rsid w:val="00B57738"/>
    <w:rsid w:val="00B57CC7"/>
    <w:rsid w:val="00B60906"/>
    <w:rsid w:val="00B60C3B"/>
    <w:rsid w:val="00B619E1"/>
    <w:rsid w:val="00B61D59"/>
    <w:rsid w:val="00B61F24"/>
    <w:rsid w:val="00B6269F"/>
    <w:rsid w:val="00B62851"/>
    <w:rsid w:val="00B635CB"/>
    <w:rsid w:val="00B63B36"/>
    <w:rsid w:val="00B63B5D"/>
    <w:rsid w:val="00B64B4A"/>
    <w:rsid w:val="00B65796"/>
    <w:rsid w:val="00B658F6"/>
    <w:rsid w:val="00B66D55"/>
    <w:rsid w:val="00B66D71"/>
    <w:rsid w:val="00B67176"/>
    <w:rsid w:val="00B672C2"/>
    <w:rsid w:val="00B6791D"/>
    <w:rsid w:val="00B67ED3"/>
    <w:rsid w:val="00B70096"/>
    <w:rsid w:val="00B70261"/>
    <w:rsid w:val="00B706B1"/>
    <w:rsid w:val="00B70D45"/>
    <w:rsid w:val="00B711BF"/>
    <w:rsid w:val="00B71667"/>
    <w:rsid w:val="00B719EF"/>
    <w:rsid w:val="00B71EEC"/>
    <w:rsid w:val="00B71FCE"/>
    <w:rsid w:val="00B737AB"/>
    <w:rsid w:val="00B73C54"/>
    <w:rsid w:val="00B73CB9"/>
    <w:rsid w:val="00B741AA"/>
    <w:rsid w:val="00B7452B"/>
    <w:rsid w:val="00B74BD6"/>
    <w:rsid w:val="00B74D01"/>
    <w:rsid w:val="00B76318"/>
    <w:rsid w:val="00B771AD"/>
    <w:rsid w:val="00B77513"/>
    <w:rsid w:val="00B77577"/>
    <w:rsid w:val="00B77732"/>
    <w:rsid w:val="00B8079C"/>
    <w:rsid w:val="00B8147C"/>
    <w:rsid w:val="00B81490"/>
    <w:rsid w:val="00B81A72"/>
    <w:rsid w:val="00B81D61"/>
    <w:rsid w:val="00B820FC"/>
    <w:rsid w:val="00B82118"/>
    <w:rsid w:val="00B82A35"/>
    <w:rsid w:val="00B82F75"/>
    <w:rsid w:val="00B83002"/>
    <w:rsid w:val="00B83BED"/>
    <w:rsid w:val="00B84BDB"/>
    <w:rsid w:val="00B8502E"/>
    <w:rsid w:val="00B855A4"/>
    <w:rsid w:val="00B860D2"/>
    <w:rsid w:val="00B860E6"/>
    <w:rsid w:val="00B862B0"/>
    <w:rsid w:val="00B86539"/>
    <w:rsid w:val="00B868E1"/>
    <w:rsid w:val="00B869BB"/>
    <w:rsid w:val="00B86A40"/>
    <w:rsid w:val="00B86F44"/>
    <w:rsid w:val="00B877ED"/>
    <w:rsid w:val="00B87B4C"/>
    <w:rsid w:val="00B87C07"/>
    <w:rsid w:val="00B90620"/>
    <w:rsid w:val="00B90A98"/>
    <w:rsid w:val="00B90EC0"/>
    <w:rsid w:val="00B9146B"/>
    <w:rsid w:val="00B9236B"/>
    <w:rsid w:val="00B927BE"/>
    <w:rsid w:val="00B9358B"/>
    <w:rsid w:val="00B93615"/>
    <w:rsid w:val="00B94620"/>
    <w:rsid w:val="00B94E3D"/>
    <w:rsid w:val="00B94EF9"/>
    <w:rsid w:val="00B9574A"/>
    <w:rsid w:val="00B9607C"/>
    <w:rsid w:val="00B96896"/>
    <w:rsid w:val="00B96A70"/>
    <w:rsid w:val="00B9741B"/>
    <w:rsid w:val="00B97701"/>
    <w:rsid w:val="00B97EA1"/>
    <w:rsid w:val="00BA0836"/>
    <w:rsid w:val="00BA1375"/>
    <w:rsid w:val="00BA1D50"/>
    <w:rsid w:val="00BA25EE"/>
    <w:rsid w:val="00BA289A"/>
    <w:rsid w:val="00BA296A"/>
    <w:rsid w:val="00BA29AB"/>
    <w:rsid w:val="00BA2FDE"/>
    <w:rsid w:val="00BA36B7"/>
    <w:rsid w:val="00BA390F"/>
    <w:rsid w:val="00BA406E"/>
    <w:rsid w:val="00BA426B"/>
    <w:rsid w:val="00BA43CD"/>
    <w:rsid w:val="00BA44D8"/>
    <w:rsid w:val="00BA4B2B"/>
    <w:rsid w:val="00BA5BCA"/>
    <w:rsid w:val="00BA5C35"/>
    <w:rsid w:val="00BA5D3D"/>
    <w:rsid w:val="00BA5E7A"/>
    <w:rsid w:val="00BA63A2"/>
    <w:rsid w:val="00BA6BC8"/>
    <w:rsid w:val="00BA7134"/>
    <w:rsid w:val="00BA78C6"/>
    <w:rsid w:val="00BB21AE"/>
    <w:rsid w:val="00BB2CBF"/>
    <w:rsid w:val="00BB2FC8"/>
    <w:rsid w:val="00BB333A"/>
    <w:rsid w:val="00BB36AB"/>
    <w:rsid w:val="00BB3C3C"/>
    <w:rsid w:val="00BB43CD"/>
    <w:rsid w:val="00BB4492"/>
    <w:rsid w:val="00BB4923"/>
    <w:rsid w:val="00BB4B14"/>
    <w:rsid w:val="00BB6946"/>
    <w:rsid w:val="00BB6E41"/>
    <w:rsid w:val="00BB7242"/>
    <w:rsid w:val="00BB7DF1"/>
    <w:rsid w:val="00BC00BD"/>
    <w:rsid w:val="00BC0F6E"/>
    <w:rsid w:val="00BC16C4"/>
    <w:rsid w:val="00BC18CA"/>
    <w:rsid w:val="00BC239E"/>
    <w:rsid w:val="00BC289F"/>
    <w:rsid w:val="00BC2C50"/>
    <w:rsid w:val="00BC2C5B"/>
    <w:rsid w:val="00BC3F08"/>
    <w:rsid w:val="00BC407D"/>
    <w:rsid w:val="00BC40A6"/>
    <w:rsid w:val="00BC45AC"/>
    <w:rsid w:val="00BC4805"/>
    <w:rsid w:val="00BC4CB1"/>
    <w:rsid w:val="00BC5CBD"/>
    <w:rsid w:val="00BC6337"/>
    <w:rsid w:val="00BC6556"/>
    <w:rsid w:val="00BC73CE"/>
    <w:rsid w:val="00BC78F3"/>
    <w:rsid w:val="00BD0A6D"/>
    <w:rsid w:val="00BD0B4A"/>
    <w:rsid w:val="00BD0FEA"/>
    <w:rsid w:val="00BD1796"/>
    <w:rsid w:val="00BD1871"/>
    <w:rsid w:val="00BD191A"/>
    <w:rsid w:val="00BD2C56"/>
    <w:rsid w:val="00BD32E1"/>
    <w:rsid w:val="00BD3BD4"/>
    <w:rsid w:val="00BD4CED"/>
    <w:rsid w:val="00BD4EF6"/>
    <w:rsid w:val="00BD5330"/>
    <w:rsid w:val="00BD638A"/>
    <w:rsid w:val="00BD6438"/>
    <w:rsid w:val="00BD6968"/>
    <w:rsid w:val="00BD70A5"/>
    <w:rsid w:val="00BD7212"/>
    <w:rsid w:val="00BD768B"/>
    <w:rsid w:val="00BD778A"/>
    <w:rsid w:val="00BD7D5B"/>
    <w:rsid w:val="00BD7DC4"/>
    <w:rsid w:val="00BE02B0"/>
    <w:rsid w:val="00BE062B"/>
    <w:rsid w:val="00BE0726"/>
    <w:rsid w:val="00BE0AE2"/>
    <w:rsid w:val="00BE0D47"/>
    <w:rsid w:val="00BE129A"/>
    <w:rsid w:val="00BE12A2"/>
    <w:rsid w:val="00BE186B"/>
    <w:rsid w:val="00BE1BD0"/>
    <w:rsid w:val="00BE2112"/>
    <w:rsid w:val="00BE2832"/>
    <w:rsid w:val="00BE3083"/>
    <w:rsid w:val="00BE336E"/>
    <w:rsid w:val="00BE3C50"/>
    <w:rsid w:val="00BE3EF8"/>
    <w:rsid w:val="00BE49D3"/>
    <w:rsid w:val="00BE4B03"/>
    <w:rsid w:val="00BE4DEB"/>
    <w:rsid w:val="00BE5D52"/>
    <w:rsid w:val="00BE61CB"/>
    <w:rsid w:val="00BE6586"/>
    <w:rsid w:val="00BE6E49"/>
    <w:rsid w:val="00BE75EB"/>
    <w:rsid w:val="00BE781F"/>
    <w:rsid w:val="00BF0214"/>
    <w:rsid w:val="00BF02FD"/>
    <w:rsid w:val="00BF08F4"/>
    <w:rsid w:val="00BF1283"/>
    <w:rsid w:val="00BF1B18"/>
    <w:rsid w:val="00BF29B4"/>
    <w:rsid w:val="00BF2DE1"/>
    <w:rsid w:val="00BF2ECC"/>
    <w:rsid w:val="00BF37F2"/>
    <w:rsid w:val="00BF388E"/>
    <w:rsid w:val="00BF39B6"/>
    <w:rsid w:val="00BF3E1B"/>
    <w:rsid w:val="00BF45A9"/>
    <w:rsid w:val="00BF5B71"/>
    <w:rsid w:val="00BF6B85"/>
    <w:rsid w:val="00BF6D27"/>
    <w:rsid w:val="00BF7149"/>
    <w:rsid w:val="00BF726E"/>
    <w:rsid w:val="00BF7B2A"/>
    <w:rsid w:val="00C0034F"/>
    <w:rsid w:val="00C004FE"/>
    <w:rsid w:val="00C006C4"/>
    <w:rsid w:val="00C00B97"/>
    <w:rsid w:val="00C0153D"/>
    <w:rsid w:val="00C01A0D"/>
    <w:rsid w:val="00C02150"/>
    <w:rsid w:val="00C02916"/>
    <w:rsid w:val="00C0302E"/>
    <w:rsid w:val="00C034DC"/>
    <w:rsid w:val="00C04184"/>
    <w:rsid w:val="00C04B9F"/>
    <w:rsid w:val="00C04CB0"/>
    <w:rsid w:val="00C0558C"/>
    <w:rsid w:val="00C05B4A"/>
    <w:rsid w:val="00C05EF1"/>
    <w:rsid w:val="00C05FDA"/>
    <w:rsid w:val="00C06088"/>
    <w:rsid w:val="00C0618A"/>
    <w:rsid w:val="00C06CB3"/>
    <w:rsid w:val="00C06E56"/>
    <w:rsid w:val="00C06EA3"/>
    <w:rsid w:val="00C07382"/>
    <w:rsid w:val="00C07FCD"/>
    <w:rsid w:val="00C101AB"/>
    <w:rsid w:val="00C1066D"/>
    <w:rsid w:val="00C108FA"/>
    <w:rsid w:val="00C10D22"/>
    <w:rsid w:val="00C10E37"/>
    <w:rsid w:val="00C1110B"/>
    <w:rsid w:val="00C1129D"/>
    <w:rsid w:val="00C1271B"/>
    <w:rsid w:val="00C12E6F"/>
    <w:rsid w:val="00C136E4"/>
    <w:rsid w:val="00C137F8"/>
    <w:rsid w:val="00C139A1"/>
    <w:rsid w:val="00C14793"/>
    <w:rsid w:val="00C14C86"/>
    <w:rsid w:val="00C150E6"/>
    <w:rsid w:val="00C15F17"/>
    <w:rsid w:val="00C163BF"/>
    <w:rsid w:val="00C165E6"/>
    <w:rsid w:val="00C16B23"/>
    <w:rsid w:val="00C16B87"/>
    <w:rsid w:val="00C16D68"/>
    <w:rsid w:val="00C17663"/>
    <w:rsid w:val="00C1766A"/>
    <w:rsid w:val="00C17A24"/>
    <w:rsid w:val="00C202F3"/>
    <w:rsid w:val="00C2063B"/>
    <w:rsid w:val="00C207BC"/>
    <w:rsid w:val="00C20C3B"/>
    <w:rsid w:val="00C20CE0"/>
    <w:rsid w:val="00C21D3E"/>
    <w:rsid w:val="00C21D4C"/>
    <w:rsid w:val="00C2202B"/>
    <w:rsid w:val="00C222F9"/>
    <w:rsid w:val="00C226EF"/>
    <w:rsid w:val="00C23D77"/>
    <w:rsid w:val="00C246C3"/>
    <w:rsid w:val="00C24D17"/>
    <w:rsid w:val="00C2524F"/>
    <w:rsid w:val="00C25A75"/>
    <w:rsid w:val="00C26AEF"/>
    <w:rsid w:val="00C26C9D"/>
    <w:rsid w:val="00C27538"/>
    <w:rsid w:val="00C30200"/>
    <w:rsid w:val="00C305B4"/>
    <w:rsid w:val="00C30623"/>
    <w:rsid w:val="00C31668"/>
    <w:rsid w:val="00C3186F"/>
    <w:rsid w:val="00C32C13"/>
    <w:rsid w:val="00C33298"/>
    <w:rsid w:val="00C335EA"/>
    <w:rsid w:val="00C33BC0"/>
    <w:rsid w:val="00C33CAB"/>
    <w:rsid w:val="00C343D5"/>
    <w:rsid w:val="00C34D24"/>
    <w:rsid w:val="00C3598F"/>
    <w:rsid w:val="00C35E0D"/>
    <w:rsid w:val="00C35F88"/>
    <w:rsid w:val="00C35FDD"/>
    <w:rsid w:val="00C36BFA"/>
    <w:rsid w:val="00C37C23"/>
    <w:rsid w:val="00C40157"/>
    <w:rsid w:val="00C404D1"/>
    <w:rsid w:val="00C40574"/>
    <w:rsid w:val="00C40590"/>
    <w:rsid w:val="00C40931"/>
    <w:rsid w:val="00C41775"/>
    <w:rsid w:val="00C4188A"/>
    <w:rsid w:val="00C42132"/>
    <w:rsid w:val="00C42F89"/>
    <w:rsid w:val="00C4306F"/>
    <w:rsid w:val="00C43437"/>
    <w:rsid w:val="00C43916"/>
    <w:rsid w:val="00C43C74"/>
    <w:rsid w:val="00C43E15"/>
    <w:rsid w:val="00C4470A"/>
    <w:rsid w:val="00C44738"/>
    <w:rsid w:val="00C447D4"/>
    <w:rsid w:val="00C4480E"/>
    <w:rsid w:val="00C44ADC"/>
    <w:rsid w:val="00C44EEB"/>
    <w:rsid w:val="00C45486"/>
    <w:rsid w:val="00C454E2"/>
    <w:rsid w:val="00C455CB"/>
    <w:rsid w:val="00C458AA"/>
    <w:rsid w:val="00C466C4"/>
    <w:rsid w:val="00C468F1"/>
    <w:rsid w:val="00C4699B"/>
    <w:rsid w:val="00C46A11"/>
    <w:rsid w:val="00C4730F"/>
    <w:rsid w:val="00C4774B"/>
    <w:rsid w:val="00C50876"/>
    <w:rsid w:val="00C50FC3"/>
    <w:rsid w:val="00C51136"/>
    <w:rsid w:val="00C511EB"/>
    <w:rsid w:val="00C51606"/>
    <w:rsid w:val="00C51664"/>
    <w:rsid w:val="00C51978"/>
    <w:rsid w:val="00C51DAC"/>
    <w:rsid w:val="00C52414"/>
    <w:rsid w:val="00C524CE"/>
    <w:rsid w:val="00C542B6"/>
    <w:rsid w:val="00C5488B"/>
    <w:rsid w:val="00C54A9D"/>
    <w:rsid w:val="00C54B24"/>
    <w:rsid w:val="00C54CAC"/>
    <w:rsid w:val="00C560B2"/>
    <w:rsid w:val="00C56C9F"/>
    <w:rsid w:val="00C5717C"/>
    <w:rsid w:val="00C57A72"/>
    <w:rsid w:val="00C57C71"/>
    <w:rsid w:val="00C6006E"/>
    <w:rsid w:val="00C60582"/>
    <w:rsid w:val="00C60EF1"/>
    <w:rsid w:val="00C616D1"/>
    <w:rsid w:val="00C61AA0"/>
    <w:rsid w:val="00C61DA5"/>
    <w:rsid w:val="00C62EA8"/>
    <w:rsid w:val="00C632D8"/>
    <w:rsid w:val="00C634CE"/>
    <w:rsid w:val="00C63772"/>
    <w:rsid w:val="00C637DE"/>
    <w:rsid w:val="00C63D2B"/>
    <w:rsid w:val="00C63D40"/>
    <w:rsid w:val="00C63E0D"/>
    <w:rsid w:val="00C63F97"/>
    <w:rsid w:val="00C640C7"/>
    <w:rsid w:val="00C647B7"/>
    <w:rsid w:val="00C647ED"/>
    <w:rsid w:val="00C64AF1"/>
    <w:rsid w:val="00C64F7A"/>
    <w:rsid w:val="00C661E8"/>
    <w:rsid w:val="00C66811"/>
    <w:rsid w:val="00C67102"/>
    <w:rsid w:val="00C673C6"/>
    <w:rsid w:val="00C7030C"/>
    <w:rsid w:val="00C70412"/>
    <w:rsid w:val="00C70614"/>
    <w:rsid w:val="00C70742"/>
    <w:rsid w:val="00C71C4C"/>
    <w:rsid w:val="00C71E7F"/>
    <w:rsid w:val="00C7279F"/>
    <w:rsid w:val="00C72B6E"/>
    <w:rsid w:val="00C72BD2"/>
    <w:rsid w:val="00C72D34"/>
    <w:rsid w:val="00C730AD"/>
    <w:rsid w:val="00C733C3"/>
    <w:rsid w:val="00C73FF2"/>
    <w:rsid w:val="00C7546B"/>
    <w:rsid w:val="00C7668D"/>
    <w:rsid w:val="00C7698D"/>
    <w:rsid w:val="00C769DC"/>
    <w:rsid w:val="00C76B47"/>
    <w:rsid w:val="00C76CCC"/>
    <w:rsid w:val="00C7737A"/>
    <w:rsid w:val="00C775AF"/>
    <w:rsid w:val="00C77AFC"/>
    <w:rsid w:val="00C80065"/>
    <w:rsid w:val="00C802B8"/>
    <w:rsid w:val="00C804CA"/>
    <w:rsid w:val="00C81217"/>
    <w:rsid w:val="00C81C68"/>
    <w:rsid w:val="00C82613"/>
    <w:rsid w:val="00C83788"/>
    <w:rsid w:val="00C83845"/>
    <w:rsid w:val="00C8404A"/>
    <w:rsid w:val="00C848B3"/>
    <w:rsid w:val="00C84D71"/>
    <w:rsid w:val="00C853E5"/>
    <w:rsid w:val="00C859E8"/>
    <w:rsid w:val="00C85ADC"/>
    <w:rsid w:val="00C860A1"/>
    <w:rsid w:val="00C860BD"/>
    <w:rsid w:val="00C862B7"/>
    <w:rsid w:val="00C866E0"/>
    <w:rsid w:val="00C8690F"/>
    <w:rsid w:val="00C86A16"/>
    <w:rsid w:val="00C86A66"/>
    <w:rsid w:val="00C8753A"/>
    <w:rsid w:val="00C8770B"/>
    <w:rsid w:val="00C8774B"/>
    <w:rsid w:val="00C8789D"/>
    <w:rsid w:val="00C87EE2"/>
    <w:rsid w:val="00C909AF"/>
    <w:rsid w:val="00C90B92"/>
    <w:rsid w:val="00C90CD1"/>
    <w:rsid w:val="00C91794"/>
    <w:rsid w:val="00C917C4"/>
    <w:rsid w:val="00C92001"/>
    <w:rsid w:val="00C92098"/>
    <w:rsid w:val="00C92289"/>
    <w:rsid w:val="00C9228C"/>
    <w:rsid w:val="00C923B3"/>
    <w:rsid w:val="00C92404"/>
    <w:rsid w:val="00C925AD"/>
    <w:rsid w:val="00C931A5"/>
    <w:rsid w:val="00C938CE"/>
    <w:rsid w:val="00C93CC8"/>
    <w:rsid w:val="00C93D4E"/>
    <w:rsid w:val="00C93F5A"/>
    <w:rsid w:val="00C94065"/>
    <w:rsid w:val="00C947CE"/>
    <w:rsid w:val="00C94FF1"/>
    <w:rsid w:val="00C95BF8"/>
    <w:rsid w:val="00C95DD1"/>
    <w:rsid w:val="00C95EC6"/>
    <w:rsid w:val="00C96BCD"/>
    <w:rsid w:val="00C97755"/>
    <w:rsid w:val="00C97946"/>
    <w:rsid w:val="00C97C54"/>
    <w:rsid w:val="00C97E0C"/>
    <w:rsid w:val="00C97FFA"/>
    <w:rsid w:val="00CA003F"/>
    <w:rsid w:val="00CA064D"/>
    <w:rsid w:val="00CA07E6"/>
    <w:rsid w:val="00CA0C2F"/>
    <w:rsid w:val="00CA1858"/>
    <w:rsid w:val="00CA1E01"/>
    <w:rsid w:val="00CA21F0"/>
    <w:rsid w:val="00CA3151"/>
    <w:rsid w:val="00CA3900"/>
    <w:rsid w:val="00CA4A0A"/>
    <w:rsid w:val="00CA4E61"/>
    <w:rsid w:val="00CA5483"/>
    <w:rsid w:val="00CA5B8C"/>
    <w:rsid w:val="00CA613A"/>
    <w:rsid w:val="00CA685B"/>
    <w:rsid w:val="00CA6E6C"/>
    <w:rsid w:val="00CA70CE"/>
    <w:rsid w:val="00CA7C7A"/>
    <w:rsid w:val="00CA7D63"/>
    <w:rsid w:val="00CB00BE"/>
    <w:rsid w:val="00CB0147"/>
    <w:rsid w:val="00CB05E5"/>
    <w:rsid w:val="00CB0D29"/>
    <w:rsid w:val="00CB0E68"/>
    <w:rsid w:val="00CB0FE8"/>
    <w:rsid w:val="00CB1645"/>
    <w:rsid w:val="00CB1DE6"/>
    <w:rsid w:val="00CB1E42"/>
    <w:rsid w:val="00CB2A09"/>
    <w:rsid w:val="00CB2E5B"/>
    <w:rsid w:val="00CB34A6"/>
    <w:rsid w:val="00CB3C7A"/>
    <w:rsid w:val="00CB48A7"/>
    <w:rsid w:val="00CB514D"/>
    <w:rsid w:val="00CB5484"/>
    <w:rsid w:val="00CB57C9"/>
    <w:rsid w:val="00CB59B2"/>
    <w:rsid w:val="00CB5AF7"/>
    <w:rsid w:val="00CB5B92"/>
    <w:rsid w:val="00CB5C69"/>
    <w:rsid w:val="00CB6601"/>
    <w:rsid w:val="00CB69AF"/>
    <w:rsid w:val="00CB6B81"/>
    <w:rsid w:val="00CB6D1A"/>
    <w:rsid w:val="00CB6F16"/>
    <w:rsid w:val="00CB6FEA"/>
    <w:rsid w:val="00CB773A"/>
    <w:rsid w:val="00CB7EE0"/>
    <w:rsid w:val="00CC04E4"/>
    <w:rsid w:val="00CC061F"/>
    <w:rsid w:val="00CC0C9C"/>
    <w:rsid w:val="00CC0F1A"/>
    <w:rsid w:val="00CC0FF3"/>
    <w:rsid w:val="00CC1967"/>
    <w:rsid w:val="00CC239D"/>
    <w:rsid w:val="00CC2471"/>
    <w:rsid w:val="00CC26A5"/>
    <w:rsid w:val="00CC2937"/>
    <w:rsid w:val="00CC384A"/>
    <w:rsid w:val="00CC491A"/>
    <w:rsid w:val="00CC4ED7"/>
    <w:rsid w:val="00CC57F2"/>
    <w:rsid w:val="00CC5B7C"/>
    <w:rsid w:val="00CC6310"/>
    <w:rsid w:val="00CC6D47"/>
    <w:rsid w:val="00CC6E83"/>
    <w:rsid w:val="00CC73C3"/>
    <w:rsid w:val="00CC7F18"/>
    <w:rsid w:val="00CD06BA"/>
    <w:rsid w:val="00CD0B4C"/>
    <w:rsid w:val="00CD0C8E"/>
    <w:rsid w:val="00CD1001"/>
    <w:rsid w:val="00CD1502"/>
    <w:rsid w:val="00CD18CD"/>
    <w:rsid w:val="00CD1A9E"/>
    <w:rsid w:val="00CD1BD3"/>
    <w:rsid w:val="00CD1D1B"/>
    <w:rsid w:val="00CD1DB4"/>
    <w:rsid w:val="00CD2AFF"/>
    <w:rsid w:val="00CD2FDE"/>
    <w:rsid w:val="00CD3615"/>
    <w:rsid w:val="00CD390E"/>
    <w:rsid w:val="00CD3FC4"/>
    <w:rsid w:val="00CD4327"/>
    <w:rsid w:val="00CD4B79"/>
    <w:rsid w:val="00CD5186"/>
    <w:rsid w:val="00CD5699"/>
    <w:rsid w:val="00CD683A"/>
    <w:rsid w:val="00CD6896"/>
    <w:rsid w:val="00CD7B31"/>
    <w:rsid w:val="00CD7BA1"/>
    <w:rsid w:val="00CD7E66"/>
    <w:rsid w:val="00CE00C1"/>
    <w:rsid w:val="00CE01FB"/>
    <w:rsid w:val="00CE0906"/>
    <w:rsid w:val="00CE0D2F"/>
    <w:rsid w:val="00CE1211"/>
    <w:rsid w:val="00CE12CF"/>
    <w:rsid w:val="00CE12D2"/>
    <w:rsid w:val="00CE1390"/>
    <w:rsid w:val="00CE16CC"/>
    <w:rsid w:val="00CE1BE2"/>
    <w:rsid w:val="00CE3C8B"/>
    <w:rsid w:val="00CE3F6A"/>
    <w:rsid w:val="00CE415C"/>
    <w:rsid w:val="00CE453D"/>
    <w:rsid w:val="00CE460C"/>
    <w:rsid w:val="00CE5A41"/>
    <w:rsid w:val="00CE646E"/>
    <w:rsid w:val="00CE6AB1"/>
    <w:rsid w:val="00CE7023"/>
    <w:rsid w:val="00CE7065"/>
    <w:rsid w:val="00CE73E4"/>
    <w:rsid w:val="00CE7B0D"/>
    <w:rsid w:val="00CE7DFA"/>
    <w:rsid w:val="00CF0F79"/>
    <w:rsid w:val="00CF142A"/>
    <w:rsid w:val="00CF16FF"/>
    <w:rsid w:val="00CF1779"/>
    <w:rsid w:val="00CF21AB"/>
    <w:rsid w:val="00CF3271"/>
    <w:rsid w:val="00CF3600"/>
    <w:rsid w:val="00CF5336"/>
    <w:rsid w:val="00CF5B87"/>
    <w:rsid w:val="00CF5E42"/>
    <w:rsid w:val="00CF6299"/>
    <w:rsid w:val="00CF63EB"/>
    <w:rsid w:val="00CF6447"/>
    <w:rsid w:val="00CF6805"/>
    <w:rsid w:val="00CF68C4"/>
    <w:rsid w:val="00CF6D30"/>
    <w:rsid w:val="00CF6FED"/>
    <w:rsid w:val="00CF7235"/>
    <w:rsid w:val="00CF723E"/>
    <w:rsid w:val="00CF77C2"/>
    <w:rsid w:val="00CF7925"/>
    <w:rsid w:val="00CF7EB7"/>
    <w:rsid w:val="00D00694"/>
    <w:rsid w:val="00D01F0A"/>
    <w:rsid w:val="00D0206B"/>
    <w:rsid w:val="00D02314"/>
    <w:rsid w:val="00D02643"/>
    <w:rsid w:val="00D02751"/>
    <w:rsid w:val="00D03323"/>
    <w:rsid w:val="00D033B9"/>
    <w:rsid w:val="00D037BE"/>
    <w:rsid w:val="00D03FF3"/>
    <w:rsid w:val="00D041B6"/>
    <w:rsid w:val="00D04A8C"/>
    <w:rsid w:val="00D04BC0"/>
    <w:rsid w:val="00D0572E"/>
    <w:rsid w:val="00D05D50"/>
    <w:rsid w:val="00D06578"/>
    <w:rsid w:val="00D06CDE"/>
    <w:rsid w:val="00D07799"/>
    <w:rsid w:val="00D07801"/>
    <w:rsid w:val="00D07A02"/>
    <w:rsid w:val="00D07A72"/>
    <w:rsid w:val="00D07C61"/>
    <w:rsid w:val="00D102E6"/>
    <w:rsid w:val="00D106D6"/>
    <w:rsid w:val="00D1072A"/>
    <w:rsid w:val="00D10967"/>
    <w:rsid w:val="00D10D08"/>
    <w:rsid w:val="00D1109E"/>
    <w:rsid w:val="00D1129C"/>
    <w:rsid w:val="00D11311"/>
    <w:rsid w:val="00D11600"/>
    <w:rsid w:val="00D117E1"/>
    <w:rsid w:val="00D1234C"/>
    <w:rsid w:val="00D12498"/>
    <w:rsid w:val="00D12F1A"/>
    <w:rsid w:val="00D12FAC"/>
    <w:rsid w:val="00D1331B"/>
    <w:rsid w:val="00D13374"/>
    <w:rsid w:val="00D13802"/>
    <w:rsid w:val="00D13FB7"/>
    <w:rsid w:val="00D13FCC"/>
    <w:rsid w:val="00D13FCE"/>
    <w:rsid w:val="00D14285"/>
    <w:rsid w:val="00D145B5"/>
    <w:rsid w:val="00D14E11"/>
    <w:rsid w:val="00D15381"/>
    <w:rsid w:val="00D15E46"/>
    <w:rsid w:val="00D16B47"/>
    <w:rsid w:val="00D16B62"/>
    <w:rsid w:val="00D16FB8"/>
    <w:rsid w:val="00D175F6"/>
    <w:rsid w:val="00D17C3B"/>
    <w:rsid w:val="00D20004"/>
    <w:rsid w:val="00D20668"/>
    <w:rsid w:val="00D20A37"/>
    <w:rsid w:val="00D20BD7"/>
    <w:rsid w:val="00D20FDE"/>
    <w:rsid w:val="00D2104E"/>
    <w:rsid w:val="00D21187"/>
    <w:rsid w:val="00D21374"/>
    <w:rsid w:val="00D228AA"/>
    <w:rsid w:val="00D2303D"/>
    <w:rsid w:val="00D231E9"/>
    <w:rsid w:val="00D2365A"/>
    <w:rsid w:val="00D23BE3"/>
    <w:rsid w:val="00D23EF4"/>
    <w:rsid w:val="00D2406C"/>
    <w:rsid w:val="00D24DC8"/>
    <w:rsid w:val="00D2566F"/>
    <w:rsid w:val="00D259E6"/>
    <w:rsid w:val="00D25ACE"/>
    <w:rsid w:val="00D264D2"/>
    <w:rsid w:val="00D267C1"/>
    <w:rsid w:val="00D269F4"/>
    <w:rsid w:val="00D26BBD"/>
    <w:rsid w:val="00D26D6A"/>
    <w:rsid w:val="00D272D7"/>
    <w:rsid w:val="00D2755E"/>
    <w:rsid w:val="00D275D9"/>
    <w:rsid w:val="00D27712"/>
    <w:rsid w:val="00D30215"/>
    <w:rsid w:val="00D30411"/>
    <w:rsid w:val="00D30770"/>
    <w:rsid w:val="00D30B67"/>
    <w:rsid w:val="00D30D93"/>
    <w:rsid w:val="00D31B3F"/>
    <w:rsid w:val="00D31B7E"/>
    <w:rsid w:val="00D31C56"/>
    <w:rsid w:val="00D31DAC"/>
    <w:rsid w:val="00D32329"/>
    <w:rsid w:val="00D337F5"/>
    <w:rsid w:val="00D340E5"/>
    <w:rsid w:val="00D34289"/>
    <w:rsid w:val="00D34308"/>
    <w:rsid w:val="00D346D3"/>
    <w:rsid w:val="00D3471E"/>
    <w:rsid w:val="00D34FAA"/>
    <w:rsid w:val="00D35748"/>
    <w:rsid w:val="00D35A94"/>
    <w:rsid w:val="00D36156"/>
    <w:rsid w:val="00D36602"/>
    <w:rsid w:val="00D36709"/>
    <w:rsid w:val="00D367B3"/>
    <w:rsid w:val="00D3691E"/>
    <w:rsid w:val="00D37886"/>
    <w:rsid w:val="00D37D10"/>
    <w:rsid w:val="00D403AB"/>
    <w:rsid w:val="00D405CC"/>
    <w:rsid w:val="00D40687"/>
    <w:rsid w:val="00D40D6B"/>
    <w:rsid w:val="00D40F42"/>
    <w:rsid w:val="00D416F6"/>
    <w:rsid w:val="00D417B5"/>
    <w:rsid w:val="00D417F2"/>
    <w:rsid w:val="00D41A22"/>
    <w:rsid w:val="00D41AA6"/>
    <w:rsid w:val="00D41FC5"/>
    <w:rsid w:val="00D424F2"/>
    <w:rsid w:val="00D4250D"/>
    <w:rsid w:val="00D4254F"/>
    <w:rsid w:val="00D42866"/>
    <w:rsid w:val="00D42B33"/>
    <w:rsid w:val="00D43B15"/>
    <w:rsid w:val="00D43CCB"/>
    <w:rsid w:val="00D44749"/>
    <w:rsid w:val="00D44A9B"/>
    <w:rsid w:val="00D44C7B"/>
    <w:rsid w:val="00D44F92"/>
    <w:rsid w:val="00D451C4"/>
    <w:rsid w:val="00D46823"/>
    <w:rsid w:val="00D468B2"/>
    <w:rsid w:val="00D468FE"/>
    <w:rsid w:val="00D471F1"/>
    <w:rsid w:val="00D478FB"/>
    <w:rsid w:val="00D47B92"/>
    <w:rsid w:val="00D47E06"/>
    <w:rsid w:val="00D47EF0"/>
    <w:rsid w:val="00D504E5"/>
    <w:rsid w:val="00D50C16"/>
    <w:rsid w:val="00D51B77"/>
    <w:rsid w:val="00D51D7C"/>
    <w:rsid w:val="00D5207D"/>
    <w:rsid w:val="00D52545"/>
    <w:rsid w:val="00D52D8A"/>
    <w:rsid w:val="00D539B6"/>
    <w:rsid w:val="00D53F37"/>
    <w:rsid w:val="00D5447A"/>
    <w:rsid w:val="00D56154"/>
    <w:rsid w:val="00D56788"/>
    <w:rsid w:val="00D56A25"/>
    <w:rsid w:val="00D56CFF"/>
    <w:rsid w:val="00D57061"/>
    <w:rsid w:val="00D571A4"/>
    <w:rsid w:val="00D5743B"/>
    <w:rsid w:val="00D6106B"/>
    <w:rsid w:val="00D621F3"/>
    <w:rsid w:val="00D62566"/>
    <w:rsid w:val="00D62DB8"/>
    <w:rsid w:val="00D63555"/>
    <w:rsid w:val="00D63B03"/>
    <w:rsid w:val="00D64497"/>
    <w:rsid w:val="00D65194"/>
    <w:rsid w:val="00D660C0"/>
    <w:rsid w:val="00D664C9"/>
    <w:rsid w:val="00D666FD"/>
    <w:rsid w:val="00D6769A"/>
    <w:rsid w:val="00D706DF"/>
    <w:rsid w:val="00D70E28"/>
    <w:rsid w:val="00D7145D"/>
    <w:rsid w:val="00D71C75"/>
    <w:rsid w:val="00D724E1"/>
    <w:rsid w:val="00D733FE"/>
    <w:rsid w:val="00D7344F"/>
    <w:rsid w:val="00D73A1E"/>
    <w:rsid w:val="00D73D17"/>
    <w:rsid w:val="00D73DDB"/>
    <w:rsid w:val="00D740A5"/>
    <w:rsid w:val="00D7446C"/>
    <w:rsid w:val="00D7452A"/>
    <w:rsid w:val="00D74649"/>
    <w:rsid w:val="00D74674"/>
    <w:rsid w:val="00D75119"/>
    <w:rsid w:val="00D75BA7"/>
    <w:rsid w:val="00D75C41"/>
    <w:rsid w:val="00D76128"/>
    <w:rsid w:val="00D7665E"/>
    <w:rsid w:val="00D76C54"/>
    <w:rsid w:val="00D76CED"/>
    <w:rsid w:val="00D77489"/>
    <w:rsid w:val="00D802F6"/>
    <w:rsid w:val="00D80EA8"/>
    <w:rsid w:val="00D80FB9"/>
    <w:rsid w:val="00D811C4"/>
    <w:rsid w:val="00D81857"/>
    <w:rsid w:val="00D81D49"/>
    <w:rsid w:val="00D827E0"/>
    <w:rsid w:val="00D82915"/>
    <w:rsid w:val="00D82AF7"/>
    <w:rsid w:val="00D832D0"/>
    <w:rsid w:val="00D83536"/>
    <w:rsid w:val="00D8368F"/>
    <w:rsid w:val="00D838FB"/>
    <w:rsid w:val="00D83BDD"/>
    <w:rsid w:val="00D83DE9"/>
    <w:rsid w:val="00D83E3F"/>
    <w:rsid w:val="00D84195"/>
    <w:rsid w:val="00D84B9C"/>
    <w:rsid w:val="00D86166"/>
    <w:rsid w:val="00D8630C"/>
    <w:rsid w:val="00D8692B"/>
    <w:rsid w:val="00D87F2E"/>
    <w:rsid w:val="00D9024D"/>
    <w:rsid w:val="00D905D2"/>
    <w:rsid w:val="00D90609"/>
    <w:rsid w:val="00D90E13"/>
    <w:rsid w:val="00D9166A"/>
    <w:rsid w:val="00D916DF"/>
    <w:rsid w:val="00D924A2"/>
    <w:rsid w:val="00D92A7D"/>
    <w:rsid w:val="00D934B1"/>
    <w:rsid w:val="00D938D8"/>
    <w:rsid w:val="00D939EB"/>
    <w:rsid w:val="00D93BB5"/>
    <w:rsid w:val="00D940BF"/>
    <w:rsid w:val="00D94102"/>
    <w:rsid w:val="00D9444F"/>
    <w:rsid w:val="00D94844"/>
    <w:rsid w:val="00D94AB8"/>
    <w:rsid w:val="00D94C45"/>
    <w:rsid w:val="00D94D28"/>
    <w:rsid w:val="00D950C8"/>
    <w:rsid w:val="00D95361"/>
    <w:rsid w:val="00D95449"/>
    <w:rsid w:val="00D9547D"/>
    <w:rsid w:val="00D957E5"/>
    <w:rsid w:val="00D95C2C"/>
    <w:rsid w:val="00D95EB9"/>
    <w:rsid w:val="00D95F5B"/>
    <w:rsid w:val="00D965B7"/>
    <w:rsid w:val="00D96DD5"/>
    <w:rsid w:val="00D9719F"/>
    <w:rsid w:val="00D972AF"/>
    <w:rsid w:val="00D9786B"/>
    <w:rsid w:val="00D9789C"/>
    <w:rsid w:val="00D97CAB"/>
    <w:rsid w:val="00D97DBD"/>
    <w:rsid w:val="00DA00AD"/>
    <w:rsid w:val="00DA04CC"/>
    <w:rsid w:val="00DA04F5"/>
    <w:rsid w:val="00DA09E1"/>
    <w:rsid w:val="00DA0CC7"/>
    <w:rsid w:val="00DA0E5C"/>
    <w:rsid w:val="00DA16E9"/>
    <w:rsid w:val="00DA1AC4"/>
    <w:rsid w:val="00DA1D72"/>
    <w:rsid w:val="00DA1DC9"/>
    <w:rsid w:val="00DA1E3A"/>
    <w:rsid w:val="00DA2370"/>
    <w:rsid w:val="00DA2F53"/>
    <w:rsid w:val="00DA3590"/>
    <w:rsid w:val="00DA3926"/>
    <w:rsid w:val="00DA3C97"/>
    <w:rsid w:val="00DA44F7"/>
    <w:rsid w:val="00DA4B07"/>
    <w:rsid w:val="00DA4B60"/>
    <w:rsid w:val="00DA4E63"/>
    <w:rsid w:val="00DA4F9D"/>
    <w:rsid w:val="00DA4FB1"/>
    <w:rsid w:val="00DA520C"/>
    <w:rsid w:val="00DA635F"/>
    <w:rsid w:val="00DA7099"/>
    <w:rsid w:val="00DA74AA"/>
    <w:rsid w:val="00DA76A5"/>
    <w:rsid w:val="00DA7B2E"/>
    <w:rsid w:val="00DA7D92"/>
    <w:rsid w:val="00DB0232"/>
    <w:rsid w:val="00DB040B"/>
    <w:rsid w:val="00DB05E4"/>
    <w:rsid w:val="00DB0843"/>
    <w:rsid w:val="00DB0DEE"/>
    <w:rsid w:val="00DB192C"/>
    <w:rsid w:val="00DB198F"/>
    <w:rsid w:val="00DB1A1A"/>
    <w:rsid w:val="00DB1C7B"/>
    <w:rsid w:val="00DB1F2A"/>
    <w:rsid w:val="00DB2DD8"/>
    <w:rsid w:val="00DB3130"/>
    <w:rsid w:val="00DB3196"/>
    <w:rsid w:val="00DB32A5"/>
    <w:rsid w:val="00DB4106"/>
    <w:rsid w:val="00DB44B6"/>
    <w:rsid w:val="00DB4673"/>
    <w:rsid w:val="00DB5312"/>
    <w:rsid w:val="00DB56CF"/>
    <w:rsid w:val="00DB6059"/>
    <w:rsid w:val="00DB6A27"/>
    <w:rsid w:val="00DB76C5"/>
    <w:rsid w:val="00DC027F"/>
    <w:rsid w:val="00DC0BCF"/>
    <w:rsid w:val="00DC1490"/>
    <w:rsid w:val="00DC1C1B"/>
    <w:rsid w:val="00DC1C3A"/>
    <w:rsid w:val="00DC1E49"/>
    <w:rsid w:val="00DC1F51"/>
    <w:rsid w:val="00DC2257"/>
    <w:rsid w:val="00DC25C5"/>
    <w:rsid w:val="00DC25DF"/>
    <w:rsid w:val="00DC266F"/>
    <w:rsid w:val="00DC300F"/>
    <w:rsid w:val="00DC32B0"/>
    <w:rsid w:val="00DC3CD1"/>
    <w:rsid w:val="00DC446C"/>
    <w:rsid w:val="00DC4CCF"/>
    <w:rsid w:val="00DC4EDC"/>
    <w:rsid w:val="00DC53E4"/>
    <w:rsid w:val="00DC556E"/>
    <w:rsid w:val="00DC5592"/>
    <w:rsid w:val="00DC6848"/>
    <w:rsid w:val="00DC6B79"/>
    <w:rsid w:val="00DC6BC3"/>
    <w:rsid w:val="00DC7411"/>
    <w:rsid w:val="00DD0EE2"/>
    <w:rsid w:val="00DD13E1"/>
    <w:rsid w:val="00DD14B1"/>
    <w:rsid w:val="00DD1FC0"/>
    <w:rsid w:val="00DD2690"/>
    <w:rsid w:val="00DD2ADD"/>
    <w:rsid w:val="00DD2B69"/>
    <w:rsid w:val="00DD2EBD"/>
    <w:rsid w:val="00DD39D5"/>
    <w:rsid w:val="00DD5018"/>
    <w:rsid w:val="00DD5677"/>
    <w:rsid w:val="00DD5DCF"/>
    <w:rsid w:val="00DD5FA6"/>
    <w:rsid w:val="00DD6375"/>
    <w:rsid w:val="00DD6498"/>
    <w:rsid w:val="00DD6980"/>
    <w:rsid w:val="00DD6D23"/>
    <w:rsid w:val="00DD77A1"/>
    <w:rsid w:val="00DE01C8"/>
    <w:rsid w:val="00DE06B5"/>
    <w:rsid w:val="00DE0C19"/>
    <w:rsid w:val="00DE114A"/>
    <w:rsid w:val="00DE235D"/>
    <w:rsid w:val="00DE23F7"/>
    <w:rsid w:val="00DE24C0"/>
    <w:rsid w:val="00DE258D"/>
    <w:rsid w:val="00DE272D"/>
    <w:rsid w:val="00DE3569"/>
    <w:rsid w:val="00DE3D63"/>
    <w:rsid w:val="00DE3E25"/>
    <w:rsid w:val="00DE4197"/>
    <w:rsid w:val="00DE58FC"/>
    <w:rsid w:val="00DE5C42"/>
    <w:rsid w:val="00DE5D30"/>
    <w:rsid w:val="00DE6339"/>
    <w:rsid w:val="00DE71A1"/>
    <w:rsid w:val="00DE730E"/>
    <w:rsid w:val="00DE799B"/>
    <w:rsid w:val="00DE7F28"/>
    <w:rsid w:val="00DF0F20"/>
    <w:rsid w:val="00DF103A"/>
    <w:rsid w:val="00DF11F5"/>
    <w:rsid w:val="00DF14B4"/>
    <w:rsid w:val="00DF1EDA"/>
    <w:rsid w:val="00DF2F65"/>
    <w:rsid w:val="00DF3028"/>
    <w:rsid w:val="00DF3314"/>
    <w:rsid w:val="00DF346B"/>
    <w:rsid w:val="00DF3BAB"/>
    <w:rsid w:val="00DF412B"/>
    <w:rsid w:val="00DF4BBA"/>
    <w:rsid w:val="00DF55CF"/>
    <w:rsid w:val="00DF5634"/>
    <w:rsid w:val="00DF5A6C"/>
    <w:rsid w:val="00DF5AF2"/>
    <w:rsid w:val="00DF65A2"/>
    <w:rsid w:val="00DF6E5F"/>
    <w:rsid w:val="00DF6F48"/>
    <w:rsid w:val="00DF7189"/>
    <w:rsid w:val="00DF7288"/>
    <w:rsid w:val="00DF731E"/>
    <w:rsid w:val="00DF790D"/>
    <w:rsid w:val="00DF7A87"/>
    <w:rsid w:val="00DF7C8B"/>
    <w:rsid w:val="00DF7E35"/>
    <w:rsid w:val="00E00159"/>
    <w:rsid w:val="00E007BF"/>
    <w:rsid w:val="00E00A1C"/>
    <w:rsid w:val="00E00A81"/>
    <w:rsid w:val="00E01653"/>
    <w:rsid w:val="00E016EA"/>
    <w:rsid w:val="00E024D7"/>
    <w:rsid w:val="00E0274D"/>
    <w:rsid w:val="00E02792"/>
    <w:rsid w:val="00E02AD0"/>
    <w:rsid w:val="00E033D7"/>
    <w:rsid w:val="00E0421D"/>
    <w:rsid w:val="00E0465D"/>
    <w:rsid w:val="00E061B2"/>
    <w:rsid w:val="00E06279"/>
    <w:rsid w:val="00E0739F"/>
    <w:rsid w:val="00E07661"/>
    <w:rsid w:val="00E07CAB"/>
    <w:rsid w:val="00E07F46"/>
    <w:rsid w:val="00E100ED"/>
    <w:rsid w:val="00E105AC"/>
    <w:rsid w:val="00E11ADB"/>
    <w:rsid w:val="00E12D10"/>
    <w:rsid w:val="00E12E41"/>
    <w:rsid w:val="00E13227"/>
    <w:rsid w:val="00E133EC"/>
    <w:rsid w:val="00E13AC7"/>
    <w:rsid w:val="00E14211"/>
    <w:rsid w:val="00E142DE"/>
    <w:rsid w:val="00E14DF5"/>
    <w:rsid w:val="00E14E60"/>
    <w:rsid w:val="00E151B5"/>
    <w:rsid w:val="00E151E1"/>
    <w:rsid w:val="00E15ABA"/>
    <w:rsid w:val="00E16354"/>
    <w:rsid w:val="00E16852"/>
    <w:rsid w:val="00E16CD3"/>
    <w:rsid w:val="00E16FF8"/>
    <w:rsid w:val="00E172BD"/>
    <w:rsid w:val="00E1758E"/>
    <w:rsid w:val="00E20394"/>
    <w:rsid w:val="00E20426"/>
    <w:rsid w:val="00E20A19"/>
    <w:rsid w:val="00E20A42"/>
    <w:rsid w:val="00E20D57"/>
    <w:rsid w:val="00E20E33"/>
    <w:rsid w:val="00E21413"/>
    <w:rsid w:val="00E21A0C"/>
    <w:rsid w:val="00E21F31"/>
    <w:rsid w:val="00E222A6"/>
    <w:rsid w:val="00E22367"/>
    <w:rsid w:val="00E22A08"/>
    <w:rsid w:val="00E22AB0"/>
    <w:rsid w:val="00E23413"/>
    <w:rsid w:val="00E23812"/>
    <w:rsid w:val="00E2415A"/>
    <w:rsid w:val="00E24592"/>
    <w:rsid w:val="00E2465F"/>
    <w:rsid w:val="00E2471A"/>
    <w:rsid w:val="00E24BD1"/>
    <w:rsid w:val="00E24CF8"/>
    <w:rsid w:val="00E25351"/>
    <w:rsid w:val="00E254AD"/>
    <w:rsid w:val="00E26050"/>
    <w:rsid w:val="00E26836"/>
    <w:rsid w:val="00E26A51"/>
    <w:rsid w:val="00E26D59"/>
    <w:rsid w:val="00E27396"/>
    <w:rsid w:val="00E2782A"/>
    <w:rsid w:val="00E27889"/>
    <w:rsid w:val="00E30B01"/>
    <w:rsid w:val="00E30B20"/>
    <w:rsid w:val="00E30DE9"/>
    <w:rsid w:val="00E314C8"/>
    <w:rsid w:val="00E31842"/>
    <w:rsid w:val="00E3197A"/>
    <w:rsid w:val="00E3247E"/>
    <w:rsid w:val="00E3276D"/>
    <w:rsid w:val="00E32B77"/>
    <w:rsid w:val="00E339C3"/>
    <w:rsid w:val="00E33AF4"/>
    <w:rsid w:val="00E3459C"/>
    <w:rsid w:val="00E35111"/>
    <w:rsid w:val="00E35167"/>
    <w:rsid w:val="00E35292"/>
    <w:rsid w:val="00E35329"/>
    <w:rsid w:val="00E35CDE"/>
    <w:rsid w:val="00E36257"/>
    <w:rsid w:val="00E36DBC"/>
    <w:rsid w:val="00E370D1"/>
    <w:rsid w:val="00E3735C"/>
    <w:rsid w:val="00E37425"/>
    <w:rsid w:val="00E379C8"/>
    <w:rsid w:val="00E4012A"/>
    <w:rsid w:val="00E405DA"/>
    <w:rsid w:val="00E40D3E"/>
    <w:rsid w:val="00E41092"/>
    <w:rsid w:val="00E414C5"/>
    <w:rsid w:val="00E41E69"/>
    <w:rsid w:val="00E4219A"/>
    <w:rsid w:val="00E42620"/>
    <w:rsid w:val="00E429B3"/>
    <w:rsid w:val="00E42D8C"/>
    <w:rsid w:val="00E43187"/>
    <w:rsid w:val="00E431A6"/>
    <w:rsid w:val="00E43713"/>
    <w:rsid w:val="00E448ED"/>
    <w:rsid w:val="00E453B2"/>
    <w:rsid w:val="00E456F5"/>
    <w:rsid w:val="00E45D1A"/>
    <w:rsid w:val="00E46308"/>
    <w:rsid w:val="00E46DDA"/>
    <w:rsid w:val="00E46F7D"/>
    <w:rsid w:val="00E471FC"/>
    <w:rsid w:val="00E4746D"/>
    <w:rsid w:val="00E475E0"/>
    <w:rsid w:val="00E502E4"/>
    <w:rsid w:val="00E504C3"/>
    <w:rsid w:val="00E506BF"/>
    <w:rsid w:val="00E5229C"/>
    <w:rsid w:val="00E535AA"/>
    <w:rsid w:val="00E53CFF"/>
    <w:rsid w:val="00E5423A"/>
    <w:rsid w:val="00E54559"/>
    <w:rsid w:val="00E5455F"/>
    <w:rsid w:val="00E548C8"/>
    <w:rsid w:val="00E54FF0"/>
    <w:rsid w:val="00E562F4"/>
    <w:rsid w:val="00E56647"/>
    <w:rsid w:val="00E569AC"/>
    <w:rsid w:val="00E57304"/>
    <w:rsid w:val="00E57373"/>
    <w:rsid w:val="00E57A8E"/>
    <w:rsid w:val="00E57EC7"/>
    <w:rsid w:val="00E57F4A"/>
    <w:rsid w:val="00E6024C"/>
    <w:rsid w:val="00E607D0"/>
    <w:rsid w:val="00E607E0"/>
    <w:rsid w:val="00E60FFF"/>
    <w:rsid w:val="00E614D5"/>
    <w:rsid w:val="00E62416"/>
    <w:rsid w:val="00E62973"/>
    <w:rsid w:val="00E62B31"/>
    <w:rsid w:val="00E62F19"/>
    <w:rsid w:val="00E638F4"/>
    <w:rsid w:val="00E647C3"/>
    <w:rsid w:val="00E6496E"/>
    <w:rsid w:val="00E64D80"/>
    <w:rsid w:val="00E652C6"/>
    <w:rsid w:val="00E65952"/>
    <w:rsid w:val="00E65F0B"/>
    <w:rsid w:val="00E6664D"/>
    <w:rsid w:val="00E67251"/>
    <w:rsid w:val="00E6732F"/>
    <w:rsid w:val="00E673F3"/>
    <w:rsid w:val="00E67735"/>
    <w:rsid w:val="00E67BB7"/>
    <w:rsid w:val="00E67E61"/>
    <w:rsid w:val="00E67FD2"/>
    <w:rsid w:val="00E70ACA"/>
    <w:rsid w:val="00E70C23"/>
    <w:rsid w:val="00E721BA"/>
    <w:rsid w:val="00E727F6"/>
    <w:rsid w:val="00E73B8F"/>
    <w:rsid w:val="00E73F97"/>
    <w:rsid w:val="00E74F5F"/>
    <w:rsid w:val="00E750A6"/>
    <w:rsid w:val="00E75B9A"/>
    <w:rsid w:val="00E75CBA"/>
    <w:rsid w:val="00E75D3C"/>
    <w:rsid w:val="00E76AB7"/>
    <w:rsid w:val="00E77207"/>
    <w:rsid w:val="00E772D3"/>
    <w:rsid w:val="00E80305"/>
    <w:rsid w:val="00E8044C"/>
    <w:rsid w:val="00E80C67"/>
    <w:rsid w:val="00E80F0B"/>
    <w:rsid w:val="00E81232"/>
    <w:rsid w:val="00E81536"/>
    <w:rsid w:val="00E81B81"/>
    <w:rsid w:val="00E81C02"/>
    <w:rsid w:val="00E81DAF"/>
    <w:rsid w:val="00E82170"/>
    <w:rsid w:val="00E82D4E"/>
    <w:rsid w:val="00E82DCE"/>
    <w:rsid w:val="00E82DE1"/>
    <w:rsid w:val="00E82EDE"/>
    <w:rsid w:val="00E831FB"/>
    <w:rsid w:val="00E8322C"/>
    <w:rsid w:val="00E8326F"/>
    <w:rsid w:val="00E836F2"/>
    <w:rsid w:val="00E8387E"/>
    <w:rsid w:val="00E83CF6"/>
    <w:rsid w:val="00E83F76"/>
    <w:rsid w:val="00E84A65"/>
    <w:rsid w:val="00E855A5"/>
    <w:rsid w:val="00E8576A"/>
    <w:rsid w:val="00E8764B"/>
    <w:rsid w:val="00E87D92"/>
    <w:rsid w:val="00E9098C"/>
    <w:rsid w:val="00E90E79"/>
    <w:rsid w:val="00E910E4"/>
    <w:rsid w:val="00E9206F"/>
    <w:rsid w:val="00E929FC"/>
    <w:rsid w:val="00E92B36"/>
    <w:rsid w:val="00E92D56"/>
    <w:rsid w:val="00E92E73"/>
    <w:rsid w:val="00E940C2"/>
    <w:rsid w:val="00E940F0"/>
    <w:rsid w:val="00E9418E"/>
    <w:rsid w:val="00E94454"/>
    <w:rsid w:val="00E94594"/>
    <w:rsid w:val="00E95267"/>
    <w:rsid w:val="00E9527A"/>
    <w:rsid w:val="00E95299"/>
    <w:rsid w:val="00E953EC"/>
    <w:rsid w:val="00E95E64"/>
    <w:rsid w:val="00E9612A"/>
    <w:rsid w:val="00E970C4"/>
    <w:rsid w:val="00E9798F"/>
    <w:rsid w:val="00E97C61"/>
    <w:rsid w:val="00E97F58"/>
    <w:rsid w:val="00EA07D1"/>
    <w:rsid w:val="00EA0BA9"/>
    <w:rsid w:val="00EA0DAB"/>
    <w:rsid w:val="00EA1520"/>
    <w:rsid w:val="00EA1B1A"/>
    <w:rsid w:val="00EA213D"/>
    <w:rsid w:val="00EA23F4"/>
    <w:rsid w:val="00EA27B9"/>
    <w:rsid w:val="00EA2ACC"/>
    <w:rsid w:val="00EA2ED4"/>
    <w:rsid w:val="00EA30E0"/>
    <w:rsid w:val="00EA3449"/>
    <w:rsid w:val="00EA3727"/>
    <w:rsid w:val="00EA3831"/>
    <w:rsid w:val="00EA3E81"/>
    <w:rsid w:val="00EA3EAF"/>
    <w:rsid w:val="00EA46D1"/>
    <w:rsid w:val="00EA481C"/>
    <w:rsid w:val="00EA4E91"/>
    <w:rsid w:val="00EA4F6A"/>
    <w:rsid w:val="00EA582F"/>
    <w:rsid w:val="00EA5AEE"/>
    <w:rsid w:val="00EA7E37"/>
    <w:rsid w:val="00EB0378"/>
    <w:rsid w:val="00EB1FD8"/>
    <w:rsid w:val="00EB21BD"/>
    <w:rsid w:val="00EB21D9"/>
    <w:rsid w:val="00EB35A9"/>
    <w:rsid w:val="00EB36D1"/>
    <w:rsid w:val="00EB38C9"/>
    <w:rsid w:val="00EB3ACD"/>
    <w:rsid w:val="00EB41FE"/>
    <w:rsid w:val="00EB4934"/>
    <w:rsid w:val="00EB4BE9"/>
    <w:rsid w:val="00EB51A8"/>
    <w:rsid w:val="00EB5B08"/>
    <w:rsid w:val="00EB6FF2"/>
    <w:rsid w:val="00EB70C3"/>
    <w:rsid w:val="00EB755A"/>
    <w:rsid w:val="00EC0222"/>
    <w:rsid w:val="00EC0D2A"/>
    <w:rsid w:val="00EC1637"/>
    <w:rsid w:val="00EC1E14"/>
    <w:rsid w:val="00EC1E98"/>
    <w:rsid w:val="00EC21A7"/>
    <w:rsid w:val="00EC2EE3"/>
    <w:rsid w:val="00EC2F41"/>
    <w:rsid w:val="00EC352E"/>
    <w:rsid w:val="00EC3CEA"/>
    <w:rsid w:val="00EC3F10"/>
    <w:rsid w:val="00EC455A"/>
    <w:rsid w:val="00EC4676"/>
    <w:rsid w:val="00EC49D1"/>
    <w:rsid w:val="00EC4CB1"/>
    <w:rsid w:val="00EC5935"/>
    <w:rsid w:val="00EC62AF"/>
    <w:rsid w:val="00EC6611"/>
    <w:rsid w:val="00EC6764"/>
    <w:rsid w:val="00EC7324"/>
    <w:rsid w:val="00EC7BE1"/>
    <w:rsid w:val="00ED01DB"/>
    <w:rsid w:val="00ED02FD"/>
    <w:rsid w:val="00ED0CF0"/>
    <w:rsid w:val="00ED143C"/>
    <w:rsid w:val="00ED17E6"/>
    <w:rsid w:val="00ED18BD"/>
    <w:rsid w:val="00ED1A7C"/>
    <w:rsid w:val="00ED21F9"/>
    <w:rsid w:val="00ED22E9"/>
    <w:rsid w:val="00ED419E"/>
    <w:rsid w:val="00ED41B1"/>
    <w:rsid w:val="00ED46B0"/>
    <w:rsid w:val="00ED4863"/>
    <w:rsid w:val="00ED4B11"/>
    <w:rsid w:val="00ED546F"/>
    <w:rsid w:val="00ED55BC"/>
    <w:rsid w:val="00ED694D"/>
    <w:rsid w:val="00ED7257"/>
    <w:rsid w:val="00ED74BD"/>
    <w:rsid w:val="00ED7B14"/>
    <w:rsid w:val="00EE021D"/>
    <w:rsid w:val="00EE022F"/>
    <w:rsid w:val="00EE030E"/>
    <w:rsid w:val="00EE0E02"/>
    <w:rsid w:val="00EE1000"/>
    <w:rsid w:val="00EE111C"/>
    <w:rsid w:val="00EE1830"/>
    <w:rsid w:val="00EE1BAE"/>
    <w:rsid w:val="00EE1F6E"/>
    <w:rsid w:val="00EE28E2"/>
    <w:rsid w:val="00EE2B44"/>
    <w:rsid w:val="00EE2CDB"/>
    <w:rsid w:val="00EE3068"/>
    <w:rsid w:val="00EE3A43"/>
    <w:rsid w:val="00EE3C69"/>
    <w:rsid w:val="00EE40DC"/>
    <w:rsid w:val="00EE42A5"/>
    <w:rsid w:val="00EE442E"/>
    <w:rsid w:val="00EE45DC"/>
    <w:rsid w:val="00EE47F4"/>
    <w:rsid w:val="00EE4F59"/>
    <w:rsid w:val="00EE4F6D"/>
    <w:rsid w:val="00EE5249"/>
    <w:rsid w:val="00EE53BC"/>
    <w:rsid w:val="00EE5A7A"/>
    <w:rsid w:val="00EE6B50"/>
    <w:rsid w:val="00EE6E50"/>
    <w:rsid w:val="00EE7307"/>
    <w:rsid w:val="00EE7409"/>
    <w:rsid w:val="00EE7A95"/>
    <w:rsid w:val="00EE7B8D"/>
    <w:rsid w:val="00EE7DAB"/>
    <w:rsid w:val="00EE7F2F"/>
    <w:rsid w:val="00EF0620"/>
    <w:rsid w:val="00EF068B"/>
    <w:rsid w:val="00EF0CBC"/>
    <w:rsid w:val="00EF12F2"/>
    <w:rsid w:val="00EF1325"/>
    <w:rsid w:val="00EF1476"/>
    <w:rsid w:val="00EF158F"/>
    <w:rsid w:val="00EF1ED7"/>
    <w:rsid w:val="00EF2DC7"/>
    <w:rsid w:val="00EF2FD7"/>
    <w:rsid w:val="00EF32B1"/>
    <w:rsid w:val="00EF3BA6"/>
    <w:rsid w:val="00EF3D27"/>
    <w:rsid w:val="00EF4A5B"/>
    <w:rsid w:val="00EF500C"/>
    <w:rsid w:val="00EF5069"/>
    <w:rsid w:val="00EF50EA"/>
    <w:rsid w:val="00EF52D5"/>
    <w:rsid w:val="00EF54A5"/>
    <w:rsid w:val="00EF596F"/>
    <w:rsid w:val="00EF5B0A"/>
    <w:rsid w:val="00EF6357"/>
    <w:rsid w:val="00EF63B8"/>
    <w:rsid w:val="00EF6E78"/>
    <w:rsid w:val="00EF6EE4"/>
    <w:rsid w:val="00EF7A9B"/>
    <w:rsid w:val="00EF7FBE"/>
    <w:rsid w:val="00F00009"/>
    <w:rsid w:val="00F004C9"/>
    <w:rsid w:val="00F00920"/>
    <w:rsid w:val="00F00970"/>
    <w:rsid w:val="00F010CE"/>
    <w:rsid w:val="00F014EA"/>
    <w:rsid w:val="00F0199D"/>
    <w:rsid w:val="00F01B1E"/>
    <w:rsid w:val="00F02359"/>
    <w:rsid w:val="00F0259B"/>
    <w:rsid w:val="00F02BA1"/>
    <w:rsid w:val="00F03CE1"/>
    <w:rsid w:val="00F03DA4"/>
    <w:rsid w:val="00F03E29"/>
    <w:rsid w:val="00F0470A"/>
    <w:rsid w:val="00F04C59"/>
    <w:rsid w:val="00F04F77"/>
    <w:rsid w:val="00F052B7"/>
    <w:rsid w:val="00F05B1D"/>
    <w:rsid w:val="00F05FB8"/>
    <w:rsid w:val="00F06799"/>
    <w:rsid w:val="00F06A55"/>
    <w:rsid w:val="00F06E85"/>
    <w:rsid w:val="00F077BF"/>
    <w:rsid w:val="00F0789B"/>
    <w:rsid w:val="00F07CE3"/>
    <w:rsid w:val="00F07FCA"/>
    <w:rsid w:val="00F10DF0"/>
    <w:rsid w:val="00F112E8"/>
    <w:rsid w:val="00F12243"/>
    <w:rsid w:val="00F13F45"/>
    <w:rsid w:val="00F14E04"/>
    <w:rsid w:val="00F14E48"/>
    <w:rsid w:val="00F14EB8"/>
    <w:rsid w:val="00F16E29"/>
    <w:rsid w:val="00F1712F"/>
    <w:rsid w:val="00F20ABB"/>
    <w:rsid w:val="00F20C39"/>
    <w:rsid w:val="00F20C9B"/>
    <w:rsid w:val="00F20DC5"/>
    <w:rsid w:val="00F219A9"/>
    <w:rsid w:val="00F21A67"/>
    <w:rsid w:val="00F21F8E"/>
    <w:rsid w:val="00F21FC2"/>
    <w:rsid w:val="00F22144"/>
    <w:rsid w:val="00F227ED"/>
    <w:rsid w:val="00F2283F"/>
    <w:rsid w:val="00F232D8"/>
    <w:rsid w:val="00F2359C"/>
    <w:rsid w:val="00F23B3D"/>
    <w:rsid w:val="00F24593"/>
    <w:rsid w:val="00F246D3"/>
    <w:rsid w:val="00F25013"/>
    <w:rsid w:val="00F25606"/>
    <w:rsid w:val="00F25931"/>
    <w:rsid w:val="00F25A7D"/>
    <w:rsid w:val="00F25FF7"/>
    <w:rsid w:val="00F26739"/>
    <w:rsid w:val="00F26CA4"/>
    <w:rsid w:val="00F272F7"/>
    <w:rsid w:val="00F2795A"/>
    <w:rsid w:val="00F27969"/>
    <w:rsid w:val="00F30B14"/>
    <w:rsid w:val="00F30BB9"/>
    <w:rsid w:val="00F315AE"/>
    <w:rsid w:val="00F31F3F"/>
    <w:rsid w:val="00F32078"/>
    <w:rsid w:val="00F3208A"/>
    <w:rsid w:val="00F32BD4"/>
    <w:rsid w:val="00F349C5"/>
    <w:rsid w:val="00F3507B"/>
    <w:rsid w:val="00F352E7"/>
    <w:rsid w:val="00F353D8"/>
    <w:rsid w:val="00F35607"/>
    <w:rsid w:val="00F36704"/>
    <w:rsid w:val="00F3673A"/>
    <w:rsid w:val="00F36A27"/>
    <w:rsid w:val="00F36D67"/>
    <w:rsid w:val="00F401BA"/>
    <w:rsid w:val="00F403C5"/>
    <w:rsid w:val="00F406B2"/>
    <w:rsid w:val="00F4074E"/>
    <w:rsid w:val="00F407EB"/>
    <w:rsid w:val="00F40872"/>
    <w:rsid w:val="00F40E79"/>
    <w:rsid w:val="00F40F4D"/>
    <w:rsid w:val="00F4143E"/>
    <w:rsid w:val="00F42024"/>
    <w:rsid w:val="00F420C9"/>
    <w:rsid w:val="00F42E39"/>
    <w:rsid w:val="00F4368D"/>
    <w:rsid w:val="00F437E5"/>
    <w:rsid w:val="00F43C1A"/>
    <w:rsid w:val="00F43E78"/>
    <w:rsid w:val="00F44597"/>
    <w:rsid w:val="00F4473D"/>
    <w:rsid w:val="00F45AAD"/>
    <w:rsid w:val="00F45B61"/>
    <w:rsid w:val="00F461A9"/>
    <w:rsid w:val="00F462E0"/>
    <w:rsid w:val="00F46940"/>
    <w:rsid w:val="00F46A1A"/>
    <w:rsid w:val="00F46D38"/>
    <w:rsid w:val="00F4742C"/>
    <w:rsid w:val="00F500C2"/>
    <w:rsid w:val="00F50217"/>
    <w:rsid w:val="00F5040E"/>
    <w:rsid w:val="00F50D4C"/>
    <w:rsid w:val="00F510F1"/>
    <w:rsid w:val="00F51911"/>
    <w:rsid w:val="00F521C9"/>
    <w:rsid w:val="00F52B83"/>
    <w:rsid w:val="00F53376"/>
    <w:rsid w:val="00F5349B"/>
    <w:rsid w:val="00F5398A"/>
    <w:rsid w:val="00F53FB4"/>
    <w:rsid w:val="00F5456D"/>
    <w:rsid w:val="00F54AC5"/>
    <w:rsid w:val="00F5635B"/>
    <w:rsid w:val="00F568A0"/>
    <w:rsid w:val="00F56E26"/>
    <w:rsid w:val="00F60165"/>
    <w:rsid w:val="00F60542"/>
    <w:rsid w:val="00F60826"/>
    <w:rsid w:val="00F61094"/>
    <w:rsid w:val="00F625C4"/>
    <w:rsid w:val="00F62C14"/>
    <w:rsid w:val="00F630BF"/>
    <w:rsid w:val="00F63A00"/>
    <w:rsid w:val="00F63F01"/>
    <w:rsid w:val="00F63FD8"/>
    <w:rsid w:val="00F64E22"/>
    <w:rsid w:val="00F64EB4"/>
    <w:rsid w:val="00F64F13"/>
    <w:rsid w:val="00F6522F"/>
    <w:rsid w:val="00F65728"/>
    <w:rsid w:val="00F675ED"/>
    <w:rsid w:val="00F677A9"/>
    <w:rsid w:val="00F70191"/>
    <w:rsid w:val="00F708F4"/>
    <w:rsid w:val="00F7100B"/>
    <w:rsid w:val="00F71A17"/>
    <w:rsid w:val="00F71C92"/>
    <w:rsid w:val="00F72026"/>
    <w:rsid w:val="00F7222B"/>
    <w:rsid w:val="00F7239E"/>
    <w:rsid w:val="00F73056"/>
    <w:rsid w:val="00F7310E"/>
    <w:rsid w:val="00F73A8F"/>
    <w:rsid w:val="00F740FB"/>
    <w:rsid w:val="00F74612"/>
    <w:rsid w:val="00F7498A"/>
    <w:rsid w:val="00F749AD"/>
    <w:rsid w:val="00F75A89"/>
    <w:rsid w:val="00F76A26"/>
    <w:rsid w:val="00F76BC3"/>
    <w:rsid w:val="00F76F10"/>
    <w:rsid w:val="00F77101"/>
    <w:rsid w:val="00F77B0C"/>
    <w:rsid w:val="00F77FA2"/>
    <w:rsid w:val="00F8001C"/>
    <w:rsid w:val="00F80AFE"/>
    <w:rsid w:val="00F80B3E"/>
    <w:rsid w:val="00F81930"/>
    <w:rsid w:val="00F81AC5"/>
    <w:rsid w:val="00F821F0"/>
    <w:rsid w:val="00F824C6"/>
    <w:rsid w:val="00F82633"/>
    <w:rsid w:val="00F82A75"/>
    <w:rsid w:val="00F82F6D"/>
    <w:rsid w:val="00F835D3"/>
    <w:rsid w:val="00F83752"/>
    <w:rsid w:val="00F839A2"/>
    <w:rsid w:val="00F84EA5"/>
    <w:rsid w:val="00F8501B"/>
    <w:rsid w:val="00F850F8"/>
    <w:rsid w:val="00F85268"/>
    <w:rsid w:val="00F8544E"/>
    <w:rsid w:val="00F86018"/>
    <w:rsid w:val="00F860FF"/>
    <w:rsid w:val="00F865D8"/>
    <w:rsid w:val="00F8666C"/>
    <w:rsid w:val="00F874EC"/>
    <w:rsid w:val="00F875B9"/>
    <w:rsid w:val="00F90740"/>
    <w:rsid w:val="00F90FE7"/>
    <w:rsid w:val="00F911C9"/>
    <w:rsid w:val="00F91289"/>
    <w:rsid w:val="00F9168B"/>
    <w:rsid w:val="00F916F6"/>
    <w:rsid w:val="00F93139"/>
    <w:rsid w:val="00F932E5"/>
    <w:rsid w:val="00F933FA"/>
    <w:rsid w:val="00F93C99"/>
    <w:rsid w:val="00F940AD"/>
    <w:rsid w:val="00F9424C"/>
    <w:rsid w:val="00F94282"/>
    <w:rsid w:val="00F94314"/>
    <w:rsid w:val="00F9491E"/>
    <w:rsid w:val="00F94E66"/>
    <w:rsid w:val="00F9551E"/>
    <w:rsid w:val="00F95D4D"/>
    <w:rsid w:val="00F96526"/>
    <w:rsid w:val="00F96737"/>
    <w:rsid w:val="00F968A5"/>
    <w:rsid w:val="00F968B0"/>
    <w:rsid w:val="00F9720D"/>
    <w:rsid w:val="00F97294"/>
    <w:rsid w:val="00F97E7C"/>
    <w:rsid w:val="00FA05A2"/>
    <w:rsid w:val="00FA05B8"/>
    <w:rsid w:val="00FA1020"/>
    <w:rsid w:val="00FA10CA"/>
    <w:rsid w:val="00FA19E6"/>
    <w:rsid w:val="00FA1FA6"/>
    <w:rsid w:val="00FA2019"/>
    <w:rsid w:val="00FA2026"/>
    <w:rsid w:val="00FA2118"/>
    <w:rsid w:val="00FA27F8"/>
    <w:rsid w:val="00FA2963"/>
    <w:rsid w:val="00FA2CCE"/>
    <w:rsid w:val="00FA3D44"/>
    <w:rsid w:val="00FA4352"/>
    <w:rsid w:val="00FA4F79"/>
    <w:rsid w:val="00FA606E"/>
    <w:rsid w:val="00FA60D1"/>
    <w:rsid w:val="00FA630D"/>
    <w:rsid w:val="00FA7356"/>
    <w:rsid w:val="00FA745A"/>
    <w:rsid w:val="00FB0127"/>
    <w:rsid w:val="00FB093C"/>
    <w:rsid w:val="00FB1179"/>
    <w:rsid w:val="00FB1337"/>
    <w:rsid w:val="00FB1375"/>
    <w:rsid w:val="00FB1590"/>
    <w:rsid w:val="00FB181F"/>
    <w:rsid w:val="00FB2374"/>
    <w:rsid w:val="00FB2BB8"/>
    <w:rsid w:val="00FB2E6F"/>
    <w:rsid w:val="00FB2F58"/>
    <w:rsid w:val="00FB375B"/>
    <w:rsid w:val="00FB3827"/>
    <w:rsid w:val="00FB3DB5"/>
    <w:rsid w:val="00FB4220"/>
    <w:rsid w:val="00FB4988"/>
    <w:rsid w:val="00FB4A80"/>
    <w:rsid w:val="00FB4B77"/>
    <w:rsid w:val="00FB501B"/>
    <w:rsid w:val="00FB5237"/>
    <w:rsid w:val="00FB5723"/>
    <w:rsid w:val="00FB5AA6"/>
    <w:rsid w:val="00FB5FB1"/>
    <w:rsid w:val="00FB713E"/>
    <w:rsid w:val="00FB72E2"/>
    <w:rsid w:val="00FB7447"/>
    <w:rsid w:val="00FB7C44"/>
    <w:rsid w:val="00FC09FB"/>
    <w:rsid w:val="00FC0C90"/>
    <w:rsid w:val="00FC10B2"/>
    <w:rsid w:val="00FC1A6E"/>
    <w:rsid w:val="00FC2043"/>
    <w:rsid w:val="00FC230E"/>
    <w:rsid w:val="00FC235B"/>
    <w:rsid w:val="00FC240E"/>
    <w:rsid w:val="00FC2604"/>
    <w:rsid w:val="00FC2D35"/>
    <w:rsid w:val="00FC2DB6"/>
    <w:rsid w:val="00FC366F"/>
    <w:rsid w:val="00FC4494"/>
    <w:rsid w:val="00FC4F16"/>
    <w:rsid w:val="00FC5420"/>
    <w:rsid w:val="00FC5719"/>
    <w:rsid w:val="00FC5DF8"/>
    <w:rsid w:val="00FC5F05"/>
    <w:rsid w:val="00FC6210"/>
    <w:rsid w:val="00FC6868"/>
    <w:rsid w:val="00FC69E0"/>
    <w:rsid w:val="00FC700C"/>
    <w:rsid w:val="00FC715E"/>
    <w:rsid w:val="00FC75E1"/>
    <w:rsid w:val="00FC7CEA"/>
    <w:rsid w:val="00FD00B6"/>
    <w:rsid w:val="00FD0285"/>
    <w:rsid w:val="00FD04D5"/>
    <w:rsid w:val="00FD14EC"/>
    <w:rsid w:val="00FD170E"/>
    <w:rsid w:val="00FD189A"/>
    <w:rsid w:val="00FD249A"/>
    <w:rsid w:val="00FD2762"/>
    <w:rsid w:val="00FD2FB3"/>
    <w:rsid w:val="00FD3ADA"/>
    <w:rsid w:val="00FD4026"/>
    <w:rsid w:val="00FD4EEF"/>
    <w:rsid w:val="00FD55BD"/>
    <w:rsid w:val="00FD5AA4"/>
    <w:rsid w:val="00FD63B2"/>
    <w:rsid w:val="00FD712C"/>
    <w:rsid w:val="00FD720F"/>
    <w:rsid w:val="00FD7748"/>
    <w:rsid w:val="00FD7AD2"/>
    <w:rsid w:val="00FE07BC"/>
    <w:rsid w:val="00FE0D04"/>
    <w:rsid w:val="00FE294C"/>
    <w:rsid w:val="00FE36AB"/>
    <w:rsid w:val="00FE3919"/>
    <w:rsid w:val="00FE3E9F"/>
    <w:rsid w:val="00FE3FC4"/>
    <w:rsid w:val="00FE4106"/>
    <w:rsid w:val="00FE4484"/>
    <w:rsid w:val="00FE4BD8"/>
    <w:rsid w:val="00FE510A"/>
    <w:rsid w:val="00FE5AD2"/>
    <w:rsid w:val="00FE5CEB"/>
    <w:rsid w:val="00FE69CC"/>
    <w:rsid w:val="00FE6A54"/>
    <w:rsid w:val="00FE6AA3"/>
    <w:rsid w:val="00FE6F6C"/>
    <w:rsid w:val="00FE79F6"/>
    <w:rsid w:val="00FE7B73"/>
    <w:rsid w:val="00FF13A5"/>
    <w:rsid w:val="00FF1E02"/>
    <w:rsid w:val="00FF2289"/>
    <w:rsid w:val="00FF2634"/>
    <w:rsid w:val="00FF3E5E"/>
    <w:rsid w:val="00FF54CE"/>
    <w:rsid w:val="00FF5768"/>
    <w:rsid w:val="00FF6EE3"/>
    <w:rsid w:val="00FF731F"/>
    <w:rsid w:val="00FF737A"/>
    <w:rsid w:val="00FF755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A6710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0A67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04E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4E71"/>
    <w:rPr>
      <w:rFonts w:ascii="Tahoma" w:hAnsi="Tahoma" w:cs="Tahoma"/>
      <w:sz w:val="16"/>
      <w:szCs w:val="16"/>
    </w:rPr>
  </w:style>
  <w:style w:type="character" w:customStyle="1" w:styleId="a6">
    <w:name w:val="Цветовое выделение"/>
    <w:uiPriority w:val="99"/>
    <w:rsid w:val="007877EF"/>
    <w:rPr>
      <w:b/>
      <w:bCs/>
      <w:color w:val="26282F"/>
      <w:sz w:val="26"/>
      <w:szCs w:val="26"/>
    </w:rPr>
  </w:style>
  <w:style w:type="paragraph" w:customStyle="1" w:styleId="a7">
    <w:name w:val="Заголовок статьи"/>
    <w:basedOn w:val="a"/>
    <w:next w:val="a"/>
    <w:uiPriority w:val="99"/>
    <w:rsid w:val="007877EF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a8">
    <w:name w:val="List Paragraph"/>
    <w:basedOn w:val="a"/>
    <w:uiPriority w:val="34"/>
    <w:qFormat/>
    <w:rsid w:val="00BE75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A6710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0A67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04E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4E71"/>
    <w:rPr>
      <w:rFonts w:ascii="Tahoma" w:hAnsi="Tahoma" w:cs="Tahoma"/>
      <w:sz w:val="16"/>
      <w:szCs w:val="16"/>
    </w:rPr>
  </w:style>
  <w:style w:type="character" w:customStyle="1" w:styleId="a6">
    <w:name w:val="Цветовое выделение"/>
    <w:uiPriority w:val="99"/>
    <w:rsid w:val="007877EF"/>
    <w:rPr>
      <w:b/>
      <w:bCs/>
      <w:color w:val="26282F"/>
      <w:sz w:val="26"/>
      <w:szCs w:val="26"/>
    </w:rPr>
  </w:style>
  <w:style w:type="paragraph" w:customStyle="1" w:styleId="a7">
    <w:name w:val="Заголовок статьи"/>
    <w:basedOn w:val="a"/>
    <w:next w:val="a"/>
    <w:uiPriority w:val="99"/>
    <w:rsid w:val="007877EF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a8">
    <w:name w:val="List Paragraph"/>
    <w:basedOn w:val="a"/>
    <w:uiPriority w:val="34"/>
    <w:qFormat/>
    <w:rsid w:val="00BE75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4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3900F-BB15-4684-95B9-A6B54F4B3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747573A1</Template>
  <TotalTime>173</TotalTime>
  <Pages>5</Pages>
  <Words>956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Кульпанович Елена Владимировна</dc:creator>
  <cp:lastModifiedBy>Малеваная Татьяна Яковлевна</cp:lastModifiedBy>
  <cp:revision>24</cp:revision>
  <cp:lastPrinted>2013-10-25T08:31:00Z</cp:lastPrinted>
  <dcterms:created xsi:type="dcterms:W3CDTF">2013-10-28T06:21:00Z</dcterms:created>
  <dcterms:modified xsi:type="dcterms:W3CDTF">2014-11-10T06:19:00Z</dcterms:modified>
</cp:coreProperties>
</file>